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85E32" w14:textId="056E910F" w:rsidR="00187390" w:rsidRPr="005E7410" w:rsidRDefault="006930A4" w:rsidP="00187390">
      <w:pPr>
        <w:jc w:val="center"/>
        <w:rPr>
          <w:rFonts w:ascii="Arial" w:eastAsia="標楷體" w:hAnsi="Arial" w:cs="Arial"/>
          <w:b/>
          <w:sz w:val="32"/>
          <w:szCs w:val="32"/>
        </w:rPr>
      </w:pPr>
      <w:proofErr w:type="gramStart"/>
      <w:r>
        <w:rPr>
          <w:rFonts w:ascii="Arial" w:eastAsia="標楷體" w:hAnsi="Arial" w:cs="Arial" w:hint="eastAsia"/>
          <w:b/>
          <w:sz w:val="32"/>
          <w:szCs w:val="32"/>
        </w:rPr>
        <w:t>11</w:t>
      </w:r>
      <w:r w:rsidR="00EE39B6">
        <w:rPr>
          <w:rFonts w:ascii="Arial" w:eastAsia="標楷體" w:hAnsi="Arial" w:cs="Arial" w:hint="eastAsia"/>
          <w:b/>
          <w:sz w:val="32"/>
          <w:szCs w:val="32"/>
        </w:rPr>
        <w:t>4</w:t>
      </w:r>
      <w:proofErr w:type="gramEnd"/>
      <w:r w:rsidR="00CD1E78">
        <w:rPr>
          <w:rFonts w:ascii="Arial" w:eastAsia="標楷體" w:hAnsi="Arial" w:cs="Arial" w:hint="eastAsia"/>
          <w:b/>
          <w:sz w:val="32"/>
          <w:szCs w:val="32"/>
        </w:rPr>
        <w:t>年度</w:t>
      </w:r>
      <w:r w:rsidR="00187390" w:rsidRPr="005E7410">
        <w:rPr>
          <w:rFonts w:ascii="Arial" w:eastAsia="標楷體" w:hAnsi="Arial" w:cs="Arial"/>
          <w:b/>
          <w:sz w:val="32"/>
          <w:szCs w:val="32"/>
        </w:rPr>
        <w:t>教育部國民及學前教育署補助公立國民中小學</w:t>
      </w:r>
    </w:p>
    <w:p w14:paraId="5742983A" w14:textId="77777777" w:rsidR="00740739" w:rsidRPr="00187390" w:rsidRDefault="00187390" w:rsidP="00187390">
      <w:pPr>
        <w:jc w:val="center"/>
        <w:rPr>
          <w:rFonts w:ascii="Arial" w:eastAsia="標楷體" w:hAnsi="Arial" w:cs="Arial"/>
          <w:b/>
          <w:sz w:val="32"/>
          <w:szCs w:val="32"/>
        </w:rPr>
      </w:pPr>
      <w:r w:rsidRPr="005E7410">
        <w:rPr>
          <w:rFonts w:ascii="Arial" w:eastAsia="標楷體" w:hAnsi="Arial" w:cs="Arial"/>
          <w:b/>
          <w:sz w:val="32"/>
          <w:szCs w:val="32"/>
        </w:rPr>
        <w:t>老舊廁所整修工程計畫</w:t>
      </w:r>
      <w:r>
        <w:rPr>
          <w:rFonts w:ascii="Arial" w:eastAsia="標楷體" w:hAnsi="Arial" w:cs="Arial" w:hint="eastAsia"/>
          <w:b/>
          <w:sz w:val="32"/>
          <w:szCs w:val="32"/>
        </w:rPr>
        <w:t>申請表</w:t>
      </w:r>
    </w:p>
    <w:p w14:paraId="30D6D0C6" w14:textId="77777777" w:rsidR="00D54A54" w:rsidRPr="00D54A54" w:rsidRDefault="00D54A54" w:rsidP="001C4A20">
      <w:pPr>
        <w:pStyle w:val="a0"/>
        <w:numPr>
          <w:ilvl w:val="0"/>
          <w:numId w:val="5"/>
        </w:numPr>
        <w:ind w:left="567" w:hanging="567"/>
        <w:rPr>
          <w:rFonts w:ascii="標楷體" w:eastAsia="標楷體" w:hAnsi="標楷體"/>
          <w:b/>
          <w:color w:val="000000"/>
          <w:szCs w:val="28"/>
        </w:rPr>
      </w:pPr>
      <w:r>
        <w:rPr>
          <w:rFonts w:ascii="標楷體" w:eastAsia="標楷體" w:hAnsi="標楷體" w:hint="eastAsia"/>
          <w:b/>
          <w:color w:val="000000"/>
          <w:szCs w:val="28"/>
          <w:lang w:eastAsia="zh-TW"/>
        </w:rPr>
        <w:t>學校</w:t>
      </w:r>
      <w:r w:rsidRPr="00D54A54">
        <w:rPr>
          <w:rFonts w:ascii="標楷體" w:eastAsia="標楷體" w:hAnsi="標楷體" w:hint="eastAsia"/>
          <w:b/>
          <w:color w:val="000000"/>
          <w:szCs w:val="28"/>
          <w:lang w:eastAsia="zh-TW"/>
        </w:rPr>
        <w:t>基本資料</w:t>
      </w:r>
    </w:p>
    <w:tbl>
      <w:tblPr>
        <w:tblW w:w="96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526"/>
        <w:gridCol w:w="160"/>
        <w:gridCol w:w="366"/>
        <w:gridCol w:w="526"/>
        <w:gridCol w:w="501"/>
        <w:gridCol w:w="25"/>
        <w:gridCol w:w="567"/>
        <w:gridCol w:w="1487"/>
        <w:gridCol w:w="1039"/>
        <w:gridCol w:w="1040"/>
      </w:tblGrid>
      <w:tr w:rsidR="002E10F2" w14:paraId="06D607AB" w14:textId="77777777" w:rsidTr="000F62C5">
        <w:trPr>
          <w:trHeight w:val="521"/>
        </w:trPr>
        <w:tc>
          <w:tcPr>
            <w:tcW w:w="3391" w:type="dxa"/>
            <w:shd w:val="clear" w:color="auto" w:fill="auto"/>
            <w:vAlign w:val="center"/>
          </w:tcPr>
          <w:p w14:paraId="3C13FE64" w14:textId="77777777" w:rsidR="002E10F2" w:rsidRPr="006C0594" w:rsidRDefault="002E10F2" w:rsidP="000F62C5">
            <w:pPr>
              <w:jc w:val="both"/>
              <w:rPr>
                <w:rFonts w:ascii="標楷體" w:eastAsia="標楷體" w:hAnsi="標楷體"/>
                <w:b/>
                <w:bCs/>
                <w:caps/>
                <w:color w:val="000000"/>
                <w:szCs w:val="20"/>
              </w:rPr>
            </w:pPr>
            <w:r w:rsidRPr="006C0594">
              <w:rPr>
                <w:rFonts w:ascii="標楷體" w:eastAsia="標楷體" w:hAnsi="標楷體" w:hint="eastAsia"/>
                <w:b/>
                <w:bCs/>
                <w:caps/>
                <w:color w:val="000000"/>
                <w:szCs w:val="20"/>
              </w:rPr>
              <w:t>所屬縣市</w:t>
            </w:r>
          </w:p>
        </w:tc>
        <w:tc>
          <w:tcPr>
            <w:tcW w:w="6237" w:type="dxa"/>
            <w:gridSpan w:val="10"/>
            <w:shd w:val="clear" w:color="auto" w:fill="auto"/>
          </w:tcPr>
          <w:p w14:paraId="66132096" w14:textId="0BA2C396" w:rsidR="002E10F2" w:rsidRPr="006C0594" w:rsidRDefault="00EE39B6" w:rsidP="006C0594">
            <w:pPr>
              <w:ind w:rightChars="42" w:right="101"/>
              <w:rPr>
                <w:rFonts w:ascii="標楷體" w:eastAsia="標楷體" w:hAnsi="標楷體"/>
                <w:caps/>
                <w:color w:val="FF0000"/>
              </w:rPr>
            </w:pPr>
            <w:r>
              <w:rPr>
                <w:rFonts w:ascii="標楷體" w:eastAsia="標楷體" w:hAnsi="標楷體" w:hint="eastAsia"/>
                <w:caps/>
                <w:color w:val="FF0000"/>
              </w:rPr>
              <w:t>新北市</w:t>
            </w:r>
            <w:bookmarkStart w:id="0" w:name="_GoBack"/>
            <w:bookmarkEnd w:id="0"/>
            <w:r w:rsidRPr="006C0594">
              <w:rPr>
                <w:rFonts w:ascii="標楷體" w:eastAsia="標楷體" w:hAnsi="標楷體"/>
                <w:caps/>
                <w:color w:val="FF0000"/>
              </w:rPr>
              <w:t xml:space="preserve"> </w:t>
            </w:r>
          </w:p>
        </w:tc>
      </w:tr>
      <w:tr w:rsidR="002E10F2" w14:paraId="50353D93" w14:textId="77777777" w:rsidTr="000F62C5">
        <w:trPr>
          <w:trHeight w:val="521"/>
        </w:trPr>
        <w:tc>
          <w:tcPr>
            <w:tcW w:w="3391" w:type="dxa"/>
            <w:shd w:val="clear" w:color="auto" w:fill="auto"/>
            <w:vAlign w:val="center"/>
          </w:tcPr>
          <w:p w14:paraId="5BF0D12F" w14:textId="77777777" w:rsidR="002E10F2" w:rsidRPr="006C0594" w:rsidRDefault="007506D2" w:rsidP="000F62C5">
            <w:pPr>
              <w:jc w:val="both"/>
              <w:rPr>
                <w:rFonts w:ascii="標楷體" w:eastAsia="標楷體" w:hAnsi="標楷體"/>
                <w:b/>
                <w:bCs/>
                <w:color w:val="000000"/>
                <w:szCs w:val="20"/>
              </w:rPr>
            </w:pPr>
            <w:r w:rsidRPr="006C0594">
              <w:rPr>
                <w:rFonts w:ascii="標楷體" w:eastAsia="標楷體" w:hAnsi="標楷體" w:hint="eastAsia"/>
                <w:b/>
                <w:bCs/>
                <w:color w:val="000000"/>
                <w:szCs w:val="20"/>
              </w:rPr>
              <w:t>學校名稱</w:t>
            </w:r>
          </w:p>
        </w:tc>
        <w:tc>
          <w:tcPr>
            <w:tcW w:w="6237" w:type="dxa"/>
            <w:gridSpan w:val="10"/>
            <w:shd w:val="clear" w:color="auto" w:fill="auto"/>
          </w:tcPr>
          <w:p w14:paraId="4095DC67" w14:textId="451D1D95" w:rsidR="002E10F2" w:rsidRPr="006C0594" w:rsidRDefault="001423E9" w:rsidP="006C0594">
            <w:pPr>
              <w:ind w:rightChars="42" w:right="10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aps/>
                <w:color w:val="FF0000"/>
              </w:rPr>
              <w:t>o</w:t>
            </w:r>
            <w:r>
              <w:rPr>
                <w:rFonts w:ascii="標楷體" w:eastAsia="標楷體" w:hAnsi="標楷體"/>
                <w:caps/>
                <w:color w:val="FF0000"/>
              </w:rPr>
              <w:t>o</w:t>
            </w:r>
            <w:r>
              <w:rPr>
                <w:rFonts w:ascii="標楷體" w:eastAsia="標楷體" w:hAnsi="標楷體" w:hint="eastAsia"/>
                <w:color w:val="FF0000"/>
              </w:rPr>
              <w:t>國民小學</w:t>
            </w:r>
          </w:p>
        </w:tc>
      </w:tr>
      <w:tr w:rsidR="00F7719C" w14:paraId="644F9C65" w14:textId="77777777" w:rsidTr="000F62C5">
        <w:trPr>
          <w:trHeight w:val="617"/>
        </w:trPr>
        <w:tc>
          <w:tcPr>
            <w:tcW w:w="3391" w:type="dxa"/>
            <w:shd w:val="clear" w:color="auto" w:fill="auto"/>
            <w:vAlign w:val="center"/>
          </w:tcPr>
          <w:p w14:paraId="2588084C" w14:textId="77777777" w:rsidR="00F7719C" w:rsidRPr="006C0594" w:rsidRDefault="00F7719C" w:rsidP="000F62C5">
            <w:pPr>
              <w:jc w:val="both"/>
              <w:rPr>
                <w:rFonts w:eastAsia="標楷體"/>
                <w:b/>
                <w:bCs/>
                <w:color w:val="000000"/>
                <w:szCs w:val="20"/>
              </w:rPr>
            </w:pPr>
            <w:r w:rsidRPr="006C0594">
              <w:rPr>
                <w:rFonts w:eastAsia="標楷體" w:hint="eastAsia"/>
                <w:b/>
                <w:bCs/>
                <w:color w:val="000000"/>
                <w:szCs w:val="20"/>
              </w:rPr>
              <w:t>學校曾</w:t>
            </w:r>
            <w:proofErr w:type="gramStart"/>
            <w:r w:rsidRPr="006C0594">
              <w:rPr>
                <w:rFonts w:eastAsia="標楷體" w:hint="eastAsia"/>
                <w:b/>
                <w:bCs/>
                <w:color w:val="000000"/>
                <w:szCs w:val="20"/>
              </w:rPr>
              <w:t>收到裁校公文</w:t>
            </w:r>
            <w:proofErr w:type="gramEnd"/>
            <w:r w:rsidRPr="006C0594">
              <w:rPr>
                <w:rFonts w:eastAsia="標楷體" w:hint="eastAsia"/>
                <w:b/>
                <w:bCs/>
                <w:color w:val="000000"/>
                <w:szCs w:val="20"/>
              </w:rPr>
              <w:t>，或五年內有裁併校之疑慮</w:t>
            </w:r>
          </w:p>
        </w:tc>
        <w:tc>
          <w:tcPr>
            <w:tcW w:w="6237" w:type="dxa"/>
            <w:gridSpan w:val="10"/>
            <w:shd w:val="clear" w:color="auto" w:fill="auto"/>
          </w:tcPr>
          <w:p w14:paraId="6EB3018E" w14:textId="3167F8B0" w:rsidR="00F7719C" w:rsidRPr="006C0594" w:rsidRDefault="00F7719C" w:rsidP="006C0594">
            <w:pPr>
              <w:pStyle w:val="021"/>
              <w:ind w:rightChars="-19" w:right="-46"/>
              <w:rPr>
                <w:rFonts w:ascii="Times New Roman" w:eastAsia="標楷體" w:hAnsi="Times New Roman" w:cs="Times New Roman"/>
                <w:color w:val="000000"/>
              </w:rPr>
            </w:pPr>
            <w:r w:rsidRPr="006C0594">
              <w:rPr>
                <w:rFonts w:ascii="Times New Roman" w:eastAsia="標楷體" w:hAnsi="Times New Roman" w:cs="Times New Roman" w:hint="eastAsia"/>
                <w:color w:val="000000"/>
              </w:rPr>
              <w:t>是</w:t>
            </w:r>
            <w:r w:rsidRPr="006C0594">
              <w:rPr>
                <w:rFonts w:ascii="Times New Roman" w:eastAsia="標楷體" w:hAnsi="Times New Roman" w:cs="Times New Roman" w:hint="eastAsia"/>
                <w:color w:val="000000"/>
              </w:rPr>
              <w:t xml:space="preserve"> </w:t>
            </w:r>
            <w:r w:rsidR="008E1CFA" w:rsidRPr="008E1CFA">
              <w:rPr>
                <w:rFonts w:ascii="標楷體" w:eastAsia="標楷體" w:hAnsi="標楷體" w:cs="Times New Roman"/>
                <w:color w:val="000000"/>
              </w:rPr>
              <w:t>□</w:t>
            </w:r>
            <w:r w:rsidRPr="006C0594">
              <w:rPr>
                <w:rFonts w:ascii="標楷體" w:eastAsia="標楷體" w:hAnsi="標楷體" w:cs="Times New Roman" w:hint="eastAsia"/>
                <w:color w:val="000000"/>
              </w:rPr>
              <w:t xml:space="preserve">      </w:t>
            </w:r>
            <w:r w:rsidRPr="006C0594">
              <w:rPr>
                <w:rFonts w:ascii="Times New Roman" w:eastAsia="標楷體" w:hAnsi="Times New Roman" w:cs="Times New Roman" w:hint="eastAsia"/>
                <w:color w:val="000000"/>
              </w:rPr>
              <w:t>否</w:t>
            </w:r>
            <w:r w:rsidRPr="006C0594">
              <w:rPr>
                <w:rFonts w:ascii="Times New Roman" w:eastAsia="標楷體" w:hAnsi="Times New Roman" w:cs="Times New Roman" w:hint="eastAsia"/>
                <w:color w:val="000000"/>
              </w:rPr>
              <w:t xml:space="preserve"> </w:t>
            </w:r>
            <w:r w:rsidR="001423E9" w:rsidRPr="001423E9">
              <w:rPr>
                <w:rFonts w:ascii="Times New Roman" w:eastAsia="標楷體" w:hAnsi="Times New Roman" w:cs="Times New Roman" w:hint="eastAsia"/>
                <w:color w:val="FF0000"/>
              </w:rPr>
              <w:t>■</w:t>
            </w:r>
          </w:p>
        </w:tc>
      </w:tr>
      <w:tr w:rsidR="00F7719C" w14:paraId="4BDA96BA" w14:textId="77777777" w:rsidTr="000F62C5">
        <w:trPr>
          <w:trHeight w:val="545"/>
        </w:trPr>
        <w:tc>
          <w:tcPr>
            <w:tcW w:w="3391" w:type="dxa"/>
            <w:shd w:val="clear" w:color="auto" w:fill="auto"/>
            <w:vAlign w:val="center"/>
          </w:tcPr>
          <w:p w14:paraId="5D2FB99D" w14:textId="77777777" w:rsidR="00F7719C" w:rsidRPr="006C0594" w:rsidRDefault="00F7719C" w:rsidP="000F62C5">
            <w:pPr>
              <w:jc w:val="both"/>
              <w:rPr>
                <w:rFonts w:eastAsia="標楷體"/>
                <w:b/>
                <w:bCs/>
                <w:color w:val="000000"/>
                <w:szCs w:val="20"/>
              </w:rPr>
            </w:pPr>
            <w:r w:rsidRPr="006C0594">
              <w:rPr>
                <w:rFonts w:eastAsia="標楷體"/>
                <w:b/>
                <w:bCs/>
                <w:color w:val="000000"/>
                <w:szCs w:val="20"/>
              </w:rPr>
              <w:t>學校班級數</w:t>
            </w:r>
          </w:p>
        </w:tc>
        <w:tc>
          <w:tcPr>
            <w:tcW w:w="6237" w:type="dxa"/>
            <w:gridSpan w:val="10"/>
            <w:shd w:val="clear" w:color="auto" w:fill="auto"/>
          </w:tcPr>
          <w:p w14:paraId="0AF09D98" w14:textId="7ED38DDE" w:rsidR="00F7719C" w:rsidRPr="00D4751F" w:rsidRDefault="00C73EF7" w:rsidP="006C0594">
            <w:pPr>
              <w:ind w:rightChars="28" w:right="67"/>
            </w:pPr>
            <w:r>
              <w:rPr>
                <w:rFonts w:eastAsia="標楷體" w:hint="eastAsia"/>
                <w:color w:val="FF0000"/>
              </w:rPr>
              <w:t>30</w:t>
            </w:r>
            <w:r w:rsidR="00F7719C" w:rsidRPr="006C0594">
              <w:rPr>
                <w:rFonts w:eastAsia="標楷體"/>
              </w:rPr>
              <w:t>班</w:t>
            </w:r>
          </w:p>
        </w:tc>
      </w:tr>
      <w:tr w:rsidR="00F7719C" w:rsidRPr="00742EED" w14:paraId="04A3C806" w14:textId="77777777" w:rsidTr="000F62C5">
        <w:trPr>
          <w:trHeight w:val="545"/>
        </w:trPr>
        <w:tc>
          <w:tcPr>
            <w:tcW w:w="3391" w:type="dxa"/>
            <w:shd w:val="clear" w:color="auto" w:fill="auto"/>
            <w:vAlign w:val="center"/>
          </w:tcPr>
          <w:p w14:paraId="1BD5347D" w14:textId="77777777" w:rsidR="00F7719C" w:rsidRPr="00D4751F" w:rsidRDefault="00F7719C" w:rsidP="000F62C5">
            <w:pPr>
              <w:jc w:val="both"/>
            </w:pPr>
            <w:r w:rsidRPr="006C0594">
              <w:rPr>
                <w:rFonts w:eastAsia="標楷體"/>
                <w:b/>
                <w:bCs/>
                <w:color w:val="000000"/>
                <w:szCs w:val="20"/>
              </w:rPr>
              <w:t>學生人數</w:t>
            </w:r>
          </w:p>
        </w:tc>
        <w:tc>
          <w:tcPr>
            <w:tcW w:w="686" w:type="dxa"/>
            <w:gridSpan w:val="2"/>
            <w:shd w:val="clear" w:color="auto" w:fill="auto"/>
          </w:tcPr>
          <w:p w14:paraId="5D4B6DDC" w14:textId="77777777" w:rsidR="00F7719C" w:rsidRPr="006C0594" w:rsidRDefault="00F7719C" w:rsidP="006C0594">
            <w:pPr>
              <w:pStyle w:val="021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6C0594">
              <w:rPr>
                <w:rFonts w:ascii="Times New Roman" w:eastAsia="標楷體" w:hAnsi="Times New Roman" w:cs="Times New Roman"/>
                <w:color w:val="000000"/>
              </w:rPr>
              <w:t>男</w:t>
            </w:r>
          </w:p>
        </w:tc>
        <w:tc>
          <w:tcPr>
            <w:tcW w:w="1393" w:type="dxa"/>
            <w:gridSpan w:val="3"/>
            <w:shd w:val="clear" w:color="auto" w:fill="auto"/>
          </w:tcPr>
          <w:p w14:paraId="31C27195" w14:textId="3B72F5B9" w:rsidR="00F7719C" w:rsidRPr="006C0594" w:rsidRDefault="00C73EF7" w:rsidP="006C0594">
            <w:pPr>
              <w:pStyle w:val="021"/>
              <w:ind w:rightChars="-19" w:right="-46"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</w:rPr>
              <w:t>450</w:t>
            </w:r>
            <w:r w:rsidR="00F7719C" w:rsidRPr="006C0594">
              <w:rPr>
                <w:rFonts w:ascii="Times New Roman" w:eastAsia="標楷體" w:hAnsi="Times New Roman" w:cs="Times New Roman"/>
                <w:color w:val="000000"/>
              </w:rPr>
              <w:t>人</w:t>
            </w:r>
          </w:p>
        </w:tc>
        <w:tc>
          <w:tcPr>
            <w:tcW w:w="592" w:type="dxa"/>
            <w:gridSpan w:val="2"/>
            <w:shd w:val="clear" w:color="auto" w:fill="auto"/>
          </w:tcPr>
          <w:p w14:paraId="0B8C20BF" w14:textId="77777777" w:rsidR="00F7719C" w:rsidRPr="006C0594" w:rsidRDefault="00F7719C" w:rsidP="006C0594">
            <w:pPr>
              <w:widowControl/>
              <w:rPr>
                <w:rFonts w:eastAsia="標楷體"/>
                <w:color w:val="000000"/>
              </w:rPr>
            </w:pPr>
            <w:r w:rsidRPr="006C0594">
              <w:rPr>
                <w:rFonts w:eastAsia="標楷體"/>
                <w:color w:val="000000"/>
              </w:rPr>
              <w:t>女</w:t>
            </w:r>
          </w:p>
        </w:tc>
        <w:tc>
          <w:tcPr>
            <w:tcW w:w="1487" w:type="dxa"/>
            <w:shd w:val="clear" w:color="auto" w:fill="auto"/>
          </w:tcPr>
          <w:p w14:paraId="19D0FB08" w14:textId="60C4E4E5" w:rsidR="00F7719C" w:rsidRPr="006C0594" w:rsidRDefault="00C73EF7" w:rsidP="006C0594">
            <w:pPr>
              <w:pStyle w:val="021"/>
              <w:ind w:rightChars="-19" w:right="-46"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</w:rPr>
              <w:t>450</w:t>
            </w:r>
            <w:r w:rsidR="00F7719C" w:rsidRPr="006C0594">
              <w:rPr>
                <w:rFonts w:ascii="Times New Roman" w:eastAsia="標楷體" w:hAnsi="Times New Roman" w:cs="Times New Roman"/>
                <w:color w:val="000000"/>
              </w:rPr>
              <w:t>人</w:t>
            </w:r>
          </w:p>
        </w:tc>
        <w:tc>
          <w:tcPr>
            <w:tcW w:w="1039" w:type="dxa"/>
            <w:shd w:val="clear" w:color="auto" w:fill="auto"/>
          </w:tcPr>
          <w:p w14:paraId="013B2BDD" w14:textId="77777777" w:rsidR="00F7719C" w:rsidRPr="006C0594" w:rsidRDefault="00F7719C" w:rsidP="006C0594">
            <w:pPr>
              <w:widowControl/>
              <w:rPr>
                <w:rFonts w:eastAsia="標楷體"/>
                <w:color w:val="000000"/>
              </w:rPr>
            </w:pPr>
            <w:r w:rsidRPr="006C0594">
              <w:rPr>
                <w:rFonts w:eastAsia="標楷體"/>
                <w:color w:val="000000"/>
                <w:kern w:val="0"/>
              </w:rPr>
              <w:t>總計</w:t>
            </w:r>
          </w:p>
        </w:tc>
        <w:tc>
          <w:tcPr>
            <w:tcW w:w="1040" w:type="dxa"/>
            <w:shd w:val="clear" w:color="auto" w:fill="auto"/>
          </w:tcPr>
          <w:p w14:paraId="560E7B7A" w14:textId="35111043" w:rsidR="00F7719C" w:rsidRPr="006C0594" w:rsidRDefault="00C73EF7" w:rsidP="006C0594">
            <w:pPr>
              <w:pStyle w:val="021"/>
              <w:ind w:rightChars="-19" w:right="-46"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</w:rPr>
              <w:t>900</w:t>
            </w:r>
            <w:r w:rsidR="00F7719C" w:rsidRPr="006C0594">
              <w:rPr>
                <w:rFonts w:ascii="Times New Roman" w:eastAsia="標楷體" w:hAnsi="Times New Roman" w:cs="Times New Roman"/>
                <w:color w:val="000000"/>
              </w:rPr>
              <w:t>人</w:t>
            </w:r>
          </w:p>
        </w:tc>
      </w:tr>
      <w:tr w:rsidR="00C73EF7" w14:paraId="0F4A69F0" w14:textId="77777777" w:rsidTr="000F62C5">
        <w:trPr>
          <w:trHeight w:val="545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14:paraId="1A3D3ED0" w14:textId="77777777" w:rsidR="00C73EF7" w:rsidRPr="006C0594" w:rsidRDefault="00C73EF7" w:rsidP="00C73EF7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/>
                <w:bCs/>
                <w:color w:val="000000"/>
                <w:szCs w:val="20"/>
              </w:rPr>
            </w:pPr>
            <w:r w:rsidRPr="006C0594">
              <w:rPr>
                <w:rFonts w:ascii="Times New Roman" w:eastAsia="標楷體" w:hAnsi="Times New Roman" w:cs="Times New Roman" w:hint="eastAsia"/>
                <w:b/>
                <w:bCs/>
                <w:color w:val="000000"/>
                <w:szCs w:val="20"/>
              </w:rPr>
              <w:t>學校所</w:t>
            </w:r>
            <w:r w:rsidRPr="006C0594">
              <w:rPr>
                <w:rFonts w:ascii="Times New Roman" w:eastAsia="標楷體" w:hAnsi="Times New Roman" w:cs="Times New Roman"/>
                <w:b/>
                <w:bCs/>
                <w:color w:val="000000"/>
                <w:szCs w:val="20"/>
              </w:rPr>
              <w:t>有廁所及設備數量</w:t>
            </w:r>
          </w:p>
        </w:tc>
        <w:tc>
          <w:tcPr>
            <w:tcW w:w="6237" w:type="dxa"/>
            <w:gridSpan w:val="10"/>
            <w:shd w:val="clear" w:color="auto" w:fill="auto"/>
          </w:tcPr>
          <w:p w14:paraId="3A9F609E" w14:textId="61503E43" w:rsidR="00C73EF7" w:rsidRPr="006C0594" w:rsidRDefault="00C73EF7" w:rsidP="00C73EF7">
            <w:pPr>
              <w:pStyle w:val="021"/>
              <w:spacing w:before="0" w:beforeAutospacing="0" w:after="0" w:afterAutospacing="0"/>
              <w:ind w:right="17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總廁所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FF0000"/>
              </w:rPr>
              <w:t>18</w:t>
            </w:r>
            <w:r>
              <w:rPr>
                <w:rFonts w:ascii="Times New Roman" w:eastAsia="標楷體" w:hAnsi="Times New Roman" w:cs="Times New Roman"/>
                <w:color w:val="000000"/>
              </w:rPr>
              <w:t>間（有「固定於地板並通達天花板以上分隔建築物內部空間之分間牆」者計算為</w:t>
            </w:r>
            <w:r>
              <w:rPr>
                <w:rFonts w:ascii="Times New Roman" w:eastAsia="標楷體" w:hAnsi="Times New Roman" w:cs="Times New Roman"/>
                <w:color w:val="000000"/>
              </w:rPr>
              <w:t>1</w:t>
            </w:r>
            <w:r>
              <w:rPr>
                <w:rFonts w:ascii="Times New Roman" w:eastAsia="標楷體" w:hAnsi="Times New Roman" w:cs="Times New Roman"/>
                <w:color w:val="000000"/>
              </w:rPr>
              <w:t>間）</w:t>
            </w:r>
          </w:p>
        </w:tc>
      </w:tr>
      <w:tr w:rsidR="00C73EF7" w14:paraId="2D4B2F18" w14:textId="77777777" w:rsidTr="000F62C5">
        <w:trPr>
          <w:trHeight w:val="545"/>
        </w:trPr>
        <w:tc>
          <w:tcPr>
            <w:tcW w:w="3391" w:type="dxa"/>
            <w:vMerge/>
            <w:shd w:val="clear" w:color="auto" w:fill="auto"/>
            <w:vAlign w:val="center"/>
          </w:tcPr>
          <w:p w14:paraId="34CEDC2D" w14:textId="77777777" w:rsidR="00C73EF7" w:rsidRPr="006C0594" w:rsidRDefault="00C73EF7" w:rsidP="00C73EF7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6237" w:type="dxa"/>
            <w:gridSpan w:val="10"/>
            <w:shd w:val="clear" w:color="auto" w:fill="auto"/>
          </w:tcPr>
          <w:p w14:paraId="7EE188D4" w14:textId="73217EA5" w:rsidR="00C73EF7" w:rsidRPr="006C0594" w:rsidRDefault="00C73EF7" w:rsidP="00C73EF7">
            <w:pPr>
              <w:pStyle w:val="021"/>
              <w:spacing w:before="0" w:beforeAutospacing="0" w:after="0" w:afterAutospacing="0"/>
              <w:ind w:right="3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無障礙廁所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標楷體" w:hAnsi="Times New Roman" w:cs="Times New Roman"/>
                <w:color w:val="FF0000"/>
              </w:rPr>
              <w:t>1</w:t>
            </w:r>
            <w:r>
              <w:rPr>
                <w:rFonts w:ascii="Times New Roman" w:eastAsia="標楷體" w:hAnsi="Times New Roman" w:cs="Times New Roman"/>
                <w:color w:val="000000"/>
              </w:rPr>
              <w:t>間</w:t>
            </w:r>
          </w:p>
        </w:tc>
      </w:tr>
      <w:tr w:rsidR="00C73EF7" w14:paraId="2B94B2C4" w14:textId="77777777" w:rsidTr="000F62C5">
        <w:trPr>
          <w:trHeight w:val="545"/>
        </w:trPr>
        <w:tc>
          <w:tcPr>
            <w:tcW w:w="3391" w:type="dxa"/>
            <w:vMerge/>
            <w:shd w:val="clear" w:color="auto" w:fill="auto"/>
            <w:vAlign w:val="center"/>
          </w:tcPr>
          <w:p w14:paraId="385A6BC9" w14:textId="77777777" w:rsidR="00C73EF7" w:rsidRPr="006C0594" w:rsidRDefault="00C73EF7" w:rsidP="00C73EF7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6237" w:type="dxa"/>
            <w:gridSpan w:val="10"/>
            <w:shd w:val="clear" w:color="auto" w:fill="auto"/>
          </w:tcPr>
          <w:p w14:paraId="7FE5BD1B" w14:textId="30451954" w:rsidR="00C73EF7" w:rsidRPr="006C0594" w:rsidRDefault="00C73EF7" w:rsidP="00C73EF7">
            <w:pPr>
              <w:pStyle w:val="021"/>
              <w:spacing w:before="0" w:beforeAutospacing="0" w:after="0" w:afterAutospacing="0"/>
              <w:ind w:right="3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男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000000"/>
              </w:rPr>
              <w:t>廁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FF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間，大便器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FF0000"/>
              </w:rPr>
              <w:t>30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</w:rPr>
              <w:t>個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</w:rPr>
              <w:t>，小便器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FF0000"/>
              </w:rPr>
              <w:t>40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color w:val="000000"/>
              </w:rPr>
              <w:t>個</w:t>
            </w:r>
          </w:p>
        </w:tc>
      </w:tr>
      <w:tr w:rsidR="00C73EF7" w14:paraId="3E4D2078" w14:textId="77777777" w:rsidTr="000F62C5">
        <w:trPr>
          <w:trHeight w:val="545"/>
        </w:trPr>
        <w:tc>
          <w:tcPr>
            <w:tcW w:w="3391" w:type="dxa"/>
            <w:vMerge/>
            <w:shd w:val="clear" w:color="auto" w:fill="auto"/>
            <w:vAlign w:val="center"/>
          </w:tcPr>
          <w:p w14:paraId="029AC9B8" w14:textId="77777777" w:rsidR="00C73EF7" w:rsidRPr="006C0594" w:rsidRDefault="00C73EF7" w:rsidP="00C73EF7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6237" w:type="dxa"/>
            <w:gridSpan w:val="10"/>
            <w:shd w:val="clear" w:color="auto" w:fill="auto"/>
          </w:tcPr>
          <w:p w14:paraId="07395A62" w14:textId="48BC7C1B" w:rsidR="00C73EF7" w:rsidRPr="006C0594" w:rsidRDefault="00C73EF7" w:rsidP="00C73EF7">
            <w:pPr>
              <w:pStyle w:val="021"/>
              <w:spacing w:before="0" w:beforeAutospacing="0" w:after="0" w:afterAutospacing="0"/>
              <w:ind w:right="3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女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000000"/>
              </w:rPr>
              <w:t>廁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FF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間，大便器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FF0000"/>
              </w:rPr>
              <w:t>40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</w:rPr>
              <w:t>個</w:t>
            </w:r>
            <w:proofErr w:type="gramEnd"/>
          </w:p>
        </w:tc>
      </w:tr>
      <w:tr w:rsidR="00C73EF7" w14:paraId="3B98FF0F" w14:textId="77777777" w:rsidTr="000F62C5">
        <w:trPr>
          <w:trHeight w:val="545"/>
        </w:trPr>
        <w:tc>
          <w:tcPr>
            <w:tcW w:w="3391" w:type="dxa"/>
            <w:vMerge/>
            <w:shd w:val="clear" w:color="auto" w:fill="auto"/>
            <w:vAlign w:val="center"/>
          </w:tcPr>
          <w:p w14:paraId="2FE37546" w14:textId="77777777" w:rsidR="00C73EF7" w:rsidRPr="006C0594" w:rsidRDefault="00C73EF7" w:rsidP="00C73EF7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6237" w:type="dxa"/>
            <w:gridSpan w:val="10"/>
            <w:shd w:val="clear" w:color="auto" w:fill="auto"/>
          </w:tcPr>
          <w:p w14:paraId="4416D93E" w14:textId="375ABB4D" w:rsidR="00C73EF7" w:rsidRPr="006C0594" w:rsidRDefault="00C73EF7" w:rsidP="00C73EF7">
            <w:pPr>
              <w:pStyle w:val="021"/>
              <w:spacing w:before="0" w:beforeAutospacing="0" w:after="0" w:afterAutospacing="0"/>
              <w:ind w:right="3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洗手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</w:rPr>
              <w:t>臺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color w:val="FF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color w:val="000000"/>
              </w:rPr>
              <w:t>個</w:t>
            </w:r>
          </w:p>
        </w:tc>
      </w:tr>
      <w:tr w:rsidR="008D04DF" w14:paraId="69E15C42" w14:textId="77777777" w:rsidTr="00AC60DD">
        <w:trPr>
          <w:cantSplit/>
          <w:trHeight w:val="1134"/>
        </w:trPr>
        <w:tc>
          <w:tcPr>
            <w:tcW w:w="3391" w:type="dxa"/>
            <w:shd w:val="clear" w:color="auto" w:fill="auto"/>
            <w:vAlign w:val="center"/>
          </w:tcPr>
          <w:p w14:paraId="777DACA0" w14:textId="77777777" w:rsidR="008D04DF" w:rsidRPr="006C0594" w:rsidRDefault="008D04DF" w:rsidP="000F62C5">
            <w:pPr>
              <w:snapToGrid w:val="0"/>
              <w:jc w:val="both"/>
              <w:rPr>
                <w:rFonts w:eastAsia="標楷體" w:hAnsi="標楷體"/>
                <w:b/>
              </w:rPr>
            </w:pPr>
            <w:r w:rsidRPr="006C0594">
              <w:rPr>
                <w:rFonts w:eastAsia="標楷體" w:hAnsi="標楷體" w:hint="eastAsia"/>
                <w:b/>
              </w:rPr>
              <w:t>學校狀況</w:t>
            </w:r>
          </w:p>
        </w:tc>
        <w:tc>
          <w:tcPr>
            <w:tcW w:w="526" w:type="dxa"/>
            <w:shd w:val="clear" w:color="auto" w:fill="auto"/>
          </w:tcPr>
          <w:p w14:paraId="2B546F96" w14:textId="49FE71CB" w:rsidR="008D04DF" w:rsidRPr="006C0594" w:rsidRDefault="001423E9" w:rsidP="006C0594">
            <w:pPr>
              <w:ind w:rightChars="1307" w:right="3137"/>
              <w:jc w:val="right"/>
              <w:rPr>
                <w:rFonts w:eastAsia="標楷體" w:hAnsi="標楷體"/>
                <w:sz w:val="22"/>
                <w:szCs w:val="22"/>
              </w:rPr>
            </w:pPr>
            <w:r w:rsidRPr="001423E9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■</w:t>
            </w:r>
            <w:r w:rsidR="008D04DF" w:rsidRPr="006C0594">
              <w:rPr>
                <w:rFonts w:ascii="標楷體" w:eastAsia="標楷體" w:hAnsi="標楷體" w:hint="eastAsia"/>
                <w:sz w:val="22"/>
                <w:szCs w:val="22"/>
              </w:rPr>
              <w:t>一般學校</w:t>
            </w:r>
          </w:p>
        </w:tc>
        <w:tc>
          <w:tcPr>
            <w:tcW w:w="526" w:type="dxa"/>
            <w:gridSpan w:val="2"/>
            <w:shd w:val="clear" w:color="auto" w:fill="auto"/>
          </w:tcPr>
          <w:p w14:paraId="614991E6" w14:textId="77777777" w:rsidR="008D04DF" w:rsidRPr="006C0594" w:rsidRDefault="008E1CFA" w:rsidP="006C0594">
            <w:pPr>
              <w:ind w:rightChars="1307" w:right="3137"/>
              <w:jc w:val="right"/>
              <w:rPr>
                <w:rFonts w:eastAsia="標楷體" w:hAnsi="標楷體"/>
                <w:sz w:val="22"/>
                <w:szCs w:val="22"/>
              </w:rPr>
            </w:pPr>
            <w:r w:rsidRPr="008E1CF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8D04DF" w:rsidRPr="006C0594">
              <w:rPr>
                <w:rFonts w:ascii="標楷體" w:eastAsia="標楷體" w:hAnsi="標楷體" w:hint="eastAsia"/>
                <w:sz w:val="22"/>
                <w:szCs w:val="22"/>
              </w:rPr>
              <w:t>偏遠學校</w:t>
            </w:r>
          </w:p>
        </w:tc>
        <w:tc>
          <w:tcPr>
            <w:tcW w:w="526" w:type="dxa"/>
            <w:shd w:val="clear" w:color="auto" w:fill="auto"/>
          </w:tcPr>
          <w:p w14:paraId="5E6F1E89" w14:textId="77777777" w:rsidR="008D04DF" w:rsidRPr="006C0594" w:rsidRDefault="008E1CFA" w:rsidP="006C0594">
            <w:pPr>
              <w:ind w:rightChars="1307" w:right="3137"/>
              <w:jc w:val="right"/>
              <w:rPr>
                <w:rFonts w:eastAsia="標楷體" w:hAnsi="標楷體"/>
                <w:sz w:val="22"/>
                <w:szCs w:val="22"/>
              </w:rPr>
            </w:pPr>
            <w:r w:rsidRPr="008E1CFA">
              <w:rPr>
                <w:rFonts w:ascii="標楷體" w:eastAsia="標楷體" w:hAnsi="標楷體"/>
                <w:sz w:val="22"/>
                <w:szCs w:val="22"/>
              </w:rPr>
              <w:t>□</w:t>
            </w:r>
            <w:proofErr w:type="gramStart"/>
            <w:r w:rsidR="008D04DF" w:rsidRPr="006C0594">
              <w:rPr>
                <w:rFonts w:ascii="標楷體" w:eastAsia="標楷體" w:hAnsi="標楷體" w:hint="eastAsia"/>
                <w:sz w:val="22"/>
                <w:szCs w:val="22"/>
              </w:rPr>
              <w:t>特偏學校</w:t>
            </w:r>
            <w:proofErr w:type="gramEnd"/>
          </w:p>
        </w:tc>
        <w:tc>
          <w:tcPr>
            <w:tcW w:w="526" w:type="dxa"/>
            <w:gridSpan w:val="2"/>
            <w:shd w:val="clear" w:color="auto" w:fill="auto"/>
          </w:tcPr>
          <w:p w14:paraId="67F362E1" w14:textId="77777777" w:rsidR="008D04DF" w:rsidRPr="006C0594" w:rsidRDefault="008E1CFA" w:rsidP="006C0594">
            <w:pPr>
              <w:ind w:rightChars="1307" w:right="3137"/>
              <w:jc w:val="right"/>
              <w:rPr>
                <w:rFonts w:eastAsia="標楷體" w:hAnsi="標楷體"/>
                <w:sz w:val="22"/>
                <w:szCs w:val="22"/>
              </w:rPr>
            </w:pPr>
            <w:r w:rsidRPr="008E1CF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8D04DF" w:rsidRPr="006C0594">
              <w:rPr>
                <w:rFonts w:ascii="標楷體" w:eastAsia="標楷體" w:hAnsi="標楷體" w:hint="eastAsia"/>
                <w:sz w:val="22"/>
                <w:szCs w:val="22"/>
              </w:rPr>
              <w:t>極偏學校</w:t>
            </w:r>
          </w:p>
        </w:tc>
        <w:tc>
          <w:tcPr>
            <w:tcW w:w="4133" w:type="dxa"/>
            <w:gridSpan w:val="4"/>
            <w:shd w:val="clear" w:color="auto" w:fill="auto"/>
          </w:tcPr>
          <w:p w14:paraId="2DF6A33E" w14:textId="1BF4D514" w:rsidR="0088381B" w:rsidRPr="006C0594" w:rsidRDefault="0088381B" w:rsidP="006C0594">
            <w:pPr>
              <w:spacing w:line="276" w:lineRule="auto"/>
              <w:ind w:rightChars="-38" w:right="-91"/>
              <w:jc w:val="both"/>
              <w:rPr>
                <w:rFonts w:eastAsia="標楷體" w:hAnsi="標楷體"/>
                <w:sz w:val="22"/>
                <w:szCs w:val="22"/>
              </w:rPr>
            </w:pPr>
          </w:p>
        </w:tc>
      </w:tr>
      <w:tr w:rsidR="006930A4" w14:paraId="544B971F" w14:textId="77777777" w:rsidTr="006930A4">
        <w:trPr>
          <w:cantSplit/>
          <w:trHeight w:val="1134"/>
        </w:trPr>
        <w:tc>
          <w:tcPr>
            <w:tcW w:w="3391" w:type="dxa"/>
            <w:shd w:val="clear" w:color="auto" w:fill="auto"/>
            <w:vAlign w:val="center"/>
          </w:tcPr>
          <w:p w14:paraId="6C3DDB19" w14:textId="4ECC54B0" w:rsidR="006930A4" w:rsidRPr="006C0594" w:rsidRDefault="006930A4" w:rsidP="000F62C5">
            <w:pPr>
              <w:snapToGrid w:val="0"/>
              <w:jc w:val="both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性別友善廁所預計設置情形</w:t>
            </w:r>
          </w:p>
        </w:tc>
        <w:tc>
          <w:tcPr>
            <w:tcW w:w="6237" w:type="dxa"/>
            <w:gridSpan w:val="10"/>
            <w:shd w:val="clear" w:color="auto" w:fill="auto"/>
            <w:vAlign w:val="center"/>
          </w:tcPr>
          <w:p w14:paraId="7C6BF2B9" w14:textId="0D5AD41D" w:rsidR="006930A4" w:rsidRPr="006C0594" w:rsidRDefault="006930A4" w:rsidP="006930A4">
            <w:pPr>
              <w:spacing w:line="276" w:lineRule="auto"/>
              <w:ind w:rightChars="-38" w:right="-91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eastAsia="標楷體" w:hAnsi="標楷體" w:hint="eastAsia"/>
                <w:sz w:val="22"/>
                <w:szCs w:val="22"/>
              </w:rPr>
              <w:t>本次共申請改善廁所</w:t>
            </w:r>
            <w:r>
              <w:rPr>
                <w:rFonts w:eastAsia="標楷體" w:hAnsi="標楷體" w:hint="eastAsia"/>
                <w:color w:val="FF0000"/>
                <w:sz w:val="22"/>
                <w:szCs w:val="22"/>
              </w:rPr>
              <w:t xml:space="preserve">　　</w:t>
            </w:r>
            <w:r>
              <w:rPr>
                <w:rFonts w:eastAsia="標楷體" w:hAnsi="標楷體" w:hint="eastAsia"/>
                <w:color w:val="FF0000"/>
                <w:sz w:val="22"/>
                <w:szCs w:val="22"/>
              </w:rPr>
              <w:t>00</w:t>
            </w:r>
            <w:r>
              <w:rPr>
                <w:rFonts w:eastAsia="標楷體" w:hAnsi="標楷體" w:hint="eastAsia"/>
                <w:sz w:val="22"/>
                <w:szCs w:val="22"/>
              </w:rPr>
              <w:t>間，其中預計設置性別友善廁所計</w:t>
            </w:r>
            <w:r>
              <w:rPr>
                <w:rFonts w:eastAsia="標楷體" w:hAnsi="標楷體" w:hint="eastAsia"/>
                <w:color w:val="FF0000"/>
                <w:sz w:val="22"/>
                <w:szCs w:val="22"/>
              </w:rPr>
              <w:t xml:space="preserve">　　　　　　</w:t>
            </w:r>
            <w:r>
              <w:rPr>
                <w:rFonts w:eastAsia="標楷體" w:hAnsi="標楷體" w:hint="eastAsia"/>
                <w:color w:val="FF0000"/>
                <w:sz w:val="22"/>
                <w:szCs w:val="22"/>
              </w:rPr>
              <w:t>00</w:t>
            </w:r>
            <w:r>
              <w:rPr>
                <w:rFonts w:eastAsia="標楷體" w:hAnsi="標楷體" w:hint="eastAsia"/>
                <w:sz w:val="22"/>
                <w:szCs w:val="22"/>
              </w:rPr>
              <w:t>間</w:t>
            </w:r>
            <w:r>
              <w:rPr>
                <w:rFonts w:eastAsia="標楷體" w:hAnsi="標楷體" w:hint="eastAsia"/>
                <w:sz w:val="22"/>
                <w:szCs w:val="22"/>
              </w:rPr>
              <w:t>(</w:t>
            </w:r>
            <w:r>
              <w:rPr>
                <w:rFonts w:eastAsia="標楷體" w:hAnsi="標楷體" w:hint="eastAsia"/>
                <w:sz w:val="22"/>
                <w:szCs w:val="22"/>
              </w:rPr>
              <w:t>無則填</w:t>
            </w:r>
            <w:r>
              <w:rPr>
                <w:rFonts w:eastAsia="標楷體" w:hAnsi="標楷體" w:hint="eastAsia"/>
                <w:sz w:val="22"/>
                <w:szCs w:val="22"/>
              </w:rPr>
              <w:t>0</w:t>
            </w:r>
            <w:r>
              <w:rPr>
                <w:rFonts w:eastAsia="標楷體" w:hAnsi="標楷體" w:hint="eastAsia"/>
                <w:sz w:val="22"/>
                <w:szCs w:val="22"/>
              </w:rPr>
              <w:t>間</w:t>
            </w:r>
            <w:r>
              <w:rPr>
                <w:rFonts w:eastAsia="標楷體" w:hAnsi="標楷體" w:hint="eastAsia"/>
                <w:sz w:val="22"/>
                <w:szCs w:val="22"/>
              </w:rPr>
              <w:t>)</w:t>
            </w:r>
          </w:p>
        </w:tc>
      </w:tr>
    </w:tbl>
    <w:p w14:paraId="4064C35C" w14:textId="77777777" w:rsidR="000F62C5" w:rsidRDefault="000F62C5" w:rsidP="00CB3526">
      <w:pPr>
        <w:pStyle w:val="a0"/>
        <w:rPr>
          <w:rFonts w:ascii="標楷體" w:eastAsia="標楷體" w:hAnsi="標楷體"/>
          <w:b/>
          <w:color w:val="000000"/>
          <w:szCs w:val="28"/>
          <w:lang w:eastAsia="zh-TW"/>
        </w:rPr>
      </w:pPr>
    </w:p>
    <w:p w14:paraId="59F897C4" w14:textId="77777777" w:rsidR="000F62C5" w:rsidRPr="001423E9" w:rsidRDefault="000F62C5">
      <w:pPr>
        <w:widowControl/>
        <w:rPr>
          <w:rFonts w:ascii="標楷體" w:eastAsia="標楷體" w:hAnsi="標楷體"/>
          <w:b/>
          <w:color w:val="FF0000"/>
          <w:sz w:val="28"/>
          <w:szCs w:val="28"/>
          <w:lang w:val="x-none"/>
        </w:rPr>
      </w:pPr>
      <w:r>
        <w:rPr>
          <w:rFonts w:ascii="標楷體" w:eastAsia="標楷體" w:hAnsi="標楷體"/>
          <w:b/>
          <w:color w:val="000000"/>
          <w:szCs w:val="28"/>
        </w:rPr>
        <w:br w:type="page"/>
      </w:r>
    </w:p>
    <w:p w14:paraId="536D7B6A" w14:textId="2BE4FA67" w:rsidR="004A5FD7" w:rsidRPr="004A5FD7" w:rsidRDefault="004A5FD7" w:rsidP="000F62C5">
      <w:pPr>
        <w:pStyle w:val="a0"/>
        <w:numPr>
          <w:ilvl w:val="0"/>
          <w:numId w:val="5"/>
        </w:numPr>
        <w:ind w:left="567" w:hanging="567"/>
        <w:rPr>
          <w:rFonts w:ascii="標楷體" w:eastAsia="標楷體" w:hAnsi="標楷體"/>
          <w:b/>
          <w:color w:val="000000"/>
          <w:szCs w:val="28"/>
        </w:rPr>
      </w:pPr>
      <w:r>
        <w:rPr>
          <w:rFonts w:ascii="標楷體" w:eastAsia="標楷體" w:hAnsi="標楷體" w:hint="eastAsia"/>
          <w:b/>
          <w:color w:val="000000"/>
          <w:szCs w:val="28"/>
          <w:lang w:eastAsia="zh-TW"/>
        </w:rPr>
        <w:lastRenderedPageBreak/>
        <w:t>聯絡</w:t>
      </w:r>
      <w:r w:rsidRPr="00D54A54">
        <w:rPr>
          <w:rFonts w:ascii="標楷體" w:eastAsia="標楷體" w:hAnsi="標楷體" w:hint="eastAsia"/>
          <w:b/>
          <w:color w:val="000000"/>
          <w:szCs w:val="28"/>
          <w:lang w:eastAsia="zh-TW"/>
        </w:rPr>
        <w:t>資料</w:t>
      </w:r>
    </w:p>
    <w:tbl>
      <w:tblPr>
        <w:tblW w:w="90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909"/>
        <w:gridCol w:w="1776"/>
        <w:gridCol w:w="1559"/>
        <w:gridCol w:w="2162"/>
      </w:tblGrid>
      <w:tr w:rsidR="00FE4CC4" w:rsidRPr="00443B6E" w14:paraId="6E285D1D" w14:textId="77777777" w:rsidTr="004A5FD7">
        <w:trPr>
          <w:trHeight w:val="755"/>
          <w:jc w:val="center"/>
        </w:trPr>
        <w:tc>
          <w:tcPr>
            <w:tcW w:w="612" w:type="dxa"/>
            <w:vMerge w:val="restart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  <w:vAlign w:val="center"/>
          </w:tcPr>
          <w:p w14:paraId="0EDC69DA" w14:textId="77777777" w:rsidR="00FE4CC4" w:rsidRPr="00742EED" w:rsidRDefault="00FE4CC4" w:rsidP="00FE4CC4">
            <w:pPr>
              <w:jc w:val="center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學校聯絡方式</w:t>
            </w:r>
          </w:p>
        </w:tc>
        <w:tc>
          <w:tcPr>
            <w:tcW w:w="2909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14:paraId="38D59B0D" w14:textId="77777777" w:rsidR="00FE4CC4" w:rsidRPr="00742EED" w:rsidRDefault="00FE4CC4" w:rsidP="00FE4CC4">
            <w:pPr>
              <w:snapToGrid w:val="0"/>
              <w:jc w:val="both"/>
              <w:rPr>
                <w:rFonts w:eastAsia="標楷體" w:hAnsi="標楷體"/>
                <w:b/>
              </w:rPr>
            </w:pPr>
            <w:r w:rsidRPr="007506D2">
              <w:rPr>
                <w:rFonts w:ascii="標楷體" w:eastAsia="標楷體" w:hAnsi="標楷體" w:hint="eastAsia"/>
                <w:b/>
                <w:bCs/>
                <w:szCs w:val="20"/>
              </w:rPr>
              <w:t>業務承辦人</w:t>
            </w:r>
          </w:p>
        </w:tc>
        <w:tc>
          <w:tcPr>
            <w:tcW w:w="1776" w:type="dxa"/>
            <w:tcBorders>
              <w:top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A06CE" w14:textId="56E5FA50" w:rsidR="00FE4CC4" w:rsidRPr="00443B6E" w:rsidRDefault="00FE4CC4" w:rsidP="00FE4CC4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3F8CF" w14:textId="77777777" w:rsidR="00FE4CC4" w:rsidRPr="00443B6E" w:rsidRDefault="00FE4CC4" w:rsidP="00FE4CC4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443B6E">
              <w:rPr>
                <w:rFonts w:ascii="標楷體" w:eastAsia="標楷體" w:hAnsi="標楷體" w:hint="eastAsia"/>
                <w:b/>
                <w:bCs/>
                <w:szCs w:val="20"/>
              </w:rPr>
              <w:t>職稱</w:t>
            </w:r>
          </w:p>
        </w:tc>
        <w:tc>
          <w:tcPr>
            <w:tcW w:w="2162" w:type="dxa"/>
            <w:tcBorders>
              <w:top w:val="single" w:sz="18" w:space="0" w:color="000000"/>
              <w:left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CFCED4C" w14:textId="4FC0C0BA" w:rsidR="00FE4CC4" w:rsidRPr="00443B6E" w:rsidRDefault="00FE4CC4" w:rsidP="00FE4CC4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FE4CC4" w:rsidRPr="00443B6E" w14:paraId="561C7151" w14:textId="77777777" w:rsidTr="004A5FD7">
        <w:trPr>
          <w:trHeight w:val="755"/>
          <w:jc w:val="center"/>
        </w:trPr>
        <w:tc>
          <w:tcPr>
            <w:tcW w:w="612" w:type="dxa"/>
            <w:vMerge/>
            <w:tcBorders>
              <w:left w:val="single" w:sz="18" w:space="0" w:color="000000"/>
            </w:tcBorders>
            <w:shd w:val="clear" w:color="auto" w:fill="auto"/>
          </w:tcPr>
          <w:p w14:paraId="1D891FF1" w14:textId="77777777" w:rsidR="00FE4CC4" w:rsidRPr="00742EED" w:rsidRDefault="00FE4CC4" w:rsidP="00FE4CC4">
            <w:pPr>
              <w:rPr>
                <w:rFonts w:eastAsia="標楷體" w:hAnsi="標楷體"/>
                <w:b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309B2483" w14:textId="77777777" w:rsidR="00FE4CC4" w:rsidRPr="00742EED" w:rsidRDefault="00FE4CC4" w:rsidP="00FE4CC4">
            <w:pPr>
              <w:snapToGrid w:val="0"/>
              <w:jc w:val="both"/>
              <w:rPr>
                <w:rFonts w:ascii="標楷體" w:eastAsia="標楷體" w:hAnsi="標楷體"/>
                <w:b/>
                <w:bCs/>
              </w:rPr>
            </w:pPr>
            <w:r w:rsidRPr="00742EED">
              <w:rPr>
                <w:rFonts w:ascii="標楷體" w:eastAsia="標楷體" w:hAnsi="標楷體"/>
                <w:b/>
                <w:bCs/>
              </w:rPr>
              <w:t>聯絡電話</w:t>
            </w:r>
          </w:p>
        </w:tc>
        <w:tc>
          <w:tcPr>
            <w:tcW w:w="5497" w:type="dxa"/>
            <w:gridSpan w:val="3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4AD485C3" w14:textId="30AE8E77" w:rsidR="00FE4CC4" w:rsidRPr="00443B6E" w:rsidRDefault="00FE4CC4" w:rsidP="00FE4CC4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FE4CC4" w:rsidRPr="00443B6E" w14:paraId="2CB5CEE9" w14:textId="77777777" w:rsidTr="004A5FD7">
        <w:trPr>
          <w:trHeight w:val="755"/>
          <w:jc w:val="center"/>
        </w:trPr>
        <w:tc>
          <w:tcPr>
            <w:tcW w:w="612" w:type="dxa"/>
            <w:vMerge/>
            <w:tcBorders>
              <w:left w:val="single" w:sz="18" w:space="0" w:color="000000"/>
            </w:tcBorders>
            <w:shd w:val="clear" w:color="auto" w:fill="auto"/>
          </w:tcPr>
          <w:p w14:paraId="1C340459" w14:textId="77777777" w:rsidR="00FE4CC4" w:rsidRPr="00742EED" w:rsidRDefault="00FE4CC4" w:rsidP="00FE4CC4">
            <w:pPr>
              <w:rPr>
                <w:rFonts w:eastAsia="標楷體" w:hAnsi="標楷體"/>
                <w:b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12978E98" w14:textId="77777777" w:rsidR="00FE4CC4" w:rsidRPr="00742EED" w:rsidRDefault="00FE4CC4" w:rsidP="00FE4CC4">
            <w:pPr>
              <w:snapToGrid w:val="0"/>
              <w:jc w:val="both"/>
              <w:rPr>
                <w:rFonts w:eastAsia="標楷體"/>
                <w:b/>
                <w:bCs/>
              </w:rPr>
            </w:pPr>
            <w:r w:rsidRPr="00742EED">
              <w:rPr>
                <w:rFonts w:eastAsia="標楷體"/>
                <w:b/>
                <w:bCs/>
              </w:rPr>
              <w:t>E-MAIL</w:t>
            </w:r>
          </w:p>
        </w:tc>
        <w:tc>
          <w:tcPr>
            <w:tcW w:w="5497" w:type="dxa"/>
            <w:gridSpan w:val="3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5B4622E7" w14:textId="3FA3978C" w:rsidR="00FE4CC4" w:rsidRPr="00443B6E" w:rsidRDefault="00FE4CC4" w:rsidP="00FE4CC4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FE4CC4" w14:paraId="1589A410" w14:textId="77777777" w:rsidTr="003631AD">
        <w:trPr>
          <w:trHeight w:val="1918"/>
          <w:jc w:val="center"/>
        </w:trPr>
        <w:tc>
          <w:tcPr>
            <w:tcW w:w="612" w:type="dxa"/>
            <w:vMerge/>
            <w:tcBorders>
              <w:left w:val="single" w:sz="18" w:space="0" w:color="000000"/>
            </w:tcBorders>
            <w:shd w:val="clear" w:color="auto" w:fill="auto"/>
          </w:tcPr>
          <w:p w14:paraId="55CF9610" w14:textId="77777777" w:rsidR="00FE4CC4" w:rsidRPr="00742EED" w:rsidRDefault="00FE4CC4" w:rsidP="00FE4CC4">
            <w:pPr>
              <w:rPr>
                <w:rFonts w:eastAsia="標楷體" w:hAnsi="標楷體"/>
                <w:b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17BCC05A" w14:textId="77777777" w:rsidR="00FE4CC4" w:rsidRPr="00742EED" w:rsidRDefault="00FE4CC4" w:rsidP="00FE4CC4">
            <w:pPr>
              <w:snapToGrid w:val="0"/>
              <w:jc w:val="both"/>
              <w:rPr>
                <w:rFonts w:ascii="標楷體" w:eastAsia="標楷體" w:hAnsi="標楷體"/>
                <w:b/>
                <w:bCs/>
              </w:rPr>
            </w:pPr>
            <w:r w:rsidRPr="007506D2">
              <w:rPr>
                <w:rFonts w:ascii="標楷體" w:eastAsia="標楷體" w:hAnsi="標楷體" w:hint="eastAsia"/>
                <w:b/>
                <w:bCs/>
                <w:szCs w:val="20"/>
              </w:rPr>
              <w:t>業務承辦人</w:t>
            </w:r>
            <w:r w:rsidRPr="00742EED">
              <w:rPr>
                <w:rFonts w:ascii="標楷體" w:eastAsia="標楷體" w:hAnsi="標楷體" w:hint="eastAsia"/>
                <w:b/>
                <w:bCs/>
                <w:szCs w:val="20"/>
              </w:rPr>
              <w:t>簽章</w:t>
            </w:r>
          </w:p>
        </w:tc>
        <w:tc>
          <w:tcPr>
            <w:tcW w:w="5497" w:type="dxa"/>
            <w:gridSpan w:val="3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3F2BFCAF" w14:textId="77777777" w:rsidR="00FE4CC4" w:rsidRDefault="00FE4CC4" w:rsidP="00FE4CC4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FE4CC4" w14:paraId="4207431D" w14:textId="77777777" w:rsidTr="004A5FD7">
        <w:trPr>
          <w:trHeight w:val="2395"/>
          <w:jc w:val="center"/>
        </w:trPr>
        <w:tc>
          <w:tcPr>
            <w:tcW w:w="612" w:type="dxa"/>
            <w:vMerge/>
            <w:tcBorders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14:paraId="5C67AF29" w14:textId="77777777" w:rsidR="00FE4CC4" w:rsidRPr="00742EED" w:rsidRDefault="00FE4CC4" w:rsidP="00FE4CC4">
            <w:pPr>
              <w:rPr>
                <w:rFonts w:eastAsia="標楷體" w:hAnsi="標楷體"/>
                <w:b/>
              </w:rPr>
            </w:pPr>
          </w:p>
        </w:tc>
        <w:tc>
          <w:tcPr>
            <w:tcW w:w="2909" w:type="dxa"/>
            <w:tcBorders>
              <w:bottom w:val="single" w:sz="18" w:space="0" w:color="000000"/>
            </w:tcBorders>
            <w:shd w:val="clear" w:color="auto" w:fill="auto"/>
            <w:vAlign w:val="center"/>
          </w:tcPr>
          <w:p w14:paraId="10B79E53" w14:textId="77777777" w:rsidR="00FE4CC4" w:rsidRPr="00742EED" w:rsidRDefault="00FE4CC4" w:rsidP="00FE4CC4">
            <w:pPr>
              <w:snapToGrid w:val="0"/>
              <w:jc w:val="both"/>
              <w:rPr>
                <w:rFonts w:ascii="標楷體" w:eastAsia="標楷體" w:hAnsi="標楷體"/>
                <w:b/>
                <w:bCs/>
              </w:rPr>
            </w:pPr>
            <w:r w:rsidRPr="007506D2">
              <w:rPr>
                <w:rFonts w:ascii="標楷體" w:eastAsia="標楷體" w:hAnsi="標楷體" w:hint="eastAsia"/>
                <w:b/>
                <w:bCs/>
                <w:szCs w:val="20"/>
              </w:rPr>
              <w:t>校長</w:t>
            </w:r>
            <w:r w:rsidRPr="00742EED">
              <w:rPr>
                <w:rFonts w:ascii="標楷體" w:eastAsia="標楷體" w:hAnsi="標楷體" w:hint="eastAsia"/>
                <w:b/>
                <w:bCs/>
                <w:szCs w:val="20"/>
              </w:rPr>
              <w:t>簽章</w:t>
            </w:r>
          </w:p>
        </w:tc>
        <w:tc>
          <w:tcPr>
            <w:tcW w:w="5497" w:type="dxa"/>
            <w:gridSpan w:val="3"/>
            <w:tcBorders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F41953D" w14:textId="77777777" w:rsidR="00FE4CC4" w:rsidRDefault="00FE4CC4" w:rsidP="00FE4CC4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2BA6966A" w14:textId="77777777" w:rsidR="009F1A5E" w:rsidRDefault="009F1A5E" w:rsidP="004A5FD7">
      <w:pPr>
        <w:pStyle w:val="a0"/>
        <w:rPr>
          <w:rFonts w:ascii="標楷體" w:eastAsia="標楷體" w:hAnsi="標楷體"/>
          <w:b/>
          <w:color w:val="000000"/>
          <w:szCs w:val="28"/>
          <w:lang w:eastAsia="zh-TW"/>
        </w:rPr>
      </w:pPr>
    </w:p>
    <w:p w14:paraId="6C33F36F" w14:textId="7CFBCAC2" w:rsidR="004A5FD7" w:rsidRPr="009F1A5E" w:rsidRDefault="009F1A5E" w:rsidP="00AC60DD">
      <w:pPr>
        <w:pStyle w:val="a0"/>
        <w:ind w:left="567"/>
        <w:rPr>
          <w:rFonts w:ascii="標楷體" w:eastAsia="標楷體" w:hAnsi="標楷體"/>
          <w:b/>
          <w:color w:val="000000"/>
          <w:szCs w:val="28"/>
          <w:lang w:val="en-US" w:eastAsia="zh-TW"/>
        </w:rPr>
      </w:pPr>
      <w:r>
        <w:rPr>
          <w:rFonts w:ascii="標楷體" w:eastAsia="標楷體" w:hAnsi="標楷體"/>
          <w:b/>
          <w:color w:val="000000"/>
          <w:szCs w:val="28"/>
          <w:lang w:eastAsia="zh-TW"/>
        </w:rPr>
        <w:br w:type="page"/>
      </w:r>
    </w:p>
    <w:p w14:paraId="200ED2AD" w14:textId="629E76C6" w:rsidR="00D54A54" w:rsidRDefault="00D54A54" w:rsidP="001C4A20">
      <w:pPr>
        <w:pStyle w:val="a0"/>
        <w:numPr>
          <w:ilvl w:val="0"/>
          <w:numId w:val="5"/>
        </w:numPr>
        <w:ind w:left="567" w:hanging="567"/>
        <w:rPr>
          <w:rFonts w:ascii="標楷體" w:eastAsia="標楷體" w:hAnsi="標楷體"/>
          <w:b/>
          <w:bCs/>
        </w:rPr>
      </w:pPr>
      <w:r w:rsidRPr="00D54A54">
        <w:rPr>
          <w:rFonts w:ascii="標楷體" w:eastAsia="標楷體" w:hAnsi="標楷體" w:hint="eastAsia"/>
          <w:b/>
          <w:color w:val="000000"/>
          <w:szCs w:val="28"/>
          <w:lang w:eastAsia="zh-TW"/>
        </w:rPr>
        <w:lastRenderedPageBreak/>
        <w:t>廁所配置圖</w:t>
      </w:r>
      <w:r>
        <w:rPr>
          <w:rFonts w:ascii="標楷體" w:eastAsia="標楷體" w:hAnsi="標楷體" w:hint="eastAsia"/>
          <w:b/>
          <w:bCs/>
          <w:lang w:eastAsia="zh-TW"/>
        </w:rPr>
        <w:t xml:space="preserve"> </w:t>
      </w:r>
      <w:r w:rsidR="006B4A97">
        <w:rPr>
          <w:rFonts w:ascii="標楷體" w:eastAsia="標楷體" w:hAnsi="標楷體" w:hint="eastAsia"/>
          <w:bCs/>
          <w:sz w:val="24"/>
          <w:szCs w:val="24"/>
          <w:lang w:eastAsia="zh-TW"/>
        </w:rPr>
        <w:t>（</w:t>
      </w:r>
      <w:r w:rsidRPr="00D67ADA">
        <w:rPr>
          <w:rFonts w:ascii="標楷體" w:eastAsia="標楷體" w:hAnsi="標楷體" w:hint="eastAsia"/>
          <w:bCs/>
          <w:sz w:val="24"/>
          <w:szCs w:val="24"/>
          <w:lang w:eastAsia="zh-TW"/>
        </w:rPr>
        <w:t>請務必加上指北針示意</w:t>
      </w:r>
      <w:r w:rsidR="006B4A97">
        <w:rPr>
          <w:rFonts w:ascii="標楷體" w:eastAsia="標楷體" w:hAnsi="標楷體" w:hint="eastAsia"/>
          <w:bCs/>
          <w:sz w:val="24"/>
          <w:szCs w:val="24"/>
          <w:lang w:eastAsia="zh-TW"/>
        </w:rPr>
        <w:t>）</w:t>
      </w:r>
    </w:p>
    <w:tbl>
      <w:tblPr>
        <w:tblW w:w="93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1"/>
      </w:tblGrid>
      <w:tr w:rsidR="00D54A54" w:rsidRPr="00CD60AD" w14:paraId="59CF8953" w14:textId="77777777" w:rsidTr="006076BF">
        <w:trPr>
          <w:trHeight w:val="836"/>
          <w:jc w:val="center"/>
        </w:trPr>
        <w:tc>
          <w:tcPr>
            <w:tcW w:w="9381" w:type="dxa"/>
            <w:shd w:val="clear" w:color="auto" w:fill="D9D9D9"/>
            <w:vAlign w:val="center"/>
          </w:tcPr>
          <w:p w14:paraId="73B4F94E" w14:textId="77777777" w:rsidR="00D54A54" w:rsidRPr="00F34C37" w:rsidRDefault="00D54A54" w:rsidP="006076BF">
            <w:pPr>
              <w:pStyle w:val="a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  <w:lang w:val="en-US" w:eastAsia="zh-TW"/>
              </w:rPr>
            </w:pPr>
            <w:r w:rsidRPr="00F34C37">
              <w:rPr>
                <w:rFonts w:ascii="標楷體" w:eastAsia="標楷體" w:hAnsi="標楷體" w:hint="eastAsia"/>
                <w:b/>
                <w:bCs/>
                <w:sz w:val="24"/>
                <w:szCs w:val="24"/>
                <w:lang w:val="en-US" w:eastAsia="zh-TW"/>
              </w:rPr>
              <w:t>請附上校園及樓層配置圖</w:t>
            </w:r>
          </w:p>
          <w:p w14:paraId="00CD29F7" w14:textId="77777777" w:rsidR="006076BF" w:rsidRPr="006076BF" w:rsidRDefault="00717600" w:rsidP="006076BF">
            <w:pPr>
              <w:pStyle w:val="a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  <w:lang w:val="en-US" w:eastAsia="zh-TW"/>
              </w:rPr>
            </w:pPr>
            <w:r w:rsidRPr="00F34C37">
              <w:rPr>
                <w:rFonts w:ascii="標楷體" w:eastAsia="標楷體" w:hAnsi="標楷體" w:hint="eastAsia"/>
                <w:bCs/>
                <w:noProof/>
                <w:color w:val="FF00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3AF91C4B" wp14:editId="01BF3B4C">
                      <wp:simplePos x="0" y="0"/>
                      <wp:positionH relativeFrom="column">
                        <wp:posOffset>2880360</wp:posOffset>
                      </wp:positionH>
                      <wp:positionV relativeFrom="paragraph">
                        <wp:posOffset>6350</wp:posOffset>
                      </wp:positionV>
                      <wp:extent cx="219075" cy="225425"/>
                      <wp:effectExtent l="6985" t="13335" r="12065" b="8890"/>
                      <wp:wrapNone/>
                      <wp:docPr id="176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      <w:pict>
                    <v:rect id="Rectangle 41" style="position:absolute;margin-left:226.8pt;margin-top:.5pt;width:17.25pt;height:17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red" strokecolor="red" w14:anchorId="296EE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"/>
                  </w:pict>
                </mc:Fallback>
              </mc:AlternateContent>
            </w:r>
            <w:r w:rsidRPr="00F34C37">
              <w:rPr>
                <w:rFonts w:ascii="標楷體" w:eastAsia="標楷體" w:hAnsi="標楷體" w:hint="eastAsia"/>
                <w:bCs/>
                <w:noProof/>
                <w:color w:val="FF00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2052821E" wp14:editId="18567286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0</wp:posOffset>
                      </wp:positionV>
                      <wp:extent cx="219075" cy="225425"/>
                      <wp:effectExtent l="7620" t="6985" r="11430" b="5715"/>
                      <wp:wrapNone/>
                      <wp:docPr id="175" name="Rectangle 38" descr="大棋盤格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25425"/>
                              </a:xfrm>
                              <a:prstGeom prst="rect">
                                <a:avLst/>
                              </a:prstGeom>
                              <a:pattFill prst="lgCheck">
                                <a:fgClr>
                                  <a:srgbClr val="70AD47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70AD4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      <w:pict>
                    <v:rect id="Rectangle 38" style="position:absolute;margin-left:64.85pt;margin-top:0;width:17.25pt;height:17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lt="大棋盤格" o:spid="_x0000_s1026" fillcolor="#70ad47" strokecolor="#70ad47" w14:anchorId="2CABAA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">
                      <v:fill type="pattern" o:title="" r:id="rId8"/>
                    </v:rect>
                  </w:pict>
                </mc:Fallback>
              </mc:AlternateContent>
            </w:r>
            <w:r w:rsidR="00D54A54" w:rsidRPr="00F34C37">
              <w:rPr>
                <w:rFonts w:ascii="標楷體" w:eastAsia="標楷體" w:hAnsi="標楷體" w:hint="eastAsia"/>
                <w:b/>
                <w:bCs/>
                <w:sz w:val="24"/>
                <w:szCs w:val="24"/>
                <w:lang w:val="en-US" w:eastAsia="zh-TW"/>
              </w:rPr>
              <w:t>綠色區塊標示廁所位置，</w:t>
            </w:r>
            <w:r w:rsidR="00D54A54" w:rsidRPr="00F34C37">
              <w:rPr>
                <w:rFonts w:ascii="標楷體" w:eastAsia="標楷體" w:hAnsi="標楷體" w:hint="eastAsia"/>
                <w:b/>
                <w:bCs/>
                <w:color w:val="FF0000"/>
                <w:sz w:val="24"/>
                <w:szCs w:val="24"/>
                <w:lang w:val="en-US" w:eastAsia="zh-TW"/>
              </w:rPr>
              <w:t xml:space="preserve">   </w:t>
            </w:r>
            <w:r w:rsidR="00D54A54" w:rsidRPr="00F34C37"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  <w:lang w:val="en-US" w:eastAsia="zh-TW"/>
              </w:rPr>
              <w:t xml:space="preserve">  </w:t>
            </w:r>
            <w:r w:rsidR="00D54A54" w:rsidRPr="00F34C37">
              <w:rPr>
                <w:rFonts w:ascii="標楷體" w:eastAsia="標楷體" w:hAnsi="標楷體" w:hint="eastAsia"/>
                <w:b/>
                <w:bCs/>
                <w:sz w:val="24"/>
                <w:szCs w:val="24"/>
                <w:lang w:val="en-US" w:eastAsia="zh-TW"/>
              </w:rPr>
              <w:t>紅色區塊標示欲改善廁所位置</w:t>
            </w:r>
          </w:p>
        </w:tc>
      </w:tr>
      <w:tr w:rsidR="001423E9" w14:paraId="3768C657" w14:textId="77777777" w:rsidTr="004C0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1758"/>
          <w:jc w:val="center"/>
        </w:trPr>
        <w:tc>
          <w:tcPr>
            <w:tcW w:w="9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6AC80" w14:textId="77777777" w:rsidR="001423E9" w:rsidRPr="00894D44" w:rsidRDefault="001423E9" w:rsidP="004C070D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  <w:color w:val="FF0000"/>
              </w:rPr>
            </w:pPr>
          </w:p>
          <w:p w14:paraId="78F48C81" w14:textId="77777777" w:rsidR="001423E9" w:rsidRDefault="001423E9" w:rsidP="004C070D">
            <w:pPr>
              <w:widowControl/>
              <w:jc w:val="both"/>
              <w:outlineLvl w:val="0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98DCF45" wp14:editId="605577D6">
                  <wp:simplePos x="0" y="0"/>
                  <wp:positionH relativeFrom="column">
                    <wp:posOffset>252107</wp:posOffset>
                  </wp:positionH>
                  <wp:positionV relativeFrom="paragraph">
                    <wp:posOffset>201298</wp:posOffset>
                  </wp:positionV>
                  <wp:extent cx="531495" cy="711832"/>
                  <wp:effectExtent l="152400" t="95250" r="135255" b="88268"/>
                  <wp:wrapNone/>
                  <wp:docPr id="5" name="圖片 42" descr="23i58PICHy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 rot="1647987">
                            <a:off x="0" y="0"/>
                            <a:ext cx="531495" cy="71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8BF212E" w14:textId="48675B18" w:rsidR="001423E9" w:rsidRDefault="001423E9" w:rsidP="004C070D">
            <w:pPr>
              <w:widowControl/>
              <w:jc w:val="both"/>
              <w:outlineLvl w:val="0"/>
            </w:pP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368C512" wp14:editId="08ED7F8A">
                      <wp:simplePos x="0" y="0"/>
                      <wp:positionH relativeFrom="column">
                        <wp:posOffset>4948569</wp:posOffset>
                      </wp:positionH>
                      <wp:positionV relativeFrom="paragraph">
                        <wp:posOffset>29205</wp:posOffset>
                      </wp:positionV>
                      <wp:extent cx="225427" cy="220983"/>
                      <wp:effectExtent l="21272" t="16828" r="24445" b="24445"/>
                      <wp:wrapNone/>
                      <wp:docPr id="7" name="Rectangle 54" descr="大棋盤格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4">
                                <a:off x="0" y="0"/>
                                <a:ext cx="225427" cy="220983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0">
                                  <a:alphaModFix/>
                                </a:blip>
                                <a:tile/>
                              </a:blipFill>
                              <a:ln w="9528" cap="flat">
                                <a:solidFill>
                                  <a:srgbClr val="70AD47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3981B773" id="Rectangle 54" o:spid="_x0000_s1026" alt="大棋盤格" style="position:absolute;margin-left:389.65pt;margin-top:2.3pt;width:17.75pt;height:17.4pt;rotation:-5898236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" strokecolor="#70ad47" strokeweight=".26467mm">
                      <v:fill r:id="rId11" o:title="大棋盤格" recolor="t" rotate="t" type="tile"/>
                      <v:textbox inset="0,0,0,0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B957E6" wp14:editId="206DF2FD">
                      <wp:simplePos x="0" y="0"/>
                      <wp:positionH relativeFrom="column">
                        <wp:posOffset>3703970</wp:posOffset>
                      </wp:positionH>
                      <wp:positionV relativeFrom="paragraph">
                        <wp:posOffset>29205</wp:posOffset>
                      </wp:positionV>
                      <wp:extent cx="225427" cy="220983"/>
                      <wp:effectExtent l="21272" t="16828" r="24445" b="24445"/>
                      <wp:wrapNone/>
                      <wp:docPr id="8" name="Rectangle 53" descr="大棋盤格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4">
                                <a:off x="0" y="0"/>
                                <a:ext cx="225427" cy="220983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0">
                                  <a:alphaModFix/>
                                </a:blip>
                                <a:tile/>
                              </a:blipFill>
                              <a:ln w="9528" cap="flat">
                                <a:solidFill>
                                  <a:srgbClr val="70AD47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77F8D2FC" id="Rectangle 53" o:spid="_x0000_s1026" alt="大棋盤格" style="position:absolute;margin-left:291.65pt;margin-top:2.3pt;width:17.75pt;height:17.4pt;rotation:-5898236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" strokecolor="#70ad47" strokeweight=".26467mm">
                      <v:fill r:id="rId11" o:title="大棋盤格" recolor="t" rotate="t" type="tile"/>
                      <v:textbox inset="0,0,0,0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0FA4FC" wp14:editId="34391F8E">
                      <wp:simplePos x="0" y="0"/>
                      <wp:positionH relativeFrom="column">
                        <wp:posOffset>2450464</wp:posOffset>
                      </wp:positionH>
                      <wp:positionV relativeFrom="paragraph">
                        <wp:posOffset>3824595</wp:posOffset>
                      </wp:positionV>
                      <wp:extent cx="771525" cy="207011"/>
                      <wp:effectExtent l="15557" t="22543" r="25082" b="25082"/>
                      <wp:wrapNone/>
                      <wp:docPr id="9" name="Rectangle 52" descr="大棋盤格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4">
                                <a:off x="0" y="0"/>
                                <a:ext cx="771525" cy="20701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0">
                                  <a:alphaModFix/>
                                </a:blip>
                                <a:tile/>
                              </a:blipFill>
                              <a:ln w="9528" cap="flat">
                                <a:solidFill>
                                  <a:srgbClr val="70AD47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35075F64" id="Rectangle 52" o:spid="_x0000_s1026" alt="大棋盤格" style="position:absolute;margin-left:192.95pt;margin-top:301.15pt;width:60.75pt;height:16.3pt;rotation:-5898236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" strokecolor="#70ad47" strokeweight=".26467mm">
                      <v:fill r:id="rId11" o:title="大棋盤格" recolor="t" rotate="t" type="tile"/>
                      <v:textbox inset="0,0,0,0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7C536B" wp14:editId="5298F8A0">
                      <wp:simplePos x="0" y="0"/>
                      <wp:positionH relativeFrom="column">
                        <wp:posOffset>2968633</wp:posOffset>
                      </wp:positionH>
                      <wp:positionV relativeFrom="paragraph">
                        <wp:posOffset>555000</wp:posOffset>
                      </wp:positionV>
                      <wp:extent cx="617220" cy="207011"/>
                      <wp:effectExtent l="14604" t="23496" r="26035" b="26034"/>
                      <wp:wrapNone/>
                      <wp:docPr id="10" name="Rectangle 51" descr="大棋盤格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4">
                                <a:off x="0" y="0"/>
                                <a:ext cx="617220" cy="20701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0">
                                  <a:alphaModFix/>
                                </a:blip>
                                <a:tile/>
                              </a:blipFill>
                              <a:ln w="9528" cap="flat">
                                <a:solidFill>
                                  <a:srgbClr val="70AD47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6A6906D9" id="Rectangle 51" o:spid="_x0000_s1026" alt="大棋盤格" style="position:absolute;margin-left:233.75pt;margin-top:43.7pt;width:48.6pt;height:16.3pt;rotation:-5898236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" strokecolor="#70ad47" strokeweight=".26467mm">
                      <v:fill r:id="rId11" o:title="大棋盤格" recolor="t" rotate="t" type="tile"/>
                      <v:textbox inset="0,0,0,0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86FA46" wp14:editId="423C3BB4">
                      <wp:simplePos x="0" y="0"/>
                      <wp:positionH relativeFrom="column">
                        <wp:posOffset>18416</wp:posOffset>
                      </wp:positionH>
                      <wp:positionV relativeFrom="paragraph">
                        <wp:posOffset>1268730</wp:posOffset>
                      </wp:positionV>
                      <wp:extent cx="1353824" cy="439424"/>
                      <wp:effectExtent l="0" t="0" r="0" b="0"/>
                      <wp:wrapNone/>
                      <wp:docPr id="11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3824" cy="4394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8B61961" w14:textId="5E477215" w:rsidR="001423E9" w:rsidRDefault="001423E9" w:rsidP="001423E9">
                                  <w:r>
                                    <w:rPr>
                                      <w:rFonts w:eastAsia="標楷體"/>
                                      <w:color w:val="FF0000"/>
                                    </w:rPr>
                                    <w:t>1.</w:t>
                                  </w:r>
                                  <w:r>
                                    <w:rPr>
                                      <w:rFonts w:eastAsia="標楷體" w:hint="eastAsia"/>
                                      <w:color w:val="FF0000"/>
                                    </w:rPr>
                                    <w:t>思源樓</w:t>
                                  </w:r>
                                  <w:r>
                                    <w:rPr>
                                      <w:rFonts w:eastAsia="標楷體"/>
                                      <w:color w:val="FF0000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color w:val="FF0000"/>
                                    </w:rPr>
                                    <w:t>北</w:t>
                                  </w:r>
                                  <w:r>
                                    <w:rPr>
                                      <w:rFonts w:eastAsia="標楷體"/>
                                      <w:color w:val="FF0000"/>
                                    </w:rPr>
                                    <w:t>側</w:t>
                                  </w:r>
                                  <w:r>
                                    <w:rPr>
                                      <w:rFonts w:eastAsia="標楷體"/>
                                      <w:color w:val="FF0000"/>
                                    </w:rPr>
                                    <w:t>)</w:t>
                                  </w:r>
                                </w:p>
                                <w:p w14:paraId="6CF8639F" w14:textId="77777777" w:rsidR="001423E9" w:rsidRDefault="001423E9" w:rsidP="001423E9"/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186FA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0" o:spid="_x0000_s1026" type="#_x0000_t202" style="position:absolute;left:0;text-align:left;margin-left:1.45pt;margin-top:99.9pt;width:106.6pt;height:3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" filled="f" stroked="f">
                      <v:textbox>
                        <w:txbxContent>
                          <w:p w14:paraId="28B61961" w14:textId="5E477215" w:rsidR="001423E9" w:rsidRDefault="001423E9" w:rsidP="001423E9">
                            <w:r>
                              <w:rPr>
                                <w:rFonts w:eastAsia="標楷體"/>
                                <w:color w:val="FF0000"/>
                              </w:rPr>
                              <w:t>1.</w:t>
                            </w:r>
                            <w:r>
                              <w:rPr>
                                <w:rFonts w:eastAsia="標楷體" w:hint="eastAsia"/>
                                <w:color w:val="FF0000"/>
                              </w:rPr>
                              <w:t>思源樓</w:t>
                            </w:r>
                            <w:r>
                              <w:rPr>
                                <w:rFonts w:eastAsia="標楷體"/>
                                <w:color w:val="FF0000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color w:val="FF0000"/>
                              </w:rPr>
                              <w:t>北</w:t>
                            </w:r>
                            <w:r>
                              <w:rPr>
                                <w:rFonts w:eastAsia="標楷體"/>
                                <w:color w:val="FF0000"/>
                              </w:rPr>
                              <w:t>側</w:t>
                            </w:r>
                            <w:r>
                              <w:rPr>
                                <w:rFonts w:eastAsia="標楷體"/>
                                <w:color w:val="FF0000"/>
                              </w:rPr>
                              <w:t>)</w:t>
                            </w:r>
                          </w:p>
                          <w:p w14:paraId="6CF8639F" w14:textId="77777777" w:rsidR="001423E9" w:rsidRDefault="001423E9" w:rsidP="001423E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CB2DED" wp14:editId="5CADA627">
                      <wp:simplePos x="0" y="0"/>
                      <wp:positionH relativeFrom="column">
                        <wp:posOffset>109215</wp:posOffset>
                      </wp:positionH>
                      <wp:positionV relativeFrom="paragraph">
                        <wp:posOffset>1644018</wp:posOffset>
                      </wp:positionV>
                      <wp:extent cx="818516" cy="254002"/>
                      <wp:effectExtent l="0" t="0" r="19684" b="12698"/>
                      <wp:wrapNone/>
                      <wp:docPr id="12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8516" cy="2540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8" cap="flat">
                                <a:solidFill>
                                  <a:srgbClr val="FF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29FE4793" id="Rectangle 49" o:spid="_x0000_s1026" style="position:absolute;margin-left:8.6pt;margin-top:129.45pt;width:64.45pt;height:2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" fillcolor="red" strokecolor="red" strokeweight=".26467mm">
                      <v:textbox inset="0,0,0,0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8720DF" wp14:editId="12C4C084">
                      <wp:simplePos x="0" y="0"/>
                      <wp:positionH relativeFrom="column">
                        <wp:posOffset>4769476</wp:posOffset>
                      </wp:positionH>
                      <wp:positionV relativeFrom="paragraph">
                        <wp:posOffset>3816343</wp:posOffset>
                      </wp:positionV>
                      <wp:extent cx="736604" cy="213997"/>
                      <wp:effectExtent l="13653" t="24447" r="20000" b="19999"/>
                      <wp:wrapNone/>
                      <wp:docPr id="14" name="Rectangle 43" descr="大棋盤格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13">
                                <a:off x="0" y="0"/>
                                <a:ext cx="736604" cy="213997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0">
                                  <a:alphaModFix/>
                                </a:blip>
                                <a:tile/>
                              </a:blipFill>
                              <a:ln w="9528" cap="flat">
                                <a:solidFill>
                                  <a:srgbClr val="70AD47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003F3325" id="Rectangle 43" o:spid="_x0000_s1026" alt="大棋盤格" style="position:absolute;margin-left:375.55pt;margin-top:300.5pt;width:58pt;height:16.85pt;rotation:5898254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" strokecolor="#70ad47" strokeweight=".26467mm">
                      <v:fill r:id="rId11" o:title="大棋盤格" recolor="t" rotate="t" type="tile"/>
                      <v:textbox inset="0,0,0,0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BA4BC88" wp14:editId="401E7472">
                  <wp:extent cx="5669280" cy="4709159"/>
                  <wp:effectExtent l="0" t="0" r="7620" b="0"/>
                  <wp:docPr id="16" name="圖片 1" descr="position_494_1293519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 l="6529" t="16138" r="26543" b="5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9280" cy="4709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A54" w:rsidRPr="00CD60AD" w14:paraId="478C89C0" w14:textId="77777777" w:rsidTr="001423E9">
        <w:trPr>
          <w:trHeight w:val="70"/>
          <w:jc w:val="center"/>
        </w:trPr>
        <w:tc>
          <w:tcPr>
            <w:tcW w:w="9381" w:type="dxa"/>
          </w:tcPr>
          <w:p w14:paraId="27642281" w14:textId="77777777" w:rsidR="00D54A54" w:rsidRPr="00FE2158" w:rsidRDefault="00D54A54" w:rsidP="00FE2158">
            <w:pPr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</w:tc>
      </w:tr>
    </w:tbl>
    <w:p w14:paraId="758D7140" w14:textId="77777777" w:rsidR="00D54A54" w:rsidRDefault="00D54A54" w:rsidP="006076BF">
      <w:pPr>
        <w:pStyle w:val="a0"/>
      </w:pPr>
    </w:p>
    <w:p w14:paraId="4E3E90AC" w14:textId="490B7E79" w:rsidR="00CE2B32" w:rsidRPr="00F37435" w:rsidRDefault="00D54A54" w:rsidP="001C4A20">
      <w:pPr>
        <w:pStyle w:val="a0"/>
        <w:numPr>
          <w:ilvl w:val="0"/>
          <w:numId w:val="5"/>
        </w:numPr>
        <w:ind w:left="567" w:hanging="567"/>
      </w:pPr>
      <w:r>
        <w:br w:type="page"/>
      </w:r>
      <w:r w:rsidRPr="00D54A54">
        <w:rPr>
          <w:rFonts w:ascii="標楷體" w:eastAsia="標楷體" w:hAnsi="標楷體" w:hint="eastAsia"/>
          <w:b/>
          <w:color w:val="000000"/>
          <w:szCs w:val="28"/>
          <w:lang w:eastAsia="zh-TW"/>
        </w:rPr>
        <w:lastRenderedPageBreak/>
        <w:t>整修廁所</w:t>
      </w:r>
      <w:r>
        <w:rPr>
          <w:rFonts w:ascii="標楷體" w:eastAsia="標楷體" w:hAnsi="標楷體" w:hint="eastAsia"/>
          <w:b/>
          <w:color w:val="000000"/>
          <w:szCs w:val="28"/>
          <w:lang w:eastAsia="zh-TW"/>
        </w:rPr>
        <w:t>基本資</w:t>
      </w:r>
      <w:r w:rsidRPr="00E2466A">
        <w:rPr>
          <w:rFonts w:eastAsia="標楷體"/>
          <w:b/>
          <w:color w:val="000000"/>
          <w:szCs w:val="28"/>
          <w:lang w:eastAsia="zh-TW"/>
        </w:rPr>
        <w:t>料</w:t>
      </w:r>
      <w:r w:rsidR="006076BF" w:rsidRPr="00E2466A">
        <w:rPr>
          <w:rFonts w:eastAsia="標楷體"/>
          <w:b/>
          <w:color w:val="000000"/>
          <w:szCs w:val="28"/>
          <w:lang w:eastAsia="zh-TW"/>
        </w:rPr>
        <w:t xml:space="preserve"> </w:t>
      </w:r>
      <w:r w:rsidR="006076BF" w:rsidRPr="00E2466A">
        <w:rPr>
          <w:rFonts w:eastAsia="標楷體"/>
          <w:b/>
          <w:color w:val="000000"/>
          <w:szCs w:val="28"/>
          <w:lang w:eastAsia="zh-TW"/>
        </w:rPr>
        <w:t>（</w:t>
      </w:r>
      <w:r w:rsidR="00AC60DD" w:rsidRPr="00AC60DD">
        <w:rPr>
          <w:rFonts w:ascii="標楷體" w:eastAsia="標楷體" w:hAnsi="標楷體" w:hint="eastAsia"/>
          <w:b/>
          <w:color w:val="000000"/>
          <w:szCs w:val="28"/>
          <w:lang w:eastAsia="zh-TW"/>
        </w:rPr>
        <w:t>表格不足請自行增列</w:t>
      </w:r>
      <w:r w:rsidR="006076BF" w:rsidRPr="00AC60DD">
        <w:rPr>
          <w:rFonts w:ascii="標楷體" w:eastAsia="標楷體" w:hAnsi="標楷體"/>
          <w:b/>
          <w:color w:val="000000"/>
          <w:szCs w:val="28"/>
          <w:lang w:eastAsia="zh-TW"/>
        </w:rPr>
        <w:t>）</w:t>
      </w:r>
    </w:p>
    <w:p w14:paraId="5140EA07" w14:textId="5700BBC0" w:rsidR="00F37435" w:rsidRPr="00BF2E92" w:rsidRDefault="00F37435" w:rsidP="001C4A20">
      <w:pPr>
        <w:numPr>
          <w:ilvl w:val="0"/>
          <w:numId w:val="6"/>
        </w:numPr>
        <w:snapToGrid w:val="0"/>
        <w:spacing w:beforeLines="50" w:before="180" w:afterLines="50" w:after="180"/>
        <w:ind w:left="742" w:hanging="765"/>
        <w:jc w:val="both"/>
        <w:rPr>
          <w:rFonts w:eastAsia="華康標楷體"/>
          <w:szCs w:val="20"/>
          <w:lang w:eastAsia="x-none"/>
        </w:rPr>
      </w:pPr>
      <w:r w:rsidRPr="007B7F60">
        <w:rPr>
          <w:rFonts w:eastAsia="標楷體"/>
          <w:b/>
          <w:color w:val="000000"/>
        </w:rPr>
        <w:t>第</w:t>
      </w:r>
      <w:r w:rsidR="001D16BF" w:rsidRPr="00BA5A4D">
        <w:rPr>
          <w:rFonts w:eastAsia="標楷體"/>
          <w:b/>
          <w:color w:val="000000"/>
        </w:rPr>
        <w:t>1</w:t>
      </w:r>
      <w:r w:rsidR="00AC60DD">
        <w:rPr>
          <w:rFonts w:eastAsia="標楷體" w:hint="eastAsia"/>
          <w:b/>
          <w:color w:val="000000"/>
        </w:rPr>
        <w:t>棟</w:t>
      </w:r>
      <w:r w:rsidRPr="007B7F60">
        <w:rPr>
          <w:rFonts w:eastAsia="標楷體"/>
          <w:b/>
          <w:color w:val="000000"/>
        </w:rPr>
        <w:t>整修廁所</w:t>
      </w:r>
    </w:p>
    <w:tbl>
      <w:tblPr>
        <w:tblW w:w="99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"/>
        <w:gridCol w:w="359"/>
        <w:gridCol w:w="1095"/>
        <w:gridCol w:w="1238"/>
        <w:gridCol w:w="1404"/>
        <w:gridCol w:w="752"/>
        <w:gridCol w:w="638"/>
        <w:gridCol w:w="904"/>
        <w:gridCol w:w="487"/>
        <w:gridCol w:w="1391"/>
        <w:gridCol w:w="1391"/>
      </w:tblGrid>
      <w:tr w:rsidR="00D54A54" w:rsidRPr="007B7F60" w14:paraId="5110C63A" w14:textId="77777777" w:rsidTr="00C57B91">
        <w:trPr>
          <w:trHeight w:val="611"/>
          <w:jc w:val="center"/>
        </w:trPr>
        <w:tc>
          <w:tcPr>
            <w:tcW w:w="9960" w:type="dxa"/>
            <w:gridSpan w:val="11"/>
            <w:shd w:val="clear" w:color="auto" w:fill="D9D9D9"/>
            <w:vAlign w:val="center"/>
          </w:tcPr>
          <w:p w14:paraId="425EFCB0" w14:textId="2C8E7411" w:rsidR="00D54A54" w:rsidRPr="007B7F60" w:rsidRDefault="00D54A54" w:rsidP="001C4A20">
            <w:pPr>
              <w:numPr>
                <w:ilvl w:val="0"/>
                <w:numId w:val="7"/>
              </w:numPr>
              <w:snapToGrid w:val="0"/>
              <w:spacing w:beforeLines="50" w:before="180" w:afterLines="50" w:after="180"/>
              <w:ind w:left="318" w:hanging="318"/>
              <w:jc w:val="both"/>
              <w:rPr>
                <w:rFonts w:eastAsia="標楷體"/>
                <w:color w:val="FF0000"/>
              </w:rPr>
            </w:pPr>
            <w:r w:rsidRPr="007B7F60">
              <w:rPr>
                <w:rFonts w:eastAsia="標楷體"/>
                <w:b/>
                <w:color w:val="000000"/>
              </w:rPr>
              <w:t>第</w:t>
            </w:r>
            <w:r w:rsidR="001D16BF" w:rsidRPr="008B6F1C">
              <w:rPr>
                <w:rFonts w:eastAsia="標楷體"/>
                <w:b/>
                <w:color w:val="000000"/>
              </w:rPr>
              <w:t>1</w:t>
            </w:r>
            <w:r w:rsidR="00AC60DD">
              <w:rPr>
                <w:rFonts w:eastAsia="標楷體"/>
                <w:b/>
                <w:bCs/>
              </w:rPr>
              <w:t>棟</w:t>
            </w:r>
            <w:r w:rsidRPr="007B7F60">
              <w:rPr>
                <w:rFonts w:eastAsia="標楷體"/>
                <w:b/>
                <w:color w:val="000000"/>
              </w:rPr>
              <w:t>整修廁所</w:t>
            </w:r>
            <w:r w:rsidR="00F37435">
              <w:rPr>
                <w:rFonts w:eastAsia="標楷體" w:hint="eastAsia"/>
                <w:b/>
                <w:color w:val="000000"/>
              </w:rPr>
              <w:t xml:space="preserve"> </w:t>
            </w:r>
            <w:proofErr w:type="gramStart"/>
            <w:r w:rsidR="00F37435">
              <w:rPr>
                <w:rFonts w:eastAsia="標楷體"/>
                <w:b/>
                <w:color w:val="000000"/>
              </w:rPr>
              <w:t>–</w:t>
            </w:r>
            <w:proofErr w:type="gramEnd"/>
            <w:r w:rsidR="00F37435">
              <w:rPr>
                <w:rFonts w:eastAsia="標楷體" w:hint="eastAsia"/>
                <w:b/>
                <w:color w:val="000000"/>
              </w:rPr>
              <w:t xml:space="preserve"> </w:t>
            </w:r>
            <w:r w:rsidR="00F37435">
              <w:rPr>
                <w:rFonts w:eastAsia="標楷體" w:hint="eastAsia"/>
                <w:b/>
                <w:color w:val="000000"/>
              </w:rPr>
              <w:t>廁所基本資料</w:t>
            </w:r>
          </w:p>
        </w:tc>
      </w:tr>
      <w:tr w:rsidR="00BF2E92" w:rsidRPr="007B7F60" w14:paraId="7ABDE360" w14:textId="77777777" w:rsidTr="00C57B91">
        <w:trPr>
          <w:trHeight w:val="611"/>
          <w:jc w:val="center"/>
        </w:trPr>
        <w:tc>
          <w:tcPr>
            <w:tcW w:w="301" w:type="dxa"/>
            <w:tcBorders>
              <w:right w:val="nil"/>
            </w:tcBorders>
            <w:shd w:val="clear" w:color="auto" w:fill="auto"/>
            <w:vAlign w:val="center"/>
          </w:tcPr>
          <w:p w14:paraId="0B917431" w14:textId="77777777" w:rsidR="00BF2E92" w:rsidRPr="007B7F60" w:rsidRDefault="00BF2E92" w:rsidP="00BF2E92">
            <w:pPr>
              <w:snapToGrid w:val="0"/>
              <w:jc w:val="both"/>
              <w:rPr>
                <w:rFonts w:eastAsia="標楷體" w:hAnsi="標楷體"/>
              </w:rPr>
            </w:pPr>
          </w:p>
        </w:tc>
        <w:tc>
          <w:tcPr>
            <w:tcW w:w="4848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233C76" w14:textId="77777777" w:rsidR="00BF2E92" w:rsidRPr="00BF2E92" w:rsidRDefault="00BF2E92" w:rsidP="001C4A20">
            <w:pPr>
              <w:numPr>
                <w:ilvl w:val="0"/>
                <w:numId w:val="4"/>
              </w:numPr>
              <w:snapToGrid w:val="0"/>
              <w:jc w:val="both"/>
              <w:rPr>
                <w:rFonts w:eastAsia="標楷體" w:hAnsi="標楷體"/>
                <w:b/>
              </w:rPr>
            </w:pPr>
            <w:proofErr w:type="gramStart"/>
            <w:r w:rsidRPr="00BF2E92">
              <w:rPr>
                <w:rFonts w:eastAsia="標楷體" w:hAnsi="標楷體" w:hint="eastAsia"/>
                <w:b/>
              </w:rPr>
              <w:t>棟名</w:t>
            </w:r>
            <w:proofErr w:type="gramEnd"/>
          </w:p>
        </w:tc>
        <w:tc>
          <w:tcPr>
            <w:tcW w:w="481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D371B3" w14:textId="191A0AE1" w:rsidR="00BF2E92" w:rsidRPr="007B7F60" w:rsidRDefault="001423E9" w:rsidP="007B7F60">
            <w:pPr>
              <w:snapToGrid w:val="0"/>
              <w:jc w:val="both"/>
              <w:rPr>
                <w:rFonts w:eastAsia="標楷體" w:hAnsi="標楷體"/>
                <w:color w:val="FF0000"/>
              </w:rPr>
            </w:pPr>
            <w:r>
              <w:rPr>
                <w:rFonts w:eastAsia="標楷體" w:hAnsi="標楷體" w:hint="eastAsia"/>
                <w:color w:val="FF0000"/>
              </w:rPr>
              <w:t>思源樓北側</w:t>
            </w:r>
          </w:p>
        </w:tc>
      </w:tr>
      <w:tr w:rsidR="00BF2E92" w:rsidRPr="007B7F60" w14:paraId="6F662B74" w14:textId="77777777" w:rsidTr="00C57B91">
        <w:trPr>
          <w:trHeight w:val="611"/>
          <w:jc w:val="center"/>
        </w:trPr>
        <w:tc>
          <w:tcPr>
            <w:tcW w:w="301" w:type="dxa"/>
            <w:tcBorders>
              <w:right w:val="nil"/>
            </w:tcBorders>
            <w:shd w:val="clear" w:color="auto" w:fill="auto"/>
            <w:vAlign w:val="center"/>
          </w:tcPr>
          <w:p w14:paraId="61C8C3BF" w14:textId="77777777" w:rsidR="00BF2E92" w:rsidRPr="007B7F60" w:rsidRDefault="00BF2E92" w:rsidP="00BF2E92">
            <w:pPr>
              <w:snapToGrid w:val="0"/>
              <w:jc w:val="both"/>
              <w:rPr>
                <w:rFonts w:eastAsia="標楷體" w:hAnsi="標楷體"/>
                <w:b/>
              </w:rPr>
            </w:pPr>
          </w:p>
        </w:tc>
        <w:tc>
          <w:tcPr>
            <w:tcW w:w="4848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0A698D" w14:textId="77777777" w:rsidR="00BF2E92" w:rsidRPr="00BF2E92" w:rsidRDefault="00BF2E92" w:rsidP="001C4A20">
            <w:pPr>
              <w:numPr>
                <w:ilvl w:val="0"/>
                <w:numId w:val="4"/>
              </w:numPr>
              <w:snapToGrid w:val="0"/>
              <w:jc w:val="both"/>
              <w:rPr>
                <w:rFonts w:eastAsia="標楷體" w:hAnsi="標楷體"/>
                <w:b/>
              </w:rPr>
            </w:pPr>
            <w:r w:rsidRPr="00BF2E92">
              <w:rPr>
                <w:rFonts w:eastAsia="標楷體" w:hAnsi="標楷體" w:hint="eastAsia"/>
                <w:b/>
              </w:rPr>
              <w:t>欲改善之廁所的屋齡</w:t>
            </w:r>
          </w:p>
        </w:tc>
        <w:tc>
          <w:tcPr>
            <w:tcW w:w="481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02708" w14:textId="2FA239FF" w:rsidR="00BF2E92" w:rsidRPr="007B7F60" w:rsidRDefault="001423E9" w:rsidP="007D01CE">
            <w:pPr>
              <w:snapToGrid w:val="0"/>
              <w:ind w:rightChars="1136" w:right="2726"/>
              <w:rPr>
                <w:rFonts w:eastAsia="標楷體" w:hAnsi="標楷體"/>
              </w:rPr>
            </w:pPr>
            <w:r w:rsidRPr="001423E9">
              <w:rPr>
                <w:rFonts w:eastAsia="標楷體" w:hint="eastAsia"/>
                <w:color w:val="FF0000"/>
              </w:rPr>
              <w:t>35</w:t>
            </w:r>
            <w:r w:rsidR="00BF2E92" w:rsidRPr="007B7F60">
              <w:rPr>
                <w:rFonts w:eastAsia="標楷體" w:hAnsi="標楷體" w:hint="eastAsia"/>
              </w:rPr>
              <w:t>年</w:t>
            </w:r>
          </w:p>
        </w:tc>
      </w:tr>
      <w:tr w:rsidR="00BF2E92" w:rsidRPr="007B7F60" w14:paraId="17DB5852" w14:textId="77777777" w:rsidTr="00C57B91">
        <w:trPr>
          <w:trHeight w:val="611"/>
          <w:jc w:val="center"/>
        </w:trPr>
        <w:tc>
          <w:tcPr>
            <w:tcW w:w="301" w:type="dxa"/>
            <w:tcBorders>
              <w:right w:val="nil"/>
            </w:tcBorders>
            <w:shd w:val="clear" w:color="auto" w:fill="auto"/>
            <w:vAlign w:val="center"/>
          </w:tcPr>
          <w:p w14:paraId="3D9E0145" w14:textId="77777777" w:rsidR="00BF2E92" w:rsidRPr="007B7F60" w:rsidRDefault="00BF2E92" w:rsidP="00BF2E92">
            <w:pPr>
              <w:snapToGrid w:val="0"/>
              <w:jc w:val="both"/>
              <w:rPr>
                <w:rFonts w:eastAsia="標楷體" w:hAnsi="標楷體"/>
                <w:b/>
              </w:rPr>
            </w:pPr>
          </w:p>
        </w:tc>
        <w:tc>
          <w:tcPr>
            <w:tcW w:w="4848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A37EEB" w14:textId="77777777" w:rsidR="00BF2E92" w:rsidRPr="00BF2E92" w:rsidRDefault="00BF2E92" w:rsidP="001C4A20">
            <w:pPr>
              <w:numPr>
                <w:ilvl w:val="0"/>
                <w:numId w:val="4"/>
              </w:numPr>
              <w:snapToGrid w:val="0"/>
              <w:jc w:val="both"/>
              <w:rPr>
                <w:rFonts w:eastAsia="標楷體" w:hAnsi="標楷體"/>
                <w:b/>
              </w:rPr>
            </w:pPr>
            <w:r w:rsidRPr="00BF2E92">
              <w:rPr>
                <w:rFonts w:eastAsia="標楷體" w:hAnsi="標楷體"/>
                <w:b/>
              </w:rPr>
              <w:t>廁所所屬建築</w:t>
            </w:r>
            <w:r w:rsidR="003F71A0" w:rsidRPr="00BF2E92">
              <w:rPr>
                <w:rFonts w:eastAsia="標楷體" w:hAnsi="標楷體"/>
                <w:b/>
              </w:rPr>
              <w:t>是否</w:t>
            </w:r>
            <w:r w:rsidR="003F71A0">
              <w:rPr>
                <w:rFonts w:eastAsia="標楷體" w:hAnsi="標楷體" w:hint="eastAsia"/>
                <w:b/>
              </w:rPr>
              <w:t>為合法建築物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8E8D2" w14:textId="1A7673FE" w:rsidR="00BF2E92" w:rsidRPr="007B7F60" w:rsidRDefault="00BF2E92" w:rsidP="007B7F60">
            <w:pPr>
              <w:snapToGrid w:val="0"/>
              <w:ind w:left="1" w:firstLineChars="1" w:firstLine="2"/>
              <w:jc w:val="both"/>
              <w:rPr>
                <w:rFonts w:eastAsia="標楷體" w:hAnsi="標楷體"/>
              </w:rPr>
            </w:pPr>
            <w:r w:rsidRPr="007B7F60">
              <w:rPr>
                <w:rFonts w:ascii="標楷體" w:eastAsia="標楷體" w:hAnsi="標楷體" w:hint="eastAsia"/>
                <w:sz w:val="22"/>
                <w:szCs w:val="22"/>
              </w:rPr>
              <w:t>是</w:t>
            </w:r>
            <w:r w:rsidR="001423E9" w:rsidRPr="001423E9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■</w:t>
            </w:r>
            <w:r w:rsidR="001D16BF" w:rsidRPr="008B6F1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</w:t>
            </w:r>
            <w:r w:rsidRPr="007B7F6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  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860D" w14:textId="77777777" w:rsidR="00BF2E92" w:rsidRPr="007B7F60" w:rsidRDefault="00BF2E92" w:rsidP="007B7F60">
            <w:pPr>
              <w:snapToGrid w:val="0"/>
              <w:ind w:left="1" w:firstLineChars="1" w:firstLine="2"/>
              <w:jc w:val="both"/>
              <w:rPr>
                <w:rFonts w:eastAsia="標楷體" w:hAnsi="標楷體"/>
              </w:rPr>
            </w:pPr>
            <w:proofErr w:type="gramStart"/>
            <w:r w:rsidRPr="007B7F60">
              <w:rPr>
                <w:rFonts w:ascii="標楷體" w:eastAsia="標楷體" w:hAnsi="標楷體" w:hint="eastAsia"/>
                <w:sz w:val="22"/>
                <w:szCs w:val="22"/>
              </w:rPr>
              <w:t>否</w:t>
            </w:r>
            <w:proofErr w:type="gramEnd"/>
            <w:r w:rsidR="001D16BF" w:rsidRPr="008B6F1C">
              <w:rPr>
                <w:rFonts w:ascii="標楷體" w:eastAsia="標楷體" w:hAnsi="標楷體"/>
                <w:sz w:val="22"/>
                <w:szCs w:val="22"/>
              </w:rPr>
              <w:t>□</w:t>
            </w:r>
          </w:p>
        </w:tc>
      </w:tr>
      <w:tr w:rsidR="00BF2E92" w:rsidRPr="007B7F60" w14:paraId="40E0CA76" w14:textId="77777777" w:rsidTr="00C57B91">
        <w:trPr>
          <w:trHeight w:val="611"/>
          <w:jc w:val="center"/>
        </w:trPr>
        <w:tc>
          <w:tcPr>
            <w:tcW w:w="301" w:type="dxa"/>
            <w:tcBorders>
              <w:right w:val="nil"/>
            </w:tcBorders>
            <w:shd w:val="clear" w:color="auto" w:fill="auto"/>
            <w:vAlign w:val="center"/>
          </w:tcPr>
          <w:p w14:paraId="54D81316" w14:textId="77777777" w:rsidR="00BF2E92" w:rsidRPr="007B7F60" w:rsidRDefault="00BF2E92" w:rsidP="00BF2E92">
            <w:pPr>
              <w:snapToGrid w:val="0"/>
              <w:jc w:val="both"/>
              <w:rPr>
                <w:rFonts w:eastAsia="標楷體" w:hAnsi="標楷體"/>
                <w:b/>
              </w:rPr>
            </w:pPr>
          </w:p>
        </w:tc>
        <w:tc>
          <w:tcPr>
            <w:tcW w:w="4848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610FE8" w14:textId="77777777" w:rsidR="00BF2E92" w:rsidRPr="00BF2E92" w:rsidRDefault="00BF2E92" w:rsidP="001C4A20">
            <w:pPr>
              <w:numPr>
                <w:ilvl w:val="0"/>
                <w:numId w:val="4"/>
              </w:numPr>
              <w:snapToGrid w:val="0"/>
              <w:jc w:val="both"/>
              <w:rPr>
                <w:rFonts w:eastAsia="標楷體" w:hAnsi="標楷體"/>
                <w:b/>
              </w:rPr>
            </w:pPr>
            <w:r w:rsidRPr="00BF2E92">
              <w:rPr>
                <w:rFonts w:eastAsia="標楷體" w:hAnsi="標楷體"/>
                <w:b/>
              </w:rPr>
              <w:t>廁所所屬</w:t>
            </w:r>
            <w:r w:rsidRPr="00BF2E92">
              <w:rPr>
                <w:rFonts w:eastAsia="標楷體" w:hAnsi="標楷體" w:hint="eastAsia"/>
                <w:b/>
              </w:rPr>
              <w:t>建築是否已經校舍耐震補強改善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ABF3C0" w14:textId="109869B4" w:rsidR="00BF2E92" w:rsidRPr="007B7F60" w:rsidRDefault="00BF2E92" w:rsidP="007B7F60">
            <w:pPr>
              <w:snapToGrid w:val="0"/>
              <w:ind w:left="1" w:firstLineChars="1" w:firstLine="2"/>
              <w:jc w:val="both"/>
              <w:rPr>
                <w:rFonts w:eastAsia="標楷體" w:hAnsi="標楷體"/>
              </w:rPr>
            </w:pPr>
            <w:r w:rsidRPr="007B7F60">
              <w:rPr>
                <w:rFonts w:ascii="標楷體" w:eastAsia="標楷體" w:hAnsi="標楷體" w:hint="eastAsia"/>
                <w:sz w:val="22"/>
                <w:szCs w:val="22"/>
              </w:rPr>
              <w:t>是</w:t>
            </w:r>
            <w:r w:rsidR="001423E9" w:rsidRPr="001423E9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■</w:t>
            </w:r>
            <w:r w:rsidR="001D16BF" w:rsidRPr="008B6F1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</w:t>
            </w:r>
            <w:r w:rsidRPr="007B7F6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  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D6A2" w14:textId="77777777" w:rsidR="00BF2E92" w:rsidRPr="007B7F60" w:rsidRDefault="00BF2E92" w:rsidP="007B7F60">
            <w:pPr>
              <w:snapToGrid w:val="0"/>
              <w:ind w:left="1" w:firstLineChars="1" w:firstLine="2"/>
              <w:jc w:val="both"/>
              <w:rPr>
                <w:rFonts w:eastAsia="標楷體" w:hAnsi="標楷體"/>
              </w:rPr>
            </w:pPr>
            <w:proofErr w:type="gramStart"/>
            <w:r w:rsidRPr="007B7F60">
              <w:rPr>
                <w:rFonts w:ascii="標楷體" w:eastAsia="標楷體" w:hAnsi="標楷體" w:hint="eastAsia"/>
                <w:sz w:val="22"/>
                <w:szCs w:val="22"/>
              </w:rPr>
              <w:t>否</w:t>
            </w:r>
            <w:proofErr w:type="gramEnd"/>
            <w:r w:rsidR="001D16BF" w:rsidRPr="008B6F1C">
              <w:rPr>
                <w:rFonts w:ascii="標楷體" w:eastAsia="標楷體" w:hAnsi="標楷體"/>
                <w:sz w:val="22"/>
                <w:szCs w:val="22"/>
              </w:rPr>
              <w:t>□</w:t>
            </w:r>
          </w:p>
        </w:tc>
      </w:tr>
      <w:tr w:rsidR="00BF2E92" w:rsidRPr="007B7F60" w14:paraId="02878A22" w14:textId="77777777" w:rsidTr="00C57B91">
        <w:trPr>
          <w:trHeight w:val="611"/>
          <w:jc w:val="center"/>
        </w:trPr>
        <w:tc>
          <w:tcPr>
            <w:tcW w:w="301" w:type="dxa"/>
            <w:tcBorders>
              <w:right w:val="nil"/>
            </w:tcBorders>
            <w:shd w:val="clear" w:color="auto" w:fill="auto"/>
            <w:vAlign w:val="center"/>
          </w:tcPr>
          <w:p w14:paraId="0AC3E0E5" w14:textId="77777777" w:rsidR="00BF2E92" w:rsidRPr="007B7F60" w:rsidRDefault="00BF2E92" w:rsidP="00BF2E92">
            <w:pPr>
              <w:snapToGrid w:val="0"/>
              <w:jc w:val="both"/>
              <w:rPr>
                <w:rFonts w:eastAsia="標楷體" w:hAnsi="標楷體"/>
                <w:b/>
              </w:rPr>
            </w:pPr>
          </w:p>
        </w:tc>
        <w:tc>
          <w:tcPr>
            <w:tcW w:w="4848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97645F" w14:textId="77777777" w:rsidR="00BF2E92" w:rsidRPr="00BF2E92" w:rsidRDefault="00BF2E92" w:rsidP="001C4A20">
            <w:pPr>
              <w:numPr>
                <w:ilvl w:val="0"/>
                <w:numId w:val="4"/>
              </w:numPr>
              <w:snapToGrid w:val="0"/>
              <w:jc w:val="both"/>
              <w:rPr>
                <w:rFonts w:eastAsia="標楷體" w:hAnsi="標楷體"/>
                <w:b/>
              </w:rPr>
            </w:pPr>
            <w:r w:rsidRPr="00BF2E92">
              <w:rPr>
                <w:rFonts w:eastAsia="標楷體" w:hAnsi="標楷體"/>
                <w:b/>
              </w:rPr>
              <w:t>廁所所屬建築</w:t>
            </w:r>
            <w:r w:rsidRPr="00BF2E92">
              <w:rPr>
                <w:rFonts w:eastAsia="標楷體" w:hAnsi="標楷體" w:hint="eastAsia"/>
                <w:b/>
              </w:rPr>
              <w:t>是否符合無障礙設施設計規範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24650" w14:textId="42518C2C" w:rsidR="00BF2E92" w:rsidRPr="007B7F60" w:rsidRDefault="00BF2E92" w:rsidP="007B7F60">
            <w:pPr>
              <w:snapToGrid w:val="0"/>
              <w:ind w:left="1" w:firstLineChars="1" w:firstLine="2"/>
              <w:jc w:val="both"/>
              <w:rPr>
                <w:rFonts w:eastAsia="標楷體" w:hAnsi="標楷體"/>
              </w:rPr>
            </w:pPr>
            <w:r w:rsidRPr="007B7F60">
              <w:rPr>
                <w:rFonts w:ascii="標楷體" w:eastAsia="標楷體" w:hAnsi="標楷體" w:hint="eastAsia"/>
                <w:sz w:val="22"/>
                <w:szCs w:val="22"/>
              </w:rPr>
              <w:t>是</w:t>
            </w:r>
            <w:r w:rsidR="001423E9" w:rsidRPr="001423E9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■</w:t>
            </w:r>
            <w:r w:rsidRPr="007B7F6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  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2E92" w14:textId="77777777" w:rsidR="00BF2E92" w:rsidRPr="007B7F60" w:rsidRDefault="00BF2E92" w:rsidP="007B7F60">
            <w:pPr>
              <w:snapToGrid w:val="0"/>
              <w:ind w:left="1" w:firstLineChars="1" w:firstLine="2"/>
              <w:jc w:val="both"/>
              <w:rPr>
                <w:rFonts w:eastAsia="標楷體" w:hAnsi="標楷體"/>
              </w:rPr>
            </w:pPr>
            <w:proofErr w:type="gramStart"/>
            <w:r w:rsidRPr="007B7F60">
              <w:rPr>
                <w:rFonts w:ascii="標楷體" w:eastAsia="標楷體" w:hAnsi="標楷體" w:hint="eastAsia"/>
                <w:sz w:val="22"/>
                <w:szCs w:val="22"/>
              </w:rPr>
              <w:t>否</w:t>
            </w:r>
            <w:proofErr w:type="gramEnd"/>
            <w:r w:rsidR="001D16BF" w:rsidRPr="008B6F1C">
              <w:rPr>
                <w:rFonts w:ascii="標楷體" w:eastAsia="標楷體" w:hAnsi="標楷體"/>
                <w:sz w:val="22"/>
                <w:szCs w:val="22"/>
              </w:rPr>
              <w:t>□</w:t>
            </w:r>
          </w:p>
        </w:tc>
      </w:tr>
      <w:tr w:rsidR="007D01CE" w:rsidRPr="007B7F60" w14:paraId="25DB1A76" w14:textId="77777777" w:rsidTr="00C57B91">
        <w:trPr>
          <w:trHeight w:val="611"/>
          <w:jc w:val="center"/>
        </w:trPr>
        <w:tc>
          <w:tcPr>
            <w:tcW w:w="301" w:type="dxa"/>
            <w:tcBorders>
              <w:right w:val="nil"/>
            </w:tcBorders>
            <w:shd w:val="clear" w:color="auto" w:fill="auto"/>
            <w:vAlign w:val="center"/>
          </w:tcPr>
          <w:p w14:paraId="7BDBCA72" w14:textId="77777777" w:rsidR="007D01CE" w:rsidRPr="007B7F60" w:rsidRDefault="007D01CE" w:rsidP="00BF2E92">
            <w:pPr>
              <w:snapToGrid w:val="0"/>
              <w:jc w:val="both"/>
              <w:rPr>
                <w:rFonts w:eastAsia="標楷體" w:hAnsi="標楷體"/>
              </w:rPr>
            </w:pPr>
          </w:p>
        </w:tc>
        <w:tc>
          <w:tcPr>
            <w:tcW w:w="9659" w:type="dxa"/>
            <w:gridSpan w:val="10"/>
            <w:tcBorders>
              <w:left w:val="nil"/>
            </w:tcBorders>
            <w:shd w:val="clear" w:color="auto" w:fill="auto"/>
            <w:vAlign w:val="center"/>
          </w:tcPr>
          <w:p w14:paraId="39F27764" w14:textId="77777777" w:rsidR="007D01CE" w:rsidRPr="007B7F60" w:rsidRDefault="007D01CE" w:rsidP="001C4A20">
            <w:pPr>
              <w:numPr>
                <w:ilvl w:val="0"/>
                <w:numId w:val="4"/>
              </w:numPr>
              <w:snapToGrid w:val="0"/>
              <w:jc w:val="both"/>
              <w:rPr>
                <w:rFonts w:eastAsia="標楷體" w:hAnsi="標楷體"/>
              </w:rPr>
            </w:pPr>
            <w:r w:rsidRPr="007B7F60">
              <w:rPr>
                <w:rFonts w:eastAsia="標楷體" w:hAnsi="標楷體" w:hint="eastAsia"/>
                <w:b/>
              </w:rPr>
              <w:t>各間廁所需改善</w:t>
            </w:r>
            <w:r w:rsidRPr="007B7F60">
              <w:rPr>
                <w:rFonts w:eastAsia="標楷體" w:hAnsi="標楷體"/>
                <w:b/>
              </w:rPr>
              <w:t>樓地板面積</w:t>
            </w:r>
          </w:p>
        </w:tc>
      </w:tr>
      <w:tr w:rsidR="00AC60DD" w:rsidRPr="007B7F60" w14:paraId="51930770" w14:textId="77777777" w:rsidTr="00EB5384">
        <w:trPr>
          <w:trHeight w:val="611"/>
          <w:jc w:val="center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92E041" w14:textId="77777777" w:rsidR="00AC60DD" w:rsidRPr="007B7F60" w:rsidRDefault="00AC60DD" w:rsidP="007B7F60">
            <w:pPr>
              <w:snapToGrid w:val="0"/>
              <w:jc w:val="center"/>
              <w:rPr>
                <w:rFonts w:eastAsia="標楷體" w:hAnsi="標楷體"/>
                <w:b/>
                <w:sz w:val="22"/>
                <w:szCs w:val="22"/>
              </w:rPr>
            </w:pP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序號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B21114" w14:textId="77777777" w:rsidR="00AC60DD" w:rsidRPr="007B7F60" w:rsidRDefault="00AC60DD" w:rsidP="007B7F60">
            <w:pPr>
              <w:snapToGrid w:val="0"/>
              <w:jc w:val="center"/>
              <w:rPr>
                <w:rFonts w:eastAsia="標楷體" w:hAnsi="標楷體"/>
                <w:b/>
                <w:sz w:val="22"/>
                <w:szCs w:val="22"/>
              </w:rPr>
            </w:pP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樓層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0294" w14:textId="77777777" w:rsidR="00AC60DD" w:rsidRPr="007B7F60" w:rsidRDefault="00AC60DD" w:rsidP="007B7F60">
            <w:pPr>
              <w:snapToGrid w:val="0"/>
              <w:jc w:val="center"/>
              <w:rPr>
                <w:rFonts w:eastAsia="標楷體" w:hAnsi="標楷體"/>
                <w:b/>
                <w:sz w:val="22"/>
                <w:szCs w:val="22"/>
              </w:rPr>
            </w:pP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男</w:t>
            </w: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/</w:t>
            </w: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女</w:t>
            </w: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/</w:t>
            </w:r>
            <w:proofErr w:type="gramStart"/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合廁</w:t>
            </w:r>
            <w:proofErr w:type="gramEnd"/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DDF190" w14:textId="77777777" w:rsidR="00AC60DD" w:rsidRPr="007B7F60" w:rsidRDefault="00AC60DD" w:rsidP="007B7F60">
            <w:pPr>
              <w:snapToGrid w:val="0"/>
              <w:jc w:val="center"/>
              <w:rPr>
                <w:rFonts w:eastAsia="標楷體" w:hAnsi="標楷體"/>
                <w:b/>
                <w:sz w:val="22"/>
                <w:szCs w:val="22"/>
              </w:rPr>
            </w:pP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各間廁所需改善</w:t>
            </w:r>
            <w:r w:rsidRPr="007B7F60">
              <w:rPr>
                <w:rFonts w:eastAsia="標楷體" w:hAnsi="標楷體"/>
                <w:b/>
                <w:sz w:val="22"/>
                <w:szCs w:val="22"/>
              </w:rPr>
              <w:t>樓地板面積</w:t>
            </w:r>
          </w:p>
        </w:tc>
        <w:tc>
          <w:tcPr>
            <w:tcW w:w="5563" w:type="dxa"/>
            <w:gridSpan w:val="6"/>
            <w:shd w:val="clear" w:color="auto" w:fill="auto"/>
            <w:vAlign w:val="center"/>
          </w:tcPr>
          <w:p w14:paraId="29919878" w14:textId="77777777" w:rsidR="00AC60DD" w:rsidRPr="007B7F60" w:rsidRDefault="00AC60DD" w:rsidP="007B7F60">
            <w:pPr>
              <w:snapToGrid w:val="0"/>
              <w:jc w:val="center"/>
              <w:rPr>
                <w:rFonts w:eastAsia="標楷體" w:hAnsi="標楷體"/>
                <w:b/>
                <w:sz w:val="22"/>
                <w:szCs w:val="22"/>
              </w:rPr>
            </w:pP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各間改善廁所距離</w:t>
            </w: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50m</w:t>
            </w:r>
            <w:r w:rsidRPr="007B7F60">
              <w:rPr>
                <w:rFonts w:eastAsia="標楷體" w:hAnsi="標楷體" w:hint="eastAsia"/>
                <w:b/>
                <w:sz w:val="22"/>
                <w:szCs w:val="22"/>
              </w:rPr>
              <w:t>內使用人數</w:t>
            </w:r>
          </w:p>
        </w:tc>
      </w:tr>
      <w:tr w:rsidR="00AC60DD" w:rsidRPr="007B7F60" w14:paraId="694A025D" w14:textId="77777777" w:rsidTr="00AC60DD">
        <w:trPr>
          <w:trHeight w:val="611"/>
          <w:jc w:val="center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12892" w14:textId="076EF772" w:rsidR="00AC60DD" w:rsidRPr="007B7F60" w:rsidRDefault="00AC60DD" w:rsidP="00C57B91">
            <w:pPr>
              <w:snapToGrid w:val="0"/>
              <w:jc w:val="center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eastAsia="標楷體" w:hAnsi="標楷體" w:hint="eastAsia"/>
                <w:sz w:val="22"/>
                <w:szCs w:val="22"/>
              </w:rPr>
              <w:t>範例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E6BF0" w14:textId="4A3A283A" w:rsidR="00AC60DD" w:rsidRPr="008B6F1C" w:rsidRDefault="00AC60DD" w:rsidP="00C57B91">
            <w:pPr>
              <w:snapToGrid w:val="0"/>
              <w:jc w:val="center"/>
              <w:rPr>
                <w:rFonts w:eastAsia="標楷體" w:hAnsi="標楷體"/>
                <w:sz w:val="22"/>
                <w:szCs w:val="22"/>
              </w:rPr>
            </w:pPr>
            <w:r w:rsidRPr="008B6F1C">
              <w:rPr>
                <w:rFonts w:eastAsia="標楷體" w:hAnsi="標楷體"/>
                <w:sz w:val="22"/>
                <w:szCs w:val="22"/>
              </w:rPr>
              <w:t>1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BC9E" w14:textId="70209F2D" w:rsidR="00AC60DD" w:rsidRPr="008B6F1C" w:rsidRDefault="001423E9" w:rsidP="00C57B91">
            <w:pPr>
              <w:snapToGrid w:val="0"/>
              <w:jc w:val="center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eastAsia="標楷體" w:hAnsi="標楷體" w:hint="eastAsia"/>
                <w:sz w:val="22"/>
                <w:szCs w:val="22"/>
              </w:rPr>
              <w:t>男</w:t>
            </w:r>
            <w:r w:rsidR="00AC60DD">
              <w:rPr>
                <w:rFonts w:eastAsia="標楷體" w:hAnsi="標楷體" w:hint="eastAsia"/>
                <w:sz w:val="22"/>
                <w:szCs w:val="22"/>
              </w:rPr>
              <w:t>廁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A3B890" w14:textId="43D93E92" w:rsidR="00AC60DD" w:rsidRPr="008B6F1C" w:rsidRDefault="00C73EF7" w:rsidP="00C57B91">
            <w:pPr>
              <w:snapToGrid w:val="0"/>
              <w:jc w:val="right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21</w:t>
            </w:r>
            <w:r w:rsidR="00AC60DD" w:rsidRPr="008B6F1C">
              <w:rPr>
                <w:rFonts w:eastAsia="標楷體"/>
                <w:sz w:val="22"/>
                <w:szCs w:val="22"/>
              </w:rPr>
              <w:t>.00</w:t>
            </w:r>
            <w:proofErr w:type="gramStart"/>
            <w:r w:rsidR="00AC60DD" w:rsidRPr="008B6F1C">
              <w:rPr>
                <w:rFonts w:eastAsia="標楷體"/>
                <w:sz w:val="22"/>
                <w:szCs w:val="22"/>
              </w:rPr>
              <w:t>㎡</w:t>
            </w:r>
            <w:proofErr w:type="gramEnd"/>
          </w:p>
        </w:tc>
        <w:tc>
          <w:tcPr>
            <w:tcW w:w="139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012FB2" w14:textId="6A3518DC" w:rsidR="00AC60DD" w:rsidRDefault="00AC60DD" w:rsidP="00C57B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男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7B9C" w14:textId="0172EF77" w:rsidR="00AC60DD" w:rsidRDefault="00C73EF7" w:rsidP="00C57B91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60</w:t>
            </w:r>
            <w:r w:rsidR="00AC60DD">
              <w:rPr>
                <w:rFonts w:ascii="標楷體" w:eastAsia="標楷體" w:hAnsi="標楷體" w:hint="eastAsia"/>
                <w:sz w:val="22"/>
                <w:szCs w:val="22"/>
              </w:rPr>
              <w:t xml:space="preserve">  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CF22" w14:textId="496D2AC8" w:rsidR="00AC60DD" w:rsidRPr="00C57B91" w:rsidRDefault="00AC60DD" w:rsidP="00C57B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57B91">
              <w:rPr>
                <w:rFonts w:ascii="標楷體" w:eastAsia="標楷體" w:hAnsi="標楷體"/>
                <w:sz w:val="22"/>
                <w:szCs w:val="22"/>
              </w:rPr>
              <w:t>女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45CA" w14:textId="200BC9C4" w:rsidR="00AC60DD" w:rsidRDefault="001423E9" w:rsidP="00C57B91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</w:t>
            </w:r>
            <w:r w:rsidR="00AC60DD">
              <w:rPr>
                <w:rFonts w:ascii="標楷體" w:eastAsia="標楷體" w:hAnsi="標楷體" w:hint="eastAsia"/>
                <w:sz w:val="22"/>
                <w:szCs w:val="22"/>
              </w:rPr>
              <w:t xml:space="preserve">  人</w:t>
            </w:r>
          </w:p>
        </w:tc>
      </w:tr>
      <w:tr w:rsidR="00AC60DD" w:rsidRPr="007B7F60" w14:paraId="7C3AE5EA" w14:textId="77777777" w:rsidTr="00AC60DD">
        <w:trPr>
          <w:trHeight w:val="611"/>
          <w:jc w:val="center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913758" w14:textId="77777777" w:rsidR="00AC60DD" w:rsidRPr="007B7F60" w:rsidRDefault="00AC60DD" w:rsidP="001C4A20">
            <w:pPr>
              <w:numPr>
                <w:ilvl w:val="0"/>
                <w:numId w:val="10"/>
              </w:numPr>
              <w:snapToGrid w:val="0"/>
              <w:jc w:val="center"/>
              <w:rPr>
                <w:rFonts w:eastAsia="標楷體" w:hAnsi="標楷體"/>
                <w:sz w:val="22"/>
                <w:szCs w:val="22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04F4C6" w14:textId="7A4B436B" w:rsidR="00AC60DD" w:rsidRPr="007B7F60" w:rsidRDefault="00AC60DD" w:rsidP="00C57B91">
            <w:pPr>
              <w:snapToGrid w:val="0"/>
              <w:jc w:val="center"/>
              <w:rPr>
                <w:rFonts w:eastAsia="標楷體" w:hAnsi="標楷體"/>
                <w:sz w:val="22"/>
                <w:szCs w:val="22"/>
              </w:rPr>
            </w:pP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268D" w14:textId="30EFCAFE" w:rsidR="00AC60DD" w:rsidRPr="007B7F60" w:rsidRDefault="00AC60DD" w:rsidP="00C57B91">
            <w:pPr>
              <w:snapToGrid w:val="0"/>
              <w:jc w:val="center"/>
              <w:rPr>
                <w:rFonts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6A1CD" w14:textId="7E80DEC9" w:rsidR="00AC60DD" w:rsidRPr="007B7F60" w:rsidRDefault="00AC60DD" w:rsidP="00C57B91">
            <w:pPr>
              <w:snapToGrid w:val="0"/>
              <w:jc w:val="right"/>
              <w:rPr>
                <w:rFonts w:eastAsia="標楷體" w:hAnsi="標楷體"/>
                <w:sz w:val="22"/>
                <w:szCs w:val="22"/>
              </w:rPr>
            </w:pPr>
          </w:p>
        </w:tc>
        <w:tc>
          <w:tcPr>
            <w:tcW w:w="139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487BBB" w14:textId="63A13C2B" w:rsidR="00AC60DD" w:rsidRPr="007B7F60" w:rsidRDefault="00AC60DD" w:rsidP="00C57B91">
            <w:pPr>
              <w:snapToGrid w:val="0"/>
              <w:jc w:val="center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男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7EA9" w14:textId="6DE654BF" w:rsidR="00AC60DD" w:rsidRPr="008B6F1C" w:rsidRDefault="00AC60DD" w:rsidP="00C57B91">
            <w:pPr>
              <w:snapToGrid w:val="0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B241" w14:textId="79892F77" w:rsidR="00AC60DD" w:rsidRPr="00C57B91" w:rsidRDefault="00AC60DD" w:rsidP="00C57B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57B91">
              <w:rPr>
                <w:rFonts w:ascii="標楷體" w:eastAsia="標楷體" w:hAnsi="標楷體"/>
                <w:sz w:val="22"/>
                <w:szCs w:val="22"/>
              </w:rPr>
              <w:t>女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0F68" w14:textId="2F3BAAC9" w:rsidR="00AC60DD" w:rsidRPr="00C57B91" w:rsidRDefault="00AC60DD" w:rsidP="00C57B91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人</w:t>
            </w:r>
          </w:p>
        </w:tc>
      </w:tr>
      <w:tr w:rsidR="00AC60DD" w:rsidRPr="007B7F60" w14:paraId="5A2A5007" w14:textId="77777777" w:rsidTr="00AC60DD">
        <w:trPr>
          <w:trHeight w:val="611"/>
          <w:jc w:val="center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9339BD" w14:textId="77777777" w:rsidR="00AC60DD" w:rsidRPr="007B7F60" w:rsidRDefault="00AC60DD" w:rsidP="001C4A20">
            <w:pPr>
              <w:numPr>
                <w:ilvl w:val="0"/>
                <w:numId w:val="10"/>
              </w:numPr>
              <w:snapToGrid w:val="0"/>
              <w:ind w:left="0" w:firstLine="0"/>
              <w:jc w:val="center"/>
              <w:rPr>
                <w:rFonts w:eastAsia="標楷體" w:hAnsi="標楷體"/>
                <w:sz w:val="22"/>
                <w:szCs w:val="22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1B120D" w14:textId="4404F8FD" w:rsidR="00AC60DD" w:rsidRPr="007B7F60" w:rsidRDefault="00AC60DD" w:rsidP="00C57B91">
            <w:pPr>
              <w:snapToGrid w:val="0"/>
              <w:jc w:val="right"/>
              <w:rPr>
                <w:rFonts w:eastAsia="標楷體" w:hAnsi="標楷體"/>
                <w:sz w:val="22"/>
                <w:szCs w:val="22"/>
              </w:rPr>
            </w:pP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6972" w14:textId="5E0013D0" w:rsidR="00AC60DD" w:rsidRPr="007B7F60" w:rsidRDefault="00AC60DD" w:rsidP="00C57B91">
            <w:pPr>
              <w:snapToGrid w:val="0"/>
              <w:jc w:val="right"/>
              <w:rPr>
                <w:rFonts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2A0378" w14:textId="470D22E2" w:rsidR="00AC60DD" w:rsidRPr="007B7F60" w:rsidRDefault="00AC60DD" w:rsidP="00C57B91">
            <w:pPr>
              <w:snapToGrid w:val="0"/>
              <w:jc w:val="right"/>
              <w:rPr>
                <w:rFonts w:eastAsia="標楷體" w:hAnsi="標楷體"/>
                <w:sz w:val="22"/>
                <w:szCs w:val="22"/>
              </w:rPr>
            </w:pPr>
          </w:p>
        </w:tc>
        <w:tc>
          <w:tcPr>
            <w:tcW w:w="139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B4C967" w14:textId="3B8E27F2" w:rsidR="00AC60DD" w:rsidRPr="007B7F60" w:rsidRDefault="00AC60DD" w:rsidP="00C57B91">
            <w:pPr>
              <w:snapToGrid w:val="0"/>
              <w:jc w:val="center"/>
              <w:rPr>
                <w:rFonts w:eastAsia="標楷體" w:hAnsi="標楷體"/>
                <w:sz w:val="22"/>
                <w:szCs w:val="22"/>
              </w:rPr>
            </w:pPr>
            <w:r w:rsidRPr="000B18FD">
              <w:rPr>
                <w:rFonts w:ascii="標楷體" w:eastAsia="標楷體" w:hAnsi="標楷體"/>
                <w:sz w:val="22"/>
                <w:szCs w:val="22"/>
              </w:rPr>
              <w:t>男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3B85" w14:textId="402CDBA5" w:rsidR="00AC60DD" w:rsidRPr="008B6F1C" w:rsidRDefault="00AC60DD" w:rsidP="00C57B91">
            <w:pPr>
              <w:snapToGrid w:val="0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8A69" w14:textId="4B835CA9" w:rsidR="00AC60DD" w:rsidRPr="00C57B91" w:rsidRDefault="00AC60DD" w:rsidP="00C57B9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57B91">
              <w:rPr>
                <w:rFonts w:ascii="標楷體" w:eastAsia="標楷體" w:hAnsi="標楷體"/>
                <w:sz w:val="22"/>
                <w:szCs w:val="22"/>
              </w:rPr>
              <w:t>女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6BFB" w14:textId="41D97428" w:rsidR="00AC60DD" w:rsidRPr="00C57B91" w:rsidRDefault="00AC60DD" w:rsidP="00C57B91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人</w:t>
            </w:r>
          </w:p>
        </w:tc>
      </w:tr>
    </w:tbl>
    <w:p w14:paraId="13AB2D05" w14:textId="77777777" w:rsidR="00025578" w:rsidRPr="00AC60DD" w:rsidRDefault="006B4A97" w:rsidP="00401D29">
      <w:pPr>
        <w:rPr>
          <w:rFonts w:ascii="標楷體" w:eastAsia="標楷體" w:hAnsi="標楷體"/>
        </w:rPr>
      </w:pPr>
      <w:r w:rsidRPr="00AC60DD">
        <w:rPr>
          <w:rFonts w:ascii="標楷體" w:eastAsia="標楷體" w:hAnsi="標楷體" w:hint="eastAsia"/>
        </w:rPr>
        <w:t>（</w:t>
      </w:r>
      <w:r w:rsidR="002E10F2" w:rsidRPr="00AC60DD">
        <w:rPr>
          <w:rFonts w:ascii="標楷體" w:eastAsia="標楷體" w:hAnsi="標楷體" w:hint="eastAsia"/>
        </w:rPr>
        <w:t>表格不足請自行增列</w:t>
      </w:r>
      <w:r w:rsidRPr="00AC60DD">
        <w:rPr>
          <w:rFonts w:ascii="標楷體" w:eastAsia="標楷體" w:hAnsi="標楷體" w:hint="eastAsia"/>
        </w:rPr>
        <w:t>）</w:t>
      </w:r>
    </w:p>
    <w:p w14:paraId="0133C20B" w14:textId="522FA105" w:rsidR="00E2466A" w:rsidRPr="002E1BA2" w:rsidRDefault="00E2466A" w:rsidP="00E000F0">
      <w:pPr>
        <w:numPr>
          <w:ilvl w:val="0"/>
          <w:numId w:val="3"/>
        </w:numPr>
        <w:snapToGrid w:val="0"/>
        <w:ind w:left="426" w:hanging="284"/>
        <w:rPr>
          <w:rFonts w:eastAsia="標楷體" w:hAnsi="標楷體"/>
          <w:color w:val="FF0000"/>
        </w:rPr>
      </w:pPr>
      <w:r w:rsidRPr="002E1BA2">
        <w:rPr>
          <w:rFonts w:eastAsia="標楷體" w:hAnsi="標楷體"/>
          <w:color w:val="FF0000"/>
        </w:rPr>
        <w:br w:type="page"/>
      </w:r>
    </w:p>
    <w:tbl>
      <w:tblPr>
        <w:tblW w:w="953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</w:tblGrid>
      <w:tr w:rsidR="001423E9" w14:paraId="5D0F1005" w14:textId="77777777" w:rsidTr="004C070D">
        <w:trPr>
          <w:trHeight w:val="717"/>
          <w:jc w:val="center"/>
        </w:trPr>
        <w:tc>
          <w:tcPr>
            <w:tcW w:w="9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33AB" w14:textId="78850AAA" w:rsidR="001423E9" w:rsidRDefault="001423E9" w:rsidP="001423E9">
            <w:pPr>
              <w:numPr>
                <w:ilvl w:val="0"/>
                <w:numId w:val="7"/>
              </w:numPr>
              <w:snapToGrid w:val="0"/>
              <w:spacing w:beforeLines="50" w:before="180" w:afterLines="50" w:after="180"/>
              <w:ind w:left="318" w:hanging="318"/>
              <w:jc w:val="both"/>
            </w:pPr>
            <w:r>
              <w:rPr>
                <w:rFonts w:ascii="標楷體" w:eastAsia="標楷體" w:hAnsi="標楷體"/>
                <w:b/>
                <w:bCs/>
              </w:rPr>
              <w:lastRenderedPageBreak/>
              <w:t>第</w:t>
            </w:r>
            <w:r>
              <w:rPr>
                <w:rFonts w:eastAsia="標楷體"/>
                <w:b/>
                <w:bCs/>
              </w:rPr>
              <w:t>1</w:t>
            </w:r>
            <w:r>
              <w:rPr>
                <w:rFonts w:eastAsia="標楷體" w:hint="eastAsia"/>
                <w:b/>
                <w:bCs/>
              </w:rPr>
              <w:t>棟</w:t>
            </w:r>
            <w:r>
              <w:rPr>
                <w:rFonts w:ascii="標楷體" w:eastAsia="標楷體" w:hAnsi="標楷體"/>
                <w:b/>
                <w:bCs/>
              </w:rPr>
              <w:t xml:space="preserve">整修廁所 - 平面圖 </w:t>
            </w:r>
            <w:r>
              <w:rPr>
                <w:rFonts w:ascii="標楷體" w:eastAsia="標楷體" w:hAnsi="標楷體"/>
                <w:bCs/>
              </w:rPr>
              <w:t>(請繪製每層樓的廁所平面圖，標示a.長寬尺寸、b.大小便器位置、c.入口處位置、d.洗手</w:t>
            </w:r>
            <w:proofErr w:type="gramStart"/>
            <w:r>
              <w:rPr>
                <w:rFonts w:ascii="標楷體" w:eastAsia="標楷體" w:hAnsi="標楷體"/>
                <w:bCs/>
              </w:rPr>
              <w:t>臺</w:t>
            </w:r>
            <w:proofErr w:type="gramEnd"/>
            <w:r>
              <w:rPr>
                <w:rFonts w:ascii="標楷體" w:eastAsia="標楷體" w:hAnsi="標楷體"/>
                <w:bCs/>
              </w:rPr>
              <w:t>位置、e.窗戶位置)</w:t>
            </w:r>
          </w:p>
        </w:tc>
      </w:tr>
      <w:tr w:rsidR="001423E9" w14:paraId="49E56929" w14:textId="77777777" w:rsidTr="004C070D">
        <w:trPr>
          <w:trHeight w:val="12948"/>
          <w:jc w:val="center"/>
        </w:trPr>
        <w:tc>
          <w:tcPr>
            <w:tcW w:w="9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750C" w14:textId="6B2F533B" w:rsidR="001423E9" w:rsidRDefault="001423E9" w:rsidP="001423E9">
            <w:pPr>
              <w:widowControl/>
              <w:numPr>
                <w:ilvl w:val="1"/>
                <w:numId w:val="20"/>
              </w:numPr>
              <w:suppressAutoHyphens/>
              <w:autoSpaceDN w:val="0"/>
              <w:ind w:left="265" w:hanging="265"/>
              <w:jc w:val="both"/>
              <w:textAlignment w:val="baseline"/>
            </w:pPr>
            <w:r>
              <w:rPr>
                <w:rFonts w:ascii="標楷體" w:eastAsia="標楷體" w:hAnsi="標楷體"/>
                <w:bCs/>
                <w:color w:val="FF0000"/>
              </w:rPr>
              <w:t>若洗手</w:t>
            </w:r>
            <w:proofErr w:type="gramStart"/>
            <w:r>
              <w:rPr>
                <w:rFonts w:ascii="標楷體" w:eastAsia="標楷體" w:hAnsi="標楷體"/>
                <w:bCs/>
                <w:color w:val="FF0000"/>
              </w:rPr>
              <w:t>臺</w:t>
            </w:r>
            <w:proofErr w:type="gramEnd"/>
            <w:r>
              <w:rPr>
                <w:rFonts w:ascii="標楷體" w:eastAsia="標楷體" w:hAnsi="標楷體"/>
                <w:bCs/>
                <w:color w:val="FF0000"/>
              </w:rPr>
              <w:t>不在廁所整修範圍內(如在走到上)，往外可增加計算1</w:t>
            </w:r>
            <w:r>
              <w:rPr>
                <w:rFonts w:eastAsia="標楷體"/>
                <w:bCs/>
                <w:color w:val="FF0000"/>
              </w:rPr>
              <w:t>m</w:t>
            </w:r>
            <w:r>
              <w:rPr>
                <w:rFonts w:ascii="標楷體" w:eastAsia="標楷體" w:hAnsi="標楷體"/>
                <w:bCs/>
                <w:color w:val="FF0000"/>
              </w:rPr>
              <w:t>。</w:t>
            </w:r>
          </w:p>
          <w:p w14:paraId="1525100C" w14:textId="22F70B07" w:rsidR="001423E9" w:rsidRDefault="00A3063C" w:rsidP="004C070D">
            <w:pPr>
              <w:widowControl/>
              <w:jc w:val="both"/>
              <w:outlineLvl w:val="0"/>
            </w:pPr>
            <w:r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DE752D1" wp14:editId="43E569B6">
                      <wp:simplePos x="0" y="0"/>
                      <wp:positionH relativeFrom="column">
                        <wp:posOffset>3306445</wp:posOffset>
                      </wp:positionH>
                      <wp:positionV relativeFrom="paragraph">
                        <wp:posOffset>3700780</wp:posOffset>
                      </wp:positionV>
                      <wp:extent cx="727076" cy="304166"/>
                      <wp:effectExtent l="0" t="0" r="0" b="634"/>
                      <wp:wrapNone/>
                      <wp:docPr id="68" name="Text Box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6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011954CD" w14:textId="77777777" w:rsidR="001423E9" w:rsidRDefault="001423E9" w:rsidP="001423E9">
                                  <w:r>
                                    <w:t>洗手台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E752D1" id="Text Box 207" o:spid="_x0000_s1027" type="#_x0000_t202" style="position:absolute;left:0;text-align:left;margin-left:260.35pt;margin-top:291.4pt;width:57.25pt;height:23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" filled="f" stroked="f">
                      <v:textbox>
                        <w:txbxContent>
                          <w:p w14:paraId="011954CD" w14:textId="77777777" w:rsidR="001423E9" w:rsidRDefault="001423E9" w:rsidP="001423E9">
                            <w:r>
                              <w:t>洗手台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148C1B" wp14:editId="57833388">
                      <wp:simplePos x="0" y="0"/>
                      <wp:positionH relativeFrom="column">
                        <wp:posOffset>1421994</wp:posOffset>
                      </wp:positionH>
                      <wp:positionV relativeFrom="paragraph">
                        <wp:posOffset>146685</wp:posOffset>
                      </wp:positionV>
                      <wp:extent cx="727076" cy="304166"/>
                      <wp:effectExtent l="0" t="0" r="0" b="634"/>
                      <wp:wrapNone/>
                      <wp:docPr id="80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6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7921105" w14:textId="77777777" w:rsidR="001423E9" w:rsidRDefault="001423E9" w:rsidP="001423E9">
                                  <w:r>
                                    <w:t>窗戶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148C1B" id="Text Box 117" o:spid="_x0000_s1028" type="#_x0000_t202" style="position:absolute;left:0;text-align:left;margin-left:111.95pt;margin-top:11.55pt;width:57.25pt;height:23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" filled="f" stroked="f">
                      <v:textbox>
                        <w:txbxContent>
                          <w:p w14:paraId="27921105" w14:textId="77777777" w:rsidR="001423E9" w:rsidRDefault="001423E9" w:rsidP="001423E9">
                            <w:r>
                              <w:t>窗戶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0CF21B" wp14:editId="58E888A6">
                      <wp:simplePos x="0" y="0"/>
                      <wp:positionH relativeFrom="column">
                        <wp:posOffset>3795949</wp:posOffset>
                      </wp:positionH>
                      <wp:positionV relativeFrom="paragraph">
                        <wp:posOffset>125730</wp:posOffset>
                      </wp:positionV>
                      <wp:extent cx="727075" cy="304165"/>
                      <wp:effectExtent l="0" t="0" r="0" b="634"/>
                      <wp:wrapNone/>
                      <wp:docPr id="67" name="Text Box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7054D26B" w14:textId="77777777" w:rsidR="001423E9" w:rsidRDefault="001423E9" w:rsidP="001423E9">
                                  <w:r>
                                    <w:t>窗戶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CF21B" id="Text Box 208" o:spid="_x0000_s1029" type="#_x0000_t202" style="position:absolute;left:0;text-align:left;margin-left:298.9pt;margin-top:9.9pt;width:57.25pt;height:23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" filled="f" stroked="f">
                      <v:textbox>
                        <w:txbxContent>
                          <w:p w14:paraId="7054D26B" w14:textId="77777777" w:rsidR="001423E9" w:rsidRDefault="001423E9" w:rsidP="001423E9">
                            <w:r>
                              <w:t>窗戶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24ACF73" wp14:editId="5BB25F00">
                      <wp:simplePos x="0" y="0"/>
                      <wp:positionH relativeFrom="column">
                        <wp:posOffset>4281805</wp:posOffset>
                      </wp:positionH>
                      <wp:positionV relativeFrom="paragraph">
                        <wp:posOffset>3576955</wp:posOffset>
                      </wp:positionV>
                      <wp:extent cx="163830" cy="275590"/>
                      <wp:effectExtent l="0" t="0" r="7617" b="0"/>
                      <wp:wrapNone/>
                      <wp:docPr id="170" name="AutoShap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275590"/>
                              </a:xfrm>
                              <a:custGeom>
                                <a:avLst>
                                  <a:gd name="f0" fmla="val 54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val f7"/>
                                  <a:gd name="f15" fmla="val f8"/>
                                  <a:gd name="f16" fmla="pin 0 f1 10800"/>
                                  <a:gd name="f17" fmla="pin 0 f0 21600"/>
                                  <a:gd name="f18" fmla="*/ f10 f2 1"/>
                                  <a:gd name="f19" fmla="*/ f11 f2 1"/>
                                  <a:gd name="f20" fmla="+- f15 0 f14"/>
                                  <a:gd name="f21" fmla="val f16"/>
                                  <a:gd name="f22" fmla="val f17"/>
                                  <a:gd name="f23" fmla="*/ f16 f12 1"/>
                                  <a:gd name="f24" fmla="*/ f17 f13 1"/>
                                  <a:gd name="f25" fmla="*/ f18 1 f4"/>
                                  <a:gd name="f26" fmla="*/ f19 1 f4"/>
                                  <a:gd name="f27" fmla="*/ f20 1 21600"/>
                                  <a:gd name="f28" fmla="+- 21600 0 f21"/>
                                  <a:gd name="f29" fmla="*/ f22 f21 1"/>
                                  <a:gd name="f30" fmla="*/ f21 f12 1"/>
                                  <a:gd name="f31" fmla="*/ f22 f13 1"/>
                                  <a:gd name="f32" fmla="+- f25 0 f3"/>
                                  <a:gd name="f33" fmla="+- f26 0 f3"/>
                                  <a:gd name="f34" fmla="*/ 21600 f27 1"/>
                                  <a:gd name="f35" fmla="*/ 0 f27 1"/>
                                  <a:gd name="f36" fmla="*/ f29 1 10800"/>
                                  <a:gd name="f37" fmla="*/ f28 f12 1"/>
                                  <a:gd name="f38" fmla="+- f22 0 f36"/>
                                  <a:gd name="f39" fmla="*/ f35 1 f27"/>
                                  <a:gd name="f40" fmla="*/ f34 1 f27"/>
                                  <a:gd name="f41" fmla="*/ f40 f13 1"/>
                                  <a:gd name="f42" fmla="*/ f38 f13 1"/>
                                  <a:gd name="f43" fmla="*/ f39 f12 1"/>
                                  <a:gd name="f44" fmla="*/ f40 f12 1"/>
                                </a:gdLst>
                                <a:ahLst>
                                  <a:ahXY gdRefX="f1" minX="f7" maxX="f9" gdRefY="f0" minY="f7" maxY="f8">
                                    <a:pos x="f23" y="f24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3" y="f31"/>
                                  </a:cxn>
                                  <a:cxn ang="f33">
                                    <a:pos x="f44" y="f31"/>
                                  </a:cxn>
                                </a:cxnLst>
                                <a:rect l="f30" t="f42" r="f37" b="f41"/>
                                <a:pathLst>
                                  <a:path w="21600" h="21600">
                                    <a:moveTo>
                                      <a:pt x="f21" y="f8"/>
                                    </a:moveTo>
                                    <a:lnTo>
                                      <a:pt x="f21" y="f22"/>
                                    </a:lnTo>
                                    <a:lnTo>
                                      <a:pt x="f7" y="f22"/>
                                    </a:lnTo>
                                    <a:lnTo>
                                      <a:pt x="f9" y="f7"/>
                                    </a:lnTo>
                                    <a:lnTo>
                                      <a:pt x="f8" y="f22"/>
                                    </a:lnTo>
                                    <a:lnTo>
                                      <a:pt x="f28" y="f22"/>
                                    </a:lnTo>
                                    <a:lnTo>
                                      <a:pt x="f28" y="f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267895F" id="AutoShape 210" o:spid="_x0000_s1026" style="position:absolute;margin-left:337.15pt;margin-top:281.65pt;width:12.9pt;height:21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" path="m5400,21600r,-16200l,5400,10800,,21600,5400r-5400,l16200,21600r-10800,xe" fillcolor="black" stroked="f">
                      <v:path arrowok="t" o:connecttype="custom" o:connectlocs="81915,0;163830,137795;81915,275590;0,137795;0,68898;163830,68898" o:connectangles="270,0,90,180,180,0" textboxrect="5400,2700,16200,21600"/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B79F430" wp14:editId="24513D88">
                      <wp:simplePos x="0" y="0"/>
                      <wp:positionH relativeFrom="column">
                        <wp:posOffset>3048635</wp:posOffset>
                      </wp:positionH>
                      <wp:positionV relativeFrom="paragraph">
                        <wp:posOffset>4219575</wp:posOffset>
                      </wp:positionV>
                      <wp:extent cx="1885950" cy="0"/>
                      <wp:effectExtent l="0" t="0" r="19050" b="19050"/>
                      <wp:wrapNone/>
                      <wp:docPr id="169" name="AutoShape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BD7D2D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28" o:spid="_x0000_s1026" type="#_x0000_t32" style="position:absolute;margin-left:240.05pt;margin-top:332.25pt;width:148.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" strokeweight=".26467mm"/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ECA9333" wp14:editId="4577E9CD">
                      <wp:simplePos x="0" y="0"/>
                      <wp:positionH relativeFrom="column">
                        <wp:posOffset>2727325</wp:posOffset>
                      </wp:positionH>
                      <wp:positionV relativeFrom="paragraph">
                        <wp:posOffset>3802380</wp:posOffset>
                      </wp:positionV>
                      <wp:extent cx="727075" cy="304165"/>
                      <wp:effectExtent l="0" t="0" r="0" b="634"/>
                      <wp:wrapNone/>
                      <wp:docPr id="167" name="Text Box 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FB2BD48" w14:textId="77777777" w:rsidR="001423E9" w:rsidRDefault="001423E9" w:rsidP="001423E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1m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CA9333" id="Text Box 330" o:spid="_x0000_s1030" type="#_x0000_t202" style="position:absolute;left:0;text-align:left;margin-left:214.75pt;margin-top:299.4pt;width:57.25pt;height:23.9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" filled="f" stroked="f">
                      <v:textbox>
                        <w:txbxContent>
                          <w:p w14:paraId="2FB2BD48" w14:textId="77777777" w:rsidR="001423E9" w:rsidRDefault="001423E9" w:rsidP="001423E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7EFB0931" wp14:editId="2DE857AA">
                      <wp:simplePos x="0" y="0"/>
                      <wp:positionH relativeFrom="column">
                        <wp:posOffset>4363085</wp:posOffset>
                      </wp:positionH>
                      <wp:positionV relativeFrom="paragraph">
                        <wp:posOffset>545465</wp:posOffset>
                      </wp:positionV>
                      <wp:extent cx="447040" cy="527050"/>
                      <wp:effectExtent l="0" t="0" r="9529" b="25399"/>
                      <wp:wrapNone/>
                      <wp:docPr id="75" name="Group 2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040" cy="527050"/>
                                <a:chOff x="0" y="0"/>
                                <a:chExt cx="447671" cy="527051"/>
                              </a:xfrm>
                            </wpg:grpSpPr>
                            <wps:wsp>
                              <wps:cNvPr id="76" name="Rectangle 231"/>
                              <wps:cNvSpPr/>
                              <wps:spPr>
                                <a:xfrm>
                                  <a:off x="0" y="0"/>
                                  <a:ext cx="447671" cy="527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8" cap="flat">
                                  <a:solidFill>
                                    <a:srgbClr val="0D0D0D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  <wpg:grpSp>
                              <wpg:cNvPr id="77" name="Group 232"/>
                              <wpg:cNvGrpSpPr/>
                              <wpg:grpSpPr>
                                <a:xfrm>
                                  <a:off x="161437" y="144366"/>
                                  <a:ext cx="153418" cy="270397"/>
                                  <a:chOff x="0" y="0"/>
                                  <a:chExt cx="153418" cy="270397"/>
                                </a:xfrm>
                              </wpg:grpSpPr>
                              <wps:wsp>
                                <wps:cNvPr id="78" name="AutoShape 233"/>
                                <wps:cNvSpPr/>
                                <wps:spPr>
                                  <a:xfrm>
                                    <a:off x="0" y="0"/>
                                    <a:ext cx="140634" cy="270397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620000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3475"/>
                                      <a:gd name="f8" fmla="val 18125"/>
                                      <a:gd name="f9" fmla="val 1080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12 1 21600"/>
                                      <a:gd name="f14" fmla="*/ f12 1018 1"/>
                                      <a:gd name="f15" fmla="*/ f12 20582 1"/>
                                      <a:gd name="f16" fmla="*/ f12 3163 1"/>
                                      <a:gd name="f17" fmla="*/ f12 18437 1"/>
                                      <a:gd name="f18" fmla="*/ f14 1 21600"/>
                                      <a:gd name="f19" fmla="*/ f15 1 21600"/>
                                      <a:gd name="f20" fmla="*/ f16 1 21600"/>
                                      <a:gd name="f21" fmla="*/ f17 1 21600"/>
                                      <a:gd name="f22" fmla="*/ f18 1 f13"/>
                                      <a:gd name="f23" fmla="*/ f19 1 f13"/>
                                      <a:gd name="f24" fmla="*/ f20 1 f13"/>
                                      <a:gd name="f25" fmla="*/ f21 1 f13"/>
                                      <a:gd name="f26" fmla="*/ f22 f10 1"/>
                                      <a:gd name="f27" fmla="*/ f23 f10 1"/>
                                      <a:gd name="f28" fmla="*/ f25 f11 1"/>
                                      <a:gd name="f29" fmla="*/ f24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</a:cxnLst>
                                    <a:rect l="f26" t="f29" r="f27" b="f28"/>
                                    <a:pathLst>
                                      <a:path w="21600" h="21600">
                                        <a:moveTo>
                                          <a:pt x="f7" y="f5"/>
                                        </a:moveTo>
                                        <a:lnTo>
                                          <a:pt x="f8" y="f5"/>
                                        </a:lnTo>
                                        <a:arcTo wR="f7" hR="f9" stAng="f2" swAng="f0"/>
                                        <a:lnTo>
                                          <a:pt x="f7" y="f6"/>
                                        </a:lnTo>
                                        <a:arcTo wR="f7" hR="f9" stAng="f1" swAng="f0"/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79" name="AutoShape 234"/>
                                <wps:cNvCnPr/>
                                <wps:spPr>
                                  <a:xfrm>
                                    <a:off x="6885" y="80083"/>
                                    <a:ext cx="14653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75DBB9D7" id="Group 230" o:spid="_x0000_s1026" style="position:absolute;margin-left:343.55pt;margin-top:42.95pt;width:35.2pt;height:41.5pt;z-index:251692032" coordsize="4476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">
                      <v:rect id="Rectangle 231" o:spid="_x0000_s1027" style="position:absolute;width:4476;height: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" filled="f" strokecolor="#0d0d0d" strokeweight=".26467mm">
                        <v:textbox inset="0,0,0,0"/>
                      </v:rect>
                      <v:group id="Group 232" o:spid="_x0000_s1028" style="position:absolute;left:1614;top:1443;width:1534;height:2704" coordsize="153418,27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<v:shape id="AutoShape 233" o:spid="_x0000_s1029" style="position:absolute;width:140634;height:27039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" path="m3475,l18125,wa14650,,21600,21600,18125,,18125,21600l3475,21600wa,,6950,21600,3475,21600,3475,xe" filled="f" strokecolor="#0d0d0d" strokeweight=".26467mm">
                          <v:stroke joinstyle="miter"/>
                          <v:path arrowok="t" o:connecttype="custom" o:connectlocs="70317,0;140634,135199;70317,270397;0,135199" o:connectangles="270,0,90,180" textboxrect="1018,3163,20582,18437"/>
                        </v:shape>
                        <v:shape id="AutoShape 234" o:spid="_x0000_s1030" type="#_x0000_t32" style="position:absolute;left:6885;top:80083;width:1465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" strokecolor="#0d0d0d" strokeweight=".26467mm"/>
                      </v:group>
                    </v:group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74A022B1" wp14:editId="3580EBF1">
                      <wp:simplePos x="0" y="0"/>
                      <wp:positionH relativeFrom="column">
                        <wp:posOffset>4364355</wp:posOffset>
                      </wp:positionH>
                      <wp:positionV relativeFrom="paragraph">
                        <wp:posOffset>2661285</wp:posOffset>
                      </wp:positionV>
                      <wp:extent cx="447040" cy="525780"/>
                      <wp:effectExtent l="0" t="0" r="9529" b="26040"/>
                      <wp:wrapNone/>
                      <wp:docPr id="70" name="Group 2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040" cy="525780"/>
                                <a:chOff x="0" y="0"/>
                                <a:chExt cx="447671" cy="526410"/>
                              </a:xfrm>
                            </wpg:grpSpPr>
                            <wps:wsp>
                              <wps:cNvPr id="71" name="Rectangle 236"/>
                              <wps:cNvSpPr/>
                              <wps:spPr>
                                <a:xfrm>
                                  <a:off x="0" y="0"/>
                                  <a:ext cx="447671" cy="526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8" cap="flat">
                                  <a:solidFill>
                                    <a:srgbClr val="0D0D0D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  <wpg:grpSp>
                              <wpg:cNvPr id="72" name="Group 237"/>
                              <wpg:cNvGrpSpPr/>
                              <wpg:grpSpPr>
                                <a:xfrm>
                                  <a:off x="161437" y="144192"/>
                                  <a:ext cx="153418" cy="270077"/>
                                  <a:chOff x="0" y="0"/>
                                  <a:chExt cx="153418" cy="270077"/>
                                </a:xfrm>
                              </wpg:grpSpPr>
                              <wps:wsp>
                                <wps:cNvPr id="73" name="AutoShape 238"/>
                                <wps:cNvSpPr/>
                                <wps:spPr>
                                  <a:xfrm>
                                    <a:off x="0" y="0"/>
                                    <a:ext cx="140634" cy="270077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620000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3475"/>
                                      <a:gd name="f8" fmla="val 18125"/>
                                      <a:gd name="f9" fmla="val 1080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12 1 21600"/>
                                      <a:gd name="f14" fmla="*/ f12 1018 1"/>
                                      <a:gd name="f15" fmla="*/ f12 20582 1"/>
                                      <a:gd name="f16" fmla="*/ f12 3163 1"/>
                                      <a:gd name="f17" fmla="*/ f12 18437 1"/>
                                      <a:gd name="f18" fmla="*/ f14 1 21600"/>
                                      <a:gd name="f19" fmla="*/ f15 1 21600"/>
                                      <a:gd name="f20" fmla="*/ f16 1 21600"/>
                                      <a:gd name="f21" fmla="*/ f17 1 21600"/>
                                      <a:gd name="f22" fmla="*/ f18 1 f13"/>
                                      <a:gd name="f23" fmla="*/ f19 1 f13"/>
                                      <a:gd name="f24" fmla="*/ f20 1 f13"/>
                                      <a:gd name="f25" fmla="*/ f21 1 f13"/>
                                      <a:gd name="f26" fmla="*/ f22 f10 1"/>
                                      <a:gd name="f27" fmla="*/ f23 f10 1"/>
                                      <a:gd name="f28" fmla="*/ f25 f11 1"/>
                                      <a:gd name="f29" fmla="*/ f24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</a:cxnLst>
                                    <a:rect l="f26" t="f29" r="f27" b="f28"/>
                                    <a:pathLst>
                                      <a:path w="21600" h="21600">
                                        <a:moveTo>
                                          <a:pt x="f7" y="f5"/>
                                        </a:moveTo>
                                        <a:lnTo>
                                          <a:pt x="f8" y="f5"/>
                                        </a:lnTo>
                                        <a:arcTo wR="f7" hR="f9" stAng="f2" swAng="f0"/>
                                        <a:lnTo>
                                          <a:pt x="f7" y="f6"/>
                                        </a:lnTo>
                                        <a:arcTo wR="f7" hR="f9" stAng="f1" swAng="f0"/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74" name="AutoShape 239"/>
                                <wps:cNvCnPr/>
                                <wps:spPr>
                                  <a:xfrm>
                                    <a:off x="6885" y="79992"/>
                                    <a:ext cx="14653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084E51AB" id="Group 235" o:spid="_x0000_s1026" style="position:absolute;margin-left:343.65pt;margin-top:209.55pt;width:35.2pt;height:41.4pt;z-index:251693056" coordsize="4476,5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">
                      <v:rect id="Rectangle 236" o:spid="_x0000_s1027" style="position:absolute;width:4476;height:5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" filled="f" strokecolor="#0d0d0d" strokeweight=".26467mm">
                        <v:textbox inset="0,0,0,0"/>
                      </v:rect>
                      <v:group id="Group 237" o:spid="_x0000_s1028" style="position:absolute;left:1614;top:1441;width:1534;height:2701" coordsize="153418,27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shape id="AutoShape 238" o:spid="_x0000_s1029" style="position:absolute;width:140634;height:27007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" path="m3475,l18125,wa14650,,21600,21600,18125,,18125,21600l3475,21600wa,,6950,21600,3475,21600,3475,xe" filled="f" strokecolor="#0d0d0d" strokeweight=".26467mm">
                          <v:stroke joinstyle="miter"/>
                          <v:path arrowok="t" o:connecttype="custom" o:connectlocs="70317,0;140634,135039;70317,270077;0,135039" o:connectangles="270,0,90,180" textboxrect="1018,3163,20582,18437"/>
                        </v:shape>
                        <v:shape id="AutoShape 239" o:spid="_x0000_s1030" type="#_x0000_t32" style="position:absolute;left:6885;top:79992;width:1465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" strokecolor="#0d0d0d" strokeweight=".26467mm"/>
                      </v:group>
                    </v:group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5C77425" wp14:editId="18D80D93">
                      <wp:simplePos x="0" y="0"/>
                      <wp:positionH relativeFrom="column">
                        <wp:posOffset>2656840</wp:posOffset>
                      </wp:positionH>
                      <wp:positionV relativeFrom="paragraph">
                        <wp:posOffset>2059940</wp:posOffset>
                      </wp:positionV>
                      <wp:extent cx="727075" cy="304165"/>
                      <wp:effectExtent l="0" t="0" r="0" b="634"/>
                      <wp:wrapNone/>
                      <wp:docPr id="69" name="Text Box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43D6EEC0" w14:textId="77777777" w:rsidR="001423E9" w:rsidRDefault="001423E9" w:rsidP="001423E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6m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C77425" id="Text Box 213" o:spid="_x0000_s1031" type="#_x0000_t202" style="position:absolute;left:0;text-align:left;margin-left:209.2pt;margin-top:162.2pt;width:57.25pt;height:23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" filled="f" stroked="f">
                      <v:textbox>
                        <w:txbxContent>
                          <w:p w14:paraId="43D6EEC0" w14:textId="77777777" w:rsidR="001423E9" w:rsidRDefault="001423E9" w:rsidP="001423E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FA2C30E" wp14:editId="4ACE26F7">
                      <wp:simplePos x="0" y="0"/>
                      <wp:positionH relativeFrom="column">
                        <wp:posOffset>4325620</wp:posOffset>
                      </wp:positionH>
                      <wp:positionV relativeFrom="paragraph">
                        <wp:posOffset>3714750</wp:posOffset>
                      </wp:positionV>
                      <wp:extent cx="727075" cy="304165"/>
                      <wp:effectExtent l="0" t="0" r="0" b="634"/>
                      <wp:wrapNone/>
                      <wp:docPr id="66" name="Text Box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B0EC2D3" w14:textId="77777777" w:rsidR="001423E9" w:rsidRDefault="001423E9" w:rsidP="001423E9">
                                  <w:r>
                                    <w:t>入口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A2C30E" id="Text Box 209" o:spid="_x0000_s1032" type="#_x0000_t202" style="position:absolute;left:0;text-align:left;margin-left:340.6pt;margin-top:292.5pt;width:57.25pt;height:23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" filled="f" stroked="f">
                      <v:textbox>
                        <w:txbxContent>
                          <w:p w14:paraId="2B0EC2D3" w14:textId="77777777" w:rsidR="001423E9" w:rsidRDefault="001423E9" w:rsidP="001423E9">
                            <w:r>
                              <w:t>入口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6AB047" wp14:editId="5E6B05E6">
                      <wp:simplePos x="0" y="0"/>
                      <wp:positionH relativeFrom="column">
                        <wp:posOffset>3471545</wp:posOffset>
                      </wp:positionH>
                      <wp:positionV relativeFrom="paragraph">
                        <wp:posOffset>4175760</wp:posOffset>
                      </wp:positionV>
                      <wp:extent cx="1082675" cy="304165"/>
                      <wp:effectExtent l="0" t="0" r="0" b="634"/>
                      <wp:wrapNone/>
                      <wp:docPr id="65" name="Text Box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267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7D045A72" w14:textId="1A2DB00B" w:rsidR="001423E9" w:rsidRDefault="00C73EF7" w:rsidP="001423E9">
                                  <w:pPr>
                                    <w:jc w:val="center"/>
                                  </w:pPr>
                                  <w:r>
                                    <w:t>1-</w:t>
                                  </w:r>
                                  <w:r w:rsidR="001423E9">
                                    <w:t>2</w:t>
                                  </w:r>
                                  <w:r w:rsidR="001423E9">
                                    <w:t>樓女廁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6AB047" id="Text Box 211" o:spid="_x0000_s1033" type="#_x0000_t202" style="position:absolute;left:0;text-align:left;margin-left:273.35pt;margin-top:328.8pt;width:85.25pt;height:23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" filled="f" stroked="f">
                      <v:textbox>
                        <w:txbxContent>
                          <w:p w14:paraId="7D045A72" w14:textId="1A2DB00B" w:rsidR="001423E9" w:rsidRDefault="00C73EF7" w:rsidP="001423E9">
                            <w:pPr>
                              <w:jc w:val="center"/>
                            </w:pPr>
                            <w:r>
                              <w:t>1-</w:t>
                            </w:r>
                            <w:r w:rsidR="001423E9">
                              <w:t>2</w:t>
                            </w:r>
                            <w:r w:rsidR="001423E9">
                              <w:t>樓女廁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765B260" wp14:editId="35321C0E">
                      <wp:simplePos x="0" y="0"/>
                      <wp:positionH relativeFrom="margin">
                        <wp:posOffset>3202940</wp:posOffset>
                      </wp:positionH>
                      <wp:positionV relativeFrom="paragraph">
                        <wp:posOffset>545465</wp:posOffset>
                      </wp:positionV>
                      <wp:extent cx="1608455" cy="3168650"/>
                      <wp:effectExtent l="0" t="0" r="10793" b="12698"/>
                      <wp:wrapNone/>
                      <wp:docPr id="64" name="Rectangle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8455" cy="3168650"/>
                              </a:xfrm>
                              <a:prstGeom prst="rect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D0D0D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5589A58F" id="Rectangle 167" o:spid="_x0000_s1026" style="position:absolute;margin-left:252.2pt;margin-top:42.95pt;width:126.65pt;height:249.5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" filled="f" strokecolor="#0d0d0d" strokeweight=".26467mm">
                      <v:textbox inset="0,0,0,0"/>
                      <w10:wrap anchorx="margin"/>
                    </v:rect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4B8038EE" wp14:editId="4F4C1799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545465</wp:posOffset>
                      </wp:positionV>
                      <wp:extent cx="448310" cy="3168650"/>
                      <wp:effectExtent l="0" t="0" r="27308" b="12067"/>
                      <wp:wrapNone/>
                      <wp:docPr id="33" name="Group 1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8310" cy="3168650"/>
                                <a:chOff x="0" y="0"/>
                                <a:chExt cx="448942" cy="3169283"/>
                              </a:xfrm>
                            </wpg:grpSpPr>
                            <wpg:grpSp>
                              <wpg:cNvPr id="34" name="Group 169"/>
                              <wpg:cNvGrpSpPr/>
                              <wpg:grpSpPr>
                                <a:xfrm>
                                  <a:off x="1143" y="526878"/>
                                  <a:ext cx="447799" cy="526877"/>
                                  <a:chOff x="0" y="0"/>
                                  <a:chExt cx="447799" cy="526877"/>
                                </a:xfrm>
                              </wpg:grpSpPr>
                              <wps:wsp>
                                <wps:cNvPr id="35" name="Rectangle 170"/>
                                <wps:cNvSpPr/>
                                <wps:spPr>
                                  <a:xfrm>
                                    <a:off x="0" y="0"/>
                                    <a:ext cx="447799" cy="526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g:grpSp>
                                <wpg:cNvPr id="36" name="Group 171"/>
                                <wpg:cNvGrpSpPr/>
                                <wpg:grpSpPr>
                                  <a:xfrm>
                                    <a:off x="161483" y="144320"/>
                                    <a:ext cx="153463" cy="270314"/>
                                    <a:chOff x="0" y="0"/>
                                    <a:chExt cx="153463" cy="270314"/>
                                  </a:xfrm>
                                </wpg:grpSpPr>
                                <wps:wsp>
                                  <wps:cNvPr id="37" name="AutoShape 172"/>
                                  <wps:cNvSpPr/>
                                  <wps:spPr>
                                    <a:xfrm>
                                      <a:off x="0" y="0"/>
                                      <a:ext cx="140680" cy="270314"/>
                                    </a:xfrm>
                                    <a:custGeom>
                                      <a:avLst/>
                                      <a:gdLst>
                                        <a:gd name="f0" fmla="val 10800000"/>
                                        <a:gd name="f1" fmla="val 5400000"/>
                                        <a:gd name="f2" fmla="val 16200000"/>
                                        <a:gd name="f3" fmla="val w"/>
                                        <a:gd name="f4" fmla="val h"/>
                                        <a:gd name="f5" fmla="val 0"/>
                                        <a:gd name="f6" fmla="val 21600"/>
                                        <a:gd name="f7" fmla="val 3475"/>
                                        <a:gd name="f8" fmla="val 18125"/>
                                        <a:gd name="f9" fmla="val 10800"/>
                                        <a:gd name="f10" fmla="*/ f3 1 21600"/>
                                        <a:gd name="f11" fmla="*/ f4 1 21600"/>
                                        <a:gd name="f12" fmla="+- f6 0 f5"/>
                                        <a:gd name="f13" fmla="*/ f12 1 21600"/>
                                        <a:gd name="f14" fmla="*/ f12 1018 1"/>
                                        <a:gd name="f15" fmla="*/ f12 20582 1"/>
                                        <a:gd name="f16" fmla="*/ f12 3163 1"/>
                                        <a:gd name="f17" fmla="*/ f12 18437 1"/>
                                        <a:gd name="f18" fmla="*/ f14 1 21600"/>
                                        <a:gd name="f19" fmla="*/ f15 1 21600"/>
                                        <a:gd name="f20" fmla="*/ f16 1 21600"/>
                                        <a:gd name="f21" fmla="*/ f17 1 21600"/>
                                        <a:gd name="f22" fmla="*/ f18 1 f13"/>
                                        <a:gd name="f23" fmla="*/ f19 1 f13"/>
                                        <a:gd name="f24" fmla="*/ f20 1 f13"/>
                                        <a:gd name="f25" fmla="*/ f21 1 f13"/>
                                        <a:gd name="f26" fmla="*/ f22 f10 1"/>
                                        <a:gd name="f27" fmla="*/ f23 f10 1"/>
                                        <a:gd name="f28" fmla="*/ f25 f11 1"/>
                                        <a:gd name="f29" fmla="*/ f24 f11 1"/>
                                      </a:gdLst>
                                      <a:ahLst/>
                                      <a:cxnLst>
                                        <a:cxn ang="3cd4">
                                          <a:pos x="hc" y="t"/>
                                        </a:cxn>
                                        <a:cxn ang="0">
                                          <a:pos x="r" y="vc"/>
                                        </a:cxn>
                                        <a:cxn ang="cd4">
                                          <a:pos x="hc" y="b"/>
                                        </a:cxn>
                                        <a:cxn ang="cd2">
                                          <a:pos x="l" y="vc"/>
                                        </a:cxn>
                                      </a:cxnLst>
                                      <a:rect l="f26" t="f29" r="f27" b="f28"/>
                                      <a:pathLst>
                                        <a:path w="21600" h="21600">
                                          <a:moveTo>
                                            <a:pt x="f7" y="f5"/>
                                          </a:moveTo>
                                          <a:lnTo>
                                            <a:pt x="f8" y="f5"/>
                                          </a:lnTo>
                                          <a:arcTo wR="f7" hR="f9" stAng="f2" swAng="f0"/>
                                          <a:lnTo>
                                            <a:pt x="f7" y="f6"/>
                                          </a:lnTo>
                                          <a:arcTo wR="f7" hR="f9" stAng="f1" swAng="f0"/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s:wsp>
                                  <wps:cNvPr id="38" name="AutoShape 173"/>
                                  <wps:cNvCnPr/>
                                  <wps:spPr>
                                    <a:xfrm>
                                      <a:off x="6885" y="80055"/>
                                      <a:ext cx="14657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9" name="Group 174"/>
                              <wpg:cNvGrpSpPr/>
                              <wpg:grpSpPr>
                                <a:xfrm>
                                  <a:off x="1143" y="1045745"/>
                                  <a:ext cx="447799" cy="526877"/>
                                  <a:chOff x="0" y="0"/>
                                  <a:chExt cx="447799" cy="526877"/>
                                </a:xfrm>
                              </wpg:grpSpPr>
                              <wps:wsp>
                                <wps:cNvPr id="40" name="Rectangle 175"/>
                                <wps:cNvSpPr/>
                                <wps:spPr>
                                  <a:xfrm>
                                    <a:off x="0" y="0"/>
                                    <a:ext cx="447799" cy="526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g:grpSp>
                                <wpg:cNvPr id="41" name="Group 176"/>
                                <wpg:cNvGrpSpPr/>
                                <wpg:grpSpPr>
                                  <a:xfrm>
                                    <a:off x="161483" y="144310"/>
                                    <a:ext cx="153463" cy="270314"/>
                                    <a:chOff x="0" y="0"/>
                                    <a:chExt cx="153463" cy="270314"/>
                                  </a:xfrm>
                                </wpg:grpSpPr>
                                <wps:wsp>
                                  <wps:cNvPr id="42" name="AutoShape 177"/>
                                  <wps:cNvSpPr/>
                                  <wps:spPr>
                                    <a:xfrm>
                                      <a:off x="0" y="0"/>
                                      <a:ext cx="140680" cy="270314"/>
                                    </a:xfrm>
                                    <a:custGeom>
                                      <a:avLst/>
                                      <a:gdLst>
                                        <a:gd name="f0" fmla="val 10800000"/>
                                        <a:gd name="f1" fmla="val 5400000"/>
                                        <a:gd name="f2" fmla="val 16200000"/>
                                        <a:gd name="f3" fmla="val w"/>
                                        <a:gd name="f4" fmla="val h"/>
                                        <a:gd name="f5" fmla="val 0"/>
                                        <a:gd name="f6" fmla="val 21600"/>
                                        <a:gd name="f7" fmla="val 3475"/>
                                        <a:gd name="f8" fmla="val 18125"/>
                                        <a:gd name="f9" fmla="val 10800"/>
                                        <a:gd name="f10" fmla="*/ f3 1 21600"/>
                                        <a:gd name="f11" fmla="*/ f4 1 21600"/>
                                        <a:gd name="f12" fmla="+- f6 0 f5"/>
                                        <a:gd name="f13" fmla="*/ f12 1 21600"/>
                                        <a:gd name="f14" fmla="*/ f12 1018 1"/>
                                        <a:gd name="f15" fmla="*/ f12 20582 1"/>
                                        <a:gd name="f16" fmla="*/ f12 3163 1"/>
                                        <a:gd name="f17" fmla="*/ f12 18437 1"/>
                                        <a:gd name="f18" fmla="*/ f14 1 21600"/>
                                        <a:gd name="f19" fmla="*/ f15 1 21600"/>
                                        <a:gd name="f20" fmla="*/ f16 1 21600"/>
                                        <a:gd name="f21" fmla="*/ f17 1 21600"/>
                                        <a:gd name="f22" fmla="*/ f18 1 f13"/>
                                        <a:gd name="f23" fmla="*/ f19 1 f13"/>
                                        <a:gd name="f24" fmla="*/ f20 1 f13"/>
                                        <a:gd name="f25" fmla="*/ f21 1 f13"/>
                                        <a:gd name="f26" fmla="*/ f22 f10 1"/>
                                        <a:gd name="f27" fmla="*/ f23 f10 1"/>
                                        <a:gd name="f28" fmla="*/ f25 f11 1"/>
                                        <a:gd name="f29" fmla="*/ f24 f11 1"/>
                                      </a:gdLst>
                                      <a:ahLst/>
                                      <a:cxnLst>
                                        <a:cxn ang="3cd4">
                                          <a:pos x="hc" y="t"/>
                                        </a:cxn>
                                        <a:cxn ang="0">
                                          <a:pos x="r" y="vc"/>
                                        </a:cxn>
                                        <a:cxn ang="cd4">
                                          <a:pos x="hc" y="b"/>
                                        </a:cxn>
                                        <a:cxn ang="cd2">
                                          <a:pos x="l" y="vc"/>
                                        </a:cxn>
                                      </a:cxnLst>
                                      <a:rect l="f26" t="f29" r="f27" b="f28"/>
                                      <a:pathLst>
                                        <a:path w="21600" h="21600">
                                          <a:moveTo>
                                            <a:pt x="f7" y="f5"/>
                                          </a:moveTo>
                                          <a:lnTo>
                                            <a:pt x="f8" y="f5"/>
                                          </a:lnTo>
                                          <a:arcTo wR="f7" hR="f9" stAng="f2" swAng="f0"/>
                                          <a:lnTo>
                                            <a:pt x="f7" y="f6"/>
                                          </a:lnTo>
                                          <a:arcTo wR="f7" hR="f9" stAng="f1" swAng="f0"/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s:wsp>
                                  <wps:cNvPr id="43" name="AutoShape 178"/>
                                  <wps:cNvCnPr/>
                                  <wps:spPr>
                                    <a:xfrm>
                                      <a:off x="6885" y="80065"/>
                                      <a:ext cx="14657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4" name="Group 179"/>
                              <wpg:cNvGrpSpPr/>
                              <wpg:grpSpPr>
                                <a:xfrm>
                                  <a:off x="1143" y="1579489"/>
                                  <a:ext cx="447799" cy="526877"/>
                                  <a:chOff x="0" y="0"/>
                                  <a:chExt cx="447799" cy="526877"/>
                                </a:xfrm>
                              </wpg:grpSpPr>
                              <wps:wsp>
                                <wps:cNvPr id="45" name="Rectangle 180"/>
                                <wps:cNvSpPr/>
                                <wps:spPr>
                                  <a:xfrm>
                                    <a:off x="0" y="0"/>
                                    <a:ext cx="447799" cy="526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g:grpSp>
                                <wpg:cNvPr id="46" name="Group 181"/>
                                <wpg:cNvGrpSpPr/>
                                <wpg:grpSpPr>
                                  <a:xfrm>
                                    <a:off x="161483" y="144320"/>
                                    <a:ext cx="153463" cy="270314"/>
                                    <a:chOff x="0" y="0"/>
                                    <a:chExt cx="153463" cy="270314"/>
                                  </a:xfrm>
                                </wpg:grpSpPr>
                                <wps:wsp>
                                  <wps:cNvPr id="47" name="AutoShape 182"/>
                                  <wps:cNvSpPr/>
                                  <wps:spPr>
                                    <a:xfrm>
                                      <a:off x="0" y="0"/>
                                      <a:ext cx="140680" cy="270314"/>
                                    </a:xfrm>
                                    <a:custGeom>
                                      <a:avLst/>
                                      <a:gdLst>
                                        <a:gd name="f0" fmla="val 10800000"/>
                                        <a:gd name="f1" fmla="val 5400000"/>
                                        <a:gd name="f2" fmla="val 16200000"/>
                                        <a:gd name="f3" fmla="val w"/>
                                        <a:gd name="f4" fmla="val h"/>
                                        <a:gd name="f5" fmla="val 0"/>
                                        <a:gd name="f6" fmla="val 21600"/>
                                        <a:gd name="f7" fmla="val 3475"/>
                                        <a:gd name="f8" fmla="val 18125"/>
                                        <a:gd name="f9" fmla="val 10800"/>
                                        <a:gd name="f10" fmla="*/ f3 1 21600"/>
                                        <a:gd name="f11" fmla="*/ f4 1 21600"/>
                                        <a:gd name="f12" fmla="+- f6 0 f5"/>
                                        <a:gd name="f13" fmla="*/ f12 1 21600"/>
                                        <a:gd name="f14" fmla="*/ f12 1018 1"/>
                                        <a:gd name="f15" fmla="*/ f12 20582 1"/>
                                        <a:gd name="f16" fmla="*/ f12 3163 1"/>
                                        <a:gd name="f17" fmla="*/ f12 18437 1"/>
                                        <a:gd name="f18" fmla="*/ f14 1 21600"/>
                                        <a:gd name="f19" fmla="*/ f15 1 21600"/>
                                        <a:gd name="f20" fmla="*/ f16 1 21600"/>
                                        <a:gd name="f21" fmla="*/ f17 1 21600"/>
                                        <a:gd name="f22" fmla="*/ f18 1 f13"/>
                                        <a:gd name="f23" fmla="*/ f19 1 f13"/>
                                        <a:gd name="f24" fmla="*/ f20 1 f13"/>
                                        <a:gd name="f25" fmla="*/ f21 1 f13"/>
                                        <a:gd name="f26" fmla="*/ f22 f10 1"/>
                                        <a:gd name="f27" fmla="*/ f23 f10 1"/>
                                        <a:gd name="f28" fmla="*/ f25 f11 1"/>
                                        <a:gd name="f29" fmla="*/ f24 f11 1"/>
                                      </a:gdLst>
                                      <a:ahLst/>
                                      <a:cxnLst>
                                        <a:cxn ang="3cd4">
                                          <a:pos x="hc" y="t"/>
                                        </a:cxn>
                                        <a:cxn ang="0">
                                          <a:pos x="r" y="vc"/>
                                        </a:cxn>
                                        <a:cxn ang="cd4">
                                          <a:pos x="hc" y="b"/>
                                        </a:cxn>
                                        <a:cxn ang="cd2">
                                          <a:pos x="l" y="vc"/>
                                        </a:cxn>
                                      </a:cxnLst>
                                      <a:rect l="f26" t="f29" r="f27" b="f28"/>
                                      <a:pathLst>
                                        <a:path w="21600" h="21600">
                                          <a:moveTo>
                                            <a:pt x="f7" y="f5"/>
                                          </a:moveTo>
                                          <a:lnTo>
                                            <a:pt x="f8" y="f5"/>
                                          </a:lnTo>
                                          <a:arcTo wR="f7" hR="f9" stAng="f2" swAng="f0"/>
                                          <a:lnTo>
                                            <a:pt x="f7" y="f6"/>
                                          </a:lnTo>
                                          <a:arcTo wR="f7" hR="f9" stAng="f1" swAng="f0"/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s:wsp>
                                  <wps:cNvPr id="48" name="AutoShape 183"/>
                                  <wps:cNvCnPr/>
                                  <wps:spPr>
                                    <a:xfrm>
                                      <a:off x="6885" y="80056"/>
                                      <a:ext cx="14657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9" name="Group 184"/>
                              <wpg:cNvGrpSpPr/>
                              <wpg:grpSpPr>
                                <a:xfrm>
                                  <a:off x="0" y="0"/>
                                  <a:ext cx="447799" cy="526877"/>
                                  <a:chOff x="0" y="0"/>
                                  <a:chExt cx="447799" cy="526877"/>
                                </a:xfrm>
                              </wpg:grpSpPr>
                              <wps:wsp>
                                <wps:cNvPr id="50" name="Rectangle 185"/>
                                <wps:cNvSpPr/>
                                <wps:spPr>
                                  <a:xfrm>
                                    <a:off x="0" y="0"/>
                                    <a:ext cx="447799" cy="526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g:grpSp>
                                <wpg:cNvPr id="51" name="Group 186"/>
                                <wpg:cNvGrpSpPr/>
                                <wpg:grpSpPr>
                                  <a:xfrm>
                                    <a:off x="161483" y="144320"/>
                                    <a:ext cx="153463" cy="270314"/>
                                    <a:chOff x="0" y="0"/>
                                    <a:chExt cx="153463" cy="270314"/>
                                  </a:xfrm>
                                </wpg:grpSpPr>
                                <wps:wsp>
                                  <wps:cNvPr id="52" name="AutoShape 187"/>
                                  <wps:cNvSpPr/>
                                  <wps:spPr>
                                    <a:xfrm>
                                      <a:off x="0" y="0"/>
                                      <a:ext cx="140680" cy="270314"/>
                                    </a:xfrm>
                                    <a:custGeom>
                                      <a:avLst/>
                                      <a:gdLst>
                                        <a:gd name="f0" fmla="val 10800000"/>
                                        <a:gd name="f1" fmla="val 5400000"/>
                                        <a:gd name="f2" fmla="val 16200000"/>
                                        <a:gd name="f3" fmla="val w"/>
                                        <a:gd name="f4" fmla="val h"/>
                                        <a:gd name="f5" fmla="val 0"/>
                                        <a:gd name="f6" fmla="val 21600"/>
                                        <a:gd name="f7" fmla="val 3475"/>
                                        <a:gd name="f8" fmla="val 18125"/>
                                        <a:gd name="f9" fmla="val 10800"/>
                                        <a:gd name="f10" fmla="*/ f3 1 21600"/>
                                        <a:gd name="f11" fmla="*/ f4 1 21600"/>
                                        <a:gd name="f12" fmla="+- f6 0 f5"/>
                                        <a:gd name="f13" fmla="*/ f12 1 21600"/>
                                        <a:gd name="f14" fmla="*/ f12 1018 1"/>
                                        <a:gd name="f15" fmla="*/ f12 20582 1"/>
                                        <a:gd name="f16" fmla="*/ f12 3163 1"/>
                                        <a:gd name="f17" fmla="*/ f12 18437 1"/>
                                        <a:gd name="f18" fmla="*/ f14 1 21600"/>
                                        <a:gd name="f19" fmla="*/ f15 1 21600"/>
                                        <a:gd name="f20" fmla="*/ f16 1 21600"/>
                                        <a:gd name="f21" fmla="*/ f17 1 21600"/>
                                        <a:gd name="f22" fmla="*/ f18 1 f13"/>
                                        <a:gd name="f23" fmla="*/ f19 1 f13"/>
                                        <a:gd name="f24" fmla="*/ f20 1 f13"/>
                                        <a:gd name="f25" fmla="*/ f21 1 f13"/>
                                        <a:gd name="f26" fmla="*/ f22 f10 1"/>
                                        <a:gd name="f27" fmla="*/ f23 f10 1"/>
                                        <a:gd name="f28" fmla="*/ f25 f11 1"/>
                                        <a:gd name="f29" fmla="*/ f24 f11 1"/>
                                      </a:gdLst>
                                      <a:ahLst/>
                                      <a:cxnLst>
                                        <a:cxn ang="3cd4">
                                          <a:pos x="hc" y="t"/>
                                        </a:cxn>
                                        <a:cxn ang="0">
                                          <a:pos x="r" y="vc"/>
                                        </a:cxn>
                                        <a:cxn ang="cd4">
                                          <a:pos x="hc" y="b"/>
                                        </a:cxn>
                                        <a:cxn ang="cd2">
                                          <a:pos x="l" y="vc"/>
                                        </a:cxn>
                                      </a:cxnLst>
                                      <a:rect l="f26" t="f29" r="f27" b="f28"/>
                                      <a:pathLst>
                                        <a:path w="21600" h="21600">
                                          <a:moveTo>
                                            <a:pt x="f7" y="f5"/>
                                          </a:moveTo>
                                          <a:lnTo>
                                            <a:pt x="f8" y="f5"/>
                                          </a:lnTo>
                                          <a:arcTo wR="f7" hR="f9" stAng="f2" swAng="f0"/>
                                          <a:lnTo>
                                            <a:pt x="f7" y="f6"/>
                                          </a:lnTo>
                                          <a:arcTo wR="f7" hR="f9" stAng="f1" swAng="f0"/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s:wsp>
                                  <wps:cNvPr id="53" name="AutoShape 188"/>
                                  <wps:cNvCnPr/>
                                  <wps:spPr>
                                    <a:xfrm>
                                      <a:off x="6885" y="80056"/>
                                      <a:ext cx="14657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4" name="Group 189"/>
                              <wpg:cNvGrpSpPr/>
                              <wpg:grpSpPr>
                                <a:xfrm>
                                  <a:off x="1143" y="2115529"/>
                                  <a:ext cx="447799" cy="526877"/>
                                  <a:chOff x="0" y="0"/>
                                  <a:chExt cx="447799" cy="526877"/>
                                </a:xfrm>
                              </wpg:grpSpPr>
                              <wps:wsp>
                                <wps:cNvPr id="55" name="Rectangle 190"/>
                                <wps:cNvSpPr/>
                                <wps:spPr>
                                  <a:xfrm>
                                    <a:off x="0" y="0"/>
                                    <a:ext cx="447799" cy="526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g:grpSp>
                                <wpg:cNvPr id="56" name="Group 191"/>
                                <wpg:cNvGrpSpPr/>
                                <wpg:grpSpPr>
                                  <a:xfrm>
                                    <a:off x="161483" y="144320"/>
                                    <a:ext cx="153463" cy="270314"/>
                                    <a:chOff x="0" y="0"/>
                                    <a:chExt cx="153463" cy="270314"/>
                                  </a:xfrm>
                                </wpg:grpSpPr>
                                <wps:wsp>
                                  <wps:cNvPr id="57" name="AutoShape 192"/>
                                  <wps:cNvSpPr/>
                                  <wps:spPr>
                                    <a:xfrm>
                                      <a:off x="0" y="0"/>
                                      <a:ext cx="140680" cy="270314"/>
                                    </a:xfrm>
                                    <a:custGeom>
                                      <a:avLst/>
                                      <a:gdLst>
                                        <a:gd name="f0" fmla="val 10800000"/>
                                        <a:gd name="f1" fmla="val 5400000"/>
                                        <a:gd name="f2" fmla="val 16200000"/>
                                        <a:gd name="f3" fmla="val w"/>
                                        <a:gd name="f4" fmla="val h"/>
                                        <a:gd name="f5" fmla="val 0"/>
                                        <a:gd name="f6" fmla="val 21600"/>
                                        <a:gd name="f7" fmla="val 3475"/>
                                        <a:gd name="f8" fmla="val 18125"/>
                                        <a:gd name="f9" fmla="val 10800"/>
                                        <a:gd name="f10" fmla="*/ f3 1 21600"/>
                                        <a:gd name="f11" fmla="*/ f4 1 21600"/>
                                        <a:gd name="f12" fmla="+- f6 0 f5"/>
                                        <a:gd name="f13" fmla="*/ f12 1 21600"/>
                                        <a:gd name="f14" fmla="*/ f12 1018 1"/>
                                        <a:gd name="f15" fmla="*/ f12 20582 1"/>
                                        <a:gd name="f16" fmla="*/ f12 3163 1"/>
                                        <a:gd name="f17" fmla="*/ f12 18437 1"/>
                                        <a:gd name="f18" fmla="*/ f14 1 21600"/>
                                        <a:gd name="f19" fmla="*/ f15 1 21600"/>
                                        <a:gd name="f20" fmla="*/ f16 1 21600"/>
                                        <a:gd name="f21" fmla="*/ f17 1 21600"/>
                                        <a:gd name="f22" fmla="*/ f18 1 f13"/>
                                        <a:gd name="f23" fmla="*/ f19 1 f13"/>
                                        <a:gd name="f24" fmla="*/ f20 1 f13"/>
                                        <a:gd name="f25" fmla="*/ f21 1 f13"/>
                                        <a:gd name="f26" fmla="*/ f22 f10 1"/>
                                        <a:gd name="f27" fmla="*/ f23 f10 1"/>
                                        <a:gd name="f28" fmla="*/ f25 f11 1"/>
                                        <a:gd name="f29" fmla="*/ f24 f11 1"/>
                                      </a:gdLst>
                                      <a:ahLst/>
                                      <a:cxnLst>
                                        <a:cxn ang="3cd4">
                                          <a:pos x="hc" y="t"/>
                                        </a:cxn>
                                        <a:cxn ang="0">
                                          <a:pos x="r" y="vc"/>
                                        </a:cxn>
                                        <a:cxn ang="cd4">
                                          <a:pos x="hc" y="b"/>
                                        </a:cxn>
                                        <a:cxn ang="cd2">
                                          <a:pos x="l" y="vc"/>
                                        </a:cxn>
                                      </a:cxnLst>
                                      <a:rect l="f26" t="f29" r="f27" b="f28"/>
                                      <a:pathLst>
                                        <a:path w="21600" h="21600">
                                          <a:moveTo>
                                            <a:pt x="f7" y="f5"/>
                                          </a:moveTo>
                                          <a:lnTo>
                                            <a:pt x="f8" y="f5"/>
                                          </a:lnTo>
                                          <a:arcTo wR="f7" hR="f9" stAng="f2" swAng="f0"/>
                                          <a:lnTo>
                                            <a:pt x="f7" y="f6"/>
                                          </a:lnTo>
                                          <a:arcTo wR="f7" hR="f9" stAng="f1" swAng="f0"/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s:wsp>
                                  <wps:cNvPr id="58" name="AutoShape 193"/>
                                  <wps:cNvCnPr/>
                                  <wps:spPr>
                                    <a:xfrm>
                                      <a:off x="6885" y="80055"/>
                                      <a:ext cx="14657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9" name="Group 194"/>
                              <wpg:cNvGrpSpPr/>
                              <wpg:grpSpPr>
                                <a:xfrm>
                                  <a:off x="1143" y="2642406"/>
                                  <a:ext cx="447799" cy="526877"/>
                                  <a:chOff x="0" y="0"/>
                                  <a:chExt cx="447799" cy="526877"/>
                                </a:xfrm>
                              </wpg:grpSpPr>
                              <wps:wsp>
                                <wps:cNvPr id="60" name="Rectangle 195"/>
                                <wps:cNvSpPr/>
                                <wps:spPr>
                                  <a:xfrm>
                                    <a:off x="0" y="0"/>
                                    <a:ext cx="447799" cy="526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g:grpSp>
                                <wpg:cNvPr id="61" name="Group 196"/>
                                <wpg:cNvGrpSpPr/>
                                <wpg:grpSpPr>
                                  <a:xfrm>
                                    <a:off x="161483" y="144320"/>
                                    <a:ext cx="153463" cy="270314"/>
                                    <a:chOff x="0" y="0"/>
                                    <a:chExt cx="153463" cy="270314"/>
                                  </a:xfrm>
                                </wpg:grpSpPr>
                                <wps:wsp>
                                  <wps:cNvPr id="62" name="AutoShape 197"/>
                                  <wps:cNvSpPr/>
                                  <wps:spPr>
                                    <a:xfrm>
                                      <a:off x="0" y="0"/>
                                      <a:ext cx="140680" cy="270314"/>
                                    </a:xfrm>
                                    <a:custGeom>
                                      <a:avLst/>
                                      <a:gdLst>
                                        <a:gd name="f0" fmla="val 10800000"/>
                                        <a:gd name="f1" fmla="val 5400000"/>
                                        <a:gd name="f2" fmla="val 16200000"/>
                                        <a:gd name="f3" fmla="val w"/>
                                        <a:gd name="f4" fmla="val h"/>
                                        <a:gd name="f5" fmla="val 0"/>
                                        <a:gd name="f6" fmla="val 21600"/>
                                        <a:gd name="f7" fmla="val 3475"/>
                                        <a:gd name="f8" fmla="val 18125"/>
                                        <a:gd name="f9" fmla="val 10800"/>
                                        <a:gd name="f10" fmla="*/ f3 1 21600"/>
                                        <a:gd name="f11" fmla="*/ f4 1 21600"/>
                                        <a:gd name="f12" fmla="+- f6 0 f5"/>
                                        <a:gd name="f13" fmla="*/ f12 1 21600"/>
                                        <a:gd name="f14" fmla="*/ f12 1018 1"/>
                                        <a:gd name="f15" fmla="*/ f12 20582 1"/>
                                        <a:gd name="f16" fmla="*/ f12 3163 1"/>
                                        <a:gd name="f17" fmla="*/ f12 18437 1"/>
                                        <a:gd name="f18" fmla="*/ f14 1 21600"/>
                                        <a:gd name="f19" fmla="*/ f15 1 21600"/>
                                        <a:gd name="f20" fmla="*/ f16 1 21600"/>
                                        <a:gd name="f21" fmla="*/ f17 1 21600"/>
                                        <a:gd name="f22" fmla="*/ f18 1 f13"/>
                                        <a:gd name="f23" fmla="*/ f19 1 f13"/>
                                        <a:gd name="f24" fmla="*/ f20 1 f13"/>
                                        <a:gd name="f25" fmla="*/ f21 1 f13"/>
                                        <a:gd name="f26" fmla="*/ f22 f10 1"/>
                                        <a:gd name="f27" fmla="*/ f23 f10 1"/>
                                        <a:gd name="f28" fmla="*/ f25 f11 1"/>
                                        <a:gd name="f29" fmla="*/ f24 f11 1"/>
                                      </a:gdLst>
                                      <a:ahLst/>
                                      <a:cxnLst>
                                        <a:cxn ang="3cd4">
                                          <a:pos x="hc" y="t"/>
                                        </a:cxn>
                                        <a:cxn ang="0">
                                          <a:pos x="r" y="vc"/>
                                        </a:cxn>
                                        <a:cxn ang="cd4">
                                          <a:pos x="hc" y="b"/>
                                        </a:cxn>
                                        <a:cxn ang="cd2">
                                          <a:pos x="l" y="vc"/>
                                        </a:cxn>
                                      </a:cxnLst>
                                      <a:rect l="f26" t="f29" r="f27" b="f28"/>
                                      <a:pathLst>
                                        <a:path w="21600" h="21600">
                                          <a:moveTo>
                                            <a:pt x="f7" y="f5"/>
                                          </a:moveTo>
                                          <a:lnTo>
                                            <a:pt x="f8" y="f5"/>
                                          </a:lnTo>
                                          <a:arcTo wR="f7" hR="f9" stAng="f2" swAng="f0"/>
                                          <a:lnTo>
                                            <a:pt x="f7" y="f6"/>
                                          </a:lnTo>
                                          <a:arcTo wR="f7" hR="f9" stAng="f1" swAng="f0"/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s:wsp>
                                  <wps:cNvPr id="63" name="AutoShape 198"/>
                                  <wps:cNvCnPr/>
                                  <wps:spPr>
                                    <a:xfrm>
                                      <a:off x="6885" y="80056"/>
                                      <a:ext cx="14657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6DFF256" id="Group 168" o:spid="_x0000_s1026" style="position:absolute;margin-left:252.1pt;margin-top:42.95pt;width:35.3pt;height:249.5pt;z-index:251686912" coordsize="4489,31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">
                      <v:group id="Group 169" o:spid="_x0000_s1027" style="position:absolute;left:11;top:5268;width:4478;height:5269" coordsize="4477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Rectangle 170" o:spid="_x0000_s1028" style="position:absolute;width:4477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" filled="f" strokecolor="#0d0d0d" strokeweight=".26467mm">
                          <v:textbox inset="0,0,0,0"/>
                        </v:rect>
                        <v:group id="Group 171" o:spid="_x0000_s1029" style="position:absolute;left:1614;top:1443;width:1535;height:2703" coordsize="153463,27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<v:shape id="AutoShape 172" o:spid="_x0000_s1030" style="position:absolute;width:140680;height:27031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" path="m3475,l18125,wa14650,,21600,21600,18125,,18125,21600l3475,21600wa,,6950,21600,3475,21600,3475,xe" filled="f" strokecolor="#0d0d0d" strokeweight=".26467mm">
                            <v:stroke joinstyle="miter"/>
                            <v:path arrowok="t" o:connecttype="custom" o:connectlocs="70340,0;140680,135157;70340,270314;0,135157" o:connectangles="270,0,90,180" textboxrect="1018,3163,20582,18437"/>
                          </v:shape>
                          <v:shape id="AutoShape 173" o:spid="_x0000_s1031" type="#_x0000_t32" style="position:absolute;left:6885;top:80055;width:1465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" strokecolor="#0d0d0d" strokeweight=".26467mm"/>
                        </v:group>
                      </v:group>
                      <v:group id="Group 174" o:spid="_x0000_s1032" style="position:absolute;left:11;top:10457;width:4478;height:5269" coordsize="4477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rect id="Rectangle 175" o:spid="_x0000_s1033" style="position:absolute;width:4477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" filled="f" strokecolor="#0d0d0d" strokeweight=".26467mm">
                          <v:textbox inset="0,0,0,0"/>
                        </v:rect>
                        <v:group id="Group 176" o:spid="_x0000_s1034" style="position:absolute;left:1614;top:1443;width:1535;height:2703" coordsize="153463,27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<v:shape id="AutoShape 177" o:spid="_x0000_s1035" style="position:absolute;width:140680;height:27031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  <v:stroke joinstyle="miter"/>
                            <v:path arrowok="t" o:connecttype="custom" o:connectlocs="70340,0;140680,135157;70340,270314;0,135157" o:connectangles="270,0,90,180" textboxrect="1018,3163,20582,18437"/>
                          </v:shape>
                          <v:shape id="AutoShape 178" o:spid="_x0000_s1036" type="#_x0000_t32" style="position:absolute;left:6885;top:80065;width:1465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" strokecolor="#0d0d0d" strokeweight=".26467mm"/>
                        </v:group>
                      </v:group>
                      <v:group id="Group 179" o:spid="_x0000_s1037" style="position:absolute;left:11;top:15794;width:4478;height:5269" coordsize="4477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v:rect id="Rectangle 180" o:spid="_x0000_s1038" style="position:absolute;width:4477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" filled="f" strokecolor="#0d0d0d" strokeweight=".26467mm">
                          <v:textbox inset="0,0,0,0"/>
                        </v:rect>
                        <v:group id="Group 181" o:spid="_x0000_s1039" style="position:absolute;left:1614;top:1443;width:1535;height:2703" coordsize="153463,27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<v:shape id="AutoShape 182" o:spid="_x0000_s1040" style="position:absolute;width:140680;height:27031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  <v:stroke joinstyle="miter"/>
                            <v:path arrowok="t" o:connecttype="custom" o:connectlocs="70340,0;140680,135157;70340,270314;0,135157" o:connectangles="270,0,90,180" textboxrect="1018,3163,20582,18437"/>
                          </v:shape>
                          <v:shape id="AutoShape 183" o:spid="_x0000_s1041" type="#_x0000_t32" style="position:absolute;left:6885;top:80056;width:1465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" strokecolor="#0d0d0d" strokeweight=".26467mm"/>
                        </v:group>
                      </v:group>
                      <v:group id="Group 184" o:spid="_x0000_s1042" style="position:absolute;width:4477;height:5268" coordsize="4477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rect id="Rectangle 185" o:spid="_x0000_s1043" style="position:absolute;width:4477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" filled="f" strokecolor="#0d0d0d" strokeweight=".26467mm">
                          <v:textbox inset="0,0,0,0"/>
                        </v:rect>
                        <v:group id="Group 186" o:spid="_x0000_s1044" style="position:absolute;left:1614;top:1443;width:1535;height:2703" coordsize="153463,27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<v:shape id="AutoShape 187" o:spid="_x0000_s1045" style="position:absolute;width:140680;height:27031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  <v:stroke joinstyle="miter"/>
                            <v:path arrowok="t" o:connecttype="custom" o:connectlocs="70340,0;140680,135157;70340,270314;0,135157" o:connectangles="270,0,90,180" textboxrect="1018,3163,20582,18437"/>
                          </v:shape>
                          <v:shape id="AutoShape 188" o:spid="_x0000_s1046" type="#_x0000_t32" style="position:absolute;left:6885;top:80056;width:1465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" strokecolor="#0d0d0d" strokeweight=".26467mm"/>
                        </v:group>
                      </v:group>
                      <v:group id="Group 189" o:spid="_x0000_s1047" style="position:absolute;left:11;top:21155;width:4478;height:5269" coordsize="4477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rect id="Rectangle 190" o:spid="_x0000_s1048" style="position:absolute;width:4477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" filled="f" strokecolor="#0d0d0d" strokeweight=".26467mm">
                          <v:textbox inset="0,0,0,0"/>
                        </v:rect>
                        <v:group id="Group 191" o:spid="_x0000_s1049" style="position:absolute;left:1614;top:1443;width:1535;height:2703" coordsize="153463,27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<v:shape id="AutoShape 192" o:spid="_x0000_s1050" style="position:absolute;width:140680;height:27031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  <v:stroke joinstyle="miter"/>
                            <v:path arrowok="t" o:connecttype="custom" o:connectlocs="70340,0;140680,135157;70340,270314;0,135157" o:connectangles="270,0,90,180" textboxrect="1018,3163,20582,18437"/>
                          </v:shape>
                          <v:shape id="AutoShape 193" o:spid="_x0000_s1051" type="#_x0000_t32" style="position:absolute;left:6885;top:80055;width:1465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" strokecolor="#0d0d0d" strokeweight=".26467mm"/>
                        </v:group>
                      </v:group>
                      <v:group id="Group 194" o:spid="_x0000_s1052" style="position:absolute;left:11;top:26424;width:4478;height:5268" coordsize="4477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<v:rect id="Rectangle 195" o:spid="_x0000_s1053" style="position:absolute;width:4477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" filled="f" strokecolor="#0d0d0d" strokeweight=".26467mm">
                          <v:textbox inset="0,0,0,0"/>
                        </v:rect>
                        <v:group id="Group 196" o:spid="_x0000_s1054" style="position:absolute;left:1614;top:1443;width:1535;height:2703" coordsize="153463,27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<v:shape id="AutoShape 197" o:spid="_x0000_s1055" style="position:absolute;width:140680;height:27031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  <v:stroke joinstyle="miter"/>
                            <v:path arrowok="t" o:connecttype="custom" o:connectlocs="70340,0;140680,135157;70340,270314;0,135157" o:connectangles="270,0,90,180" textboxrect="1018,3163,20582,18437"/>
                          </v:shape>
                          <v:shape id="AutoShape 198" o:spid="_x0000_s1056" type="#_x0000_t32" style="position:absolute;left:6885;top:80056;width:1465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" strokecolor="#0d0d0d" strokeweight=".26467mm"/>
                        </v:group>
                      </v:group>
                    </v:group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50312EF" wp14:editId="12472B12">
                      <wp:simplePos x="0" y="0"/>
                      <wp:positionH relativeFrom="margin">
                        <wp:posOffset>3202940</wp:posOffset>
                      </wp:positionH>
                      <wp:positionV relativeFrom="paragraph">
                        <wp:posOffset>3714750</wp:posOffset>
                      </wp:positionV>
                      <wp:extent cx="978535" cy="279400"/>
                      <wp:effectExtent l="0" t="0" r="12064" b="25396"/>
                      <wp:wrapNone/>
                      <wp:docPr id="32" name="Rectangle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8535" cy="279400"/>
                              </a:xfrm>
                              <a:prstGeom prst="rect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D0D0D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31DCEE4E" id="Rectangle 206" o:spid="_x0000_s1026" style="position:absolute;margin-left:252.2pt;margin-top:292.5pt;width:77.05pt;height:22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" filled="f" strokecolor="#0d0d0d" strokeweight=".26467mm">
                      <v:textbox inset="0,0,0,0"/>
                      <w10:wrap anchorx="margin"/>
                    </v:rect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5F7B0895" wp14:editId="2E65CBC6">
                      <wp:simplePos x="0" y="0"/>
                      <wp:positionH relativeFrom="column">
                        <wp:posOffset>4364355</wp:posOffset>
                      </wp:positionH>
                      <wp:positionV relativeFrom="paragraph">
                        <wp:posOffset>1072515</wp:posOffset>
                      </wp:positionV>
                      <wp:extent cx="447040" cy="525780"/>
                      <wp:effectExtent l="0" t="0" r="9529" b="26040"/>
                      <wp:wrapNone/>
                      <wp:docPr id="27" name="Group 2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040" cy="525780"/>
                                <a:chOff x="0" y="0"/>
                                <a:chExt cx="447671" cy="526410"/>
                              </a:xfrm>
                            </wpg:grpSpPr>
                            <wps:wsp>
                              <wps:cNvPr id="28" name="Rectangle 216"/>
                              <wps:cNvSpPr/>
                              <wps:spPr>
                                <a:xfrm>
                                  <a:off x="0" y="0"/>
                                  <a:ext cx="447671" cy="526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8" cap="flat">
                                  <a:solidFill>
                                    <a:srgbClr val="0D0D0D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  <wpg:grpSp>
                              <wpg:cNvPr id="29" name="Group 217"/>
                              <wpg:cNvGrpSpPr/>
                              <wpg:grpSpPr>
                                <a:xfrm>
                                  <a:off x="161437" y="144192"/>
                                  <a:ext cx="153418" cy="270077"/>
                                  <a:chOff x="0" y="0"/>
                                  <a:chExt cx="153418" cy="270077"/>
                                </a:xfrm>
                              </wpg:grpSpPr>
                              <wps:wsp>
                                <wps:cNvPr id="30" name="AutoShape 218"/>
                                <wps:cNvSpPr/>
                                <wps:spPr>
                                  <a:xfrm>
                                    <a:off x="0" y="0"/>
                                    <a:ext cx="140634" cy="270077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620000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3475"/>
                                      <a:gd name="f8" fmla="val 18125"/>
                                      <a:gd name="f9" fmla="val 1080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12 1 21600"/>
                                      <a:gd name="f14" fmla="*/ f12 1018 1"/>
                                      <a:gd name="f15" fmla="*/ f12 20582 1"/>
                                      <a:gd name="f16" fmla="*/ f12 3163 1"/>
                                      <a:gd name="f17" fmla="*/ f12 18437 1"/>
                                      <a:gd name="f18" fmla="*/ f14 1 21600"/>
                                      <a:gd name="f19" fmla="*/ f15 1 21600"/>
                                      <a:gd name="f20" fmla="*/ f16 1 21600"/>
                                      <a:gd name="f21" fmla="*/ f17 1 21600"/>
                                      <a:gd name="f22" fmla="*/ f18 1 f13"/>
                                      <a:gd name="f23" fmla="*/ f19 1 f13"/>
                                      <a:gd name="f24" fmla="*/ f20 1 f13"/>
                                      <a:gd name="f25" fmla="*/ f21 1 f13"/>
                                      <a:gd name="f26" fmla="*/ f22 f10 1"/>
                                      <a:gd name="f27" fmla="*/ f23 f10 1"/>
                                      <a:gd name="f28" fmla="*/ f25 f11 1"/>
                                      <a:gd name="f29" fmla="*/ f24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</a:cxnLst>
                                    <a:rect l="f26" t="f29" r="f27" b="f28"/>
                                    <a:pathLst>
                                      <a:path w="21600" h="21600">
                                        <a:moveTo>
                                          <a:pt x="f7" y="f5"/>
                                        </a:moveTo>
                                        <a:lnTo>
                                          <a:pt x="f8" y="f5"/>
                                        </a:lnTo>
                                        <a:arcTo wR="f7" hR="f9" stAng="f2" swAng="f0"/>
                                        <a:lnTo>
                                          <a:pt x="f7" y="f6"/>
                                        </a:lnTo>
                                        <a:arcTo wR="f7" hR="f9" stAng="f1" swAng="f0"/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31" name="AutoShape 219"/>
                                <wps:cNvCnPr/>
                                <wps:spPr>
                                  <a:xfrm>
                                    <a:off x="6885" y="79992"/>
                                    <a:ext cx="14653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9A80101" id="Group 215" o:spid="_x0000_s1026" style="position:absolute;margin-left:343.65pt;margin-top:84.45pt;width:35.2pt;height:41.4pt;z-index:251688960" coordsize="4476,5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">
                      <v:rect id="Rectangle 216" o:spid="_x0000_s1027" style="position:absolute;width:4476;height:5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" filled="f" strokecolor="#0d0d0d" strokeweight=".26467mm">
                        <v:textbox inset="0,0,0,0"/>
                      </v:rect>
                      <v:group id="Group 217" o:spid="_x0000_s1028" style="position:absolute;left:1614;top:1441;width:1534;height:2701" coordsize="153418,27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AutoShape 218" o:spid="_x0000_s1029" style="position:absolute;width:140634;height:27007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" path="m3475,l18125,wa14650,,21600,21600,18125,,18125,21600l3475,21600wa,,6950,21600,3475,21600,3475,xe" filled="f" strokecolor="#0d0d0d" strokeweight=".26467mm">
                          <v:stroke joinstyle="miter"/>
                          <v:path arrowok="t" o:connecttype="custom" o:connectlocs="70317,0;140634,135039;70317,270077;0,135039" o:connectangles="270,0,90,180" textboxrect="1018,3163,20582,18437"/>
                        </v:shape>
                        <v:shape id="AutoShape 219" o:spid="_x0000_s1030" type="#_x0000_t32" style="position:absolute;left:6885;top:79992;width:1465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" strokecolor="#0d0d0d" strokeweight=".26467mm"/>
                      </v:group>
                    </v:group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1E2ADF52" wp14:editId="48B3A24A">
                      <wp:simplePos x="0" y="0"/>
                      <wp:positionH relativeFrom="column">
                        <wp:posOffset>4364355</wp:posOffset>
                      </wp:positionH>
                      <wp:positionV relativeFrom="paragraph">
                        <wp:posOffset>1591310</wp:posOffset>
                      </wp:positionV>
                      <wp:extent cx="447040" cy="527050"/>
                      <wp:effectExtent l="0" t="0" r="9529" b="25399"/>
                      <wp:wrapNone/>
                      <wp:docPr id="22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040" cy="527050"/>
                                <a:chOff x="0" y="0"/>
                                <a:chExt cx="447671" cy="527051"/>
                              </a:xfrm>
                            </wpg:grpSpPr>
                            <wps:wsp>
                              <wps:cNvPr id="23" name="Rectangle 221"/>
                              <wps:cNvSpPr/>
                              <wps:spPr>
                                <a:xfrm>
                                  <a:off x="0" y="0"/>
                                  <a:ext cx="447671" cy="527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8" cap="flat">
                                  <a:solidFill>
                                    <a:srgbClr val="0D0D0D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  <wpg:grpSp>
                              <wpg:cNvPr id="24" name="Group 222"/>
                              <wpg:cNvGrpSpPr/>
                              <wpg:grpSpPr>
                                <a:xfrm>
                                  <a:off x="161437" y="144366"/>
                                  <a:ext cx="153418" cy="270397"/>
                                  <a:chOff x="0" y="0"/>
                                  <a:chExt cx="153418" cy="270397"/>
                                </a:xfrm>
                              </wpg:grpSpPr>
                              <wps:wsp>
                                <wps:cNvPr id="25" name="AutoShape 223"/>
                                <wps:cNvSpPr/>
                                <wps:spPr>
                                  <a:xfrm>
                                    <a:off x="0" y="0"/>
                                    <a:ext cx="140634" cy="270397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620000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3475"/>
                                      <a:gd name="f8" fmla="val 18125"/>
                                      <a:gd name="f9" fmla="val 1080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12 1 21600"/>
                                      <a:gd name="f14" fmla="*/ f12 1018 1"/>
                                      <a:gd name="f15" fmla="*/ f12 20582 1"/>
                                      <a:gd name="f16" fmla="*/ f12 3163 1"/>
                                      <a:gd name="f17" fmla="*/ f12 18437 1"/>
                                      <a:gd name="f18" fmla="*/ f14 1 21600"/>
                                      <a:gd name="f19" fmla="*/ f15 1 21600"/>
                                      <a:gd name="f20" fmla="*/ f16 1 21600"/>
                                      <a:gd name="f21" fmla="*/ f17 1 21600"/>
                                      <a:gd name="f22" fmla="*/ f18 1 f13"/>
                                      <a:gd name="f23" fmla="*/ f19 1 f13"/>
                                      <a:gd name="f24" fmla="*/ f20 1 f13"/>
                                      <a:gd name="f25" fmla="*/ f21 1 f13"/>
                                      <a:gd name="f26" fmla="*/ f22 f10 1"/>
                                      <a:gd name="f27" fmla="*/ f23 f10 1"/>
                                      <a:gd name="f28" fmla="*/ f25 f11 1"/>
                                      <a:gd name="f29" fmla="*/ f24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</a:cxnLst>
                                    <a:rect l="f26" t="f29" r="f27" b="f28"/>
                                    <a:pathLst>
                                      <a:path w="21600" h="21600">
                                        <a:moveTo>
                                          <a:pt x="f7" y="f5"/>
                                        </a:moveTo>
                                        <a:lnTo>
                                          <a:pt x="f8" y="f5"/>
                                        </a:lnTo>
                                        <a:arcTo wR="f7" hR="f9" stAng="f2" swAng="f0"/>
                                        <a:lnTo>
                                          <a:pt x="f7" y="f6"/>
                                        </a:lnTo>
                                        <a:arcTo wR="f7" hR="f9" stAng="f1" swAng="f0"/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26" name="AutoShape 224"/>
                                <wps:cNvCnPr/>
                                <wps:spPr>
                                  <a:xfrm>
                                    <a:off x="6885" y="80083"/>
                                    <a:ext cx="14653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4793CF42" id="Group 220" o:spid="_x0000_s1026" style="position:absolute;margin-left:343.65pt;margin-top:125.3pt;width:35.2pt;height:41.5pt;z-index:251689984" coordsize="4476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">
                      <v:rect id="Rectangle 221" o:spid="_x0000_s1027" style="position:absolute;width:4476;height: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" filled="f" strokecolor="#0d0d0d" strokeweight=".26467mm">
                        <v:textbox inset="0,0,0,0"/>
                      </v:rect>
                      <v:group id="Group 222" o:spid="_x0000_s1028" style="position:absolute;left:1614;top:1443;width:1534;height:2704" coordsize="153418,27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shape id="AutoShape 223" o:spid="_x0000_s1029" style="position:absolute;width:140634;height:27039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<v:stroke joinstyle="miter"/>
                          <v:path arrowok="t" o:connecttype="custom" o:connectlocs="70317,0;140634,135199;70317,270397;0,135199" o:connectangles="270,0,90,180" textboxrect="1018,3163,20582,18437"/>
                        </v:shape>
                        <v:shape id="AutoShape 224" o:spid="_x0000_s1030" type="#_x0000_t32" style="position:absolute;left:6885;top:80083;width:1465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" strokecolor="#0d0d0d" strokeweight=".26467mm"/>
                      </v:group>
                    </v:group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8DED953" wp14:editId="06E2DFE2">
                      <wp:simplePos x="0" y="0"/>
                      <wp:positionH relativeFrom="column">
                        <wp:posOffset>3980180</wp:posOffset>
                      </wp:positionH>
                      <wp:positionV relativeFrom="paragraph">
                        <wp:posOffset>312420</wp:posOffset>
                      </wp:positionV>
                      <wp:extent cx="727075" cy="304165"/>
                      <wp:effectExtent l="0" t="0" r="0" b="634"/>
                      <wp:wrapNone/>
                      <wp:docPr id="81" name="Text Box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5" cy="304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9A3C6E2" w14:textId="77777777" w:rsidR="001423E9" w:rsidRDefault="001423E9" w:rsidP="001423E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3m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DED953" id="Text Box 212" o:spid="_x0000_s1034" type="#_x0000_t202" style="position:absolute;left:0;text-align:left;margin-left:313.4pt;margin-top:24.6pt;width:57.25pt;height:23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" filled="f" stroked="f">
                      <v:textbox>
                        <w:txbxContent>
                          <w:p w14:paraId="29A3C6E2" w14:textId="77777777" w:rsidR="001423E9" w:rsidRDefault="001423E9" w:rsidP="001423E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719C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01002AB5" wp14:editId="177DBA2A">
                      <wp:simplePos x="0" y="0"/>
                      <wp:positionH relativeFrom="column">
                        <wp:posOffset>4364355</wp:posOffset>
                      </wp:positionH>
                      <wp:positionV relativeFrom="paragraph">
                        <wp:posOffset>2125345</wp:posOffset>
                      </wp:positionV>
                      <wp:extent cx="447040" cy="527050"/>
                      <wp:effectExtent l="0" t="0" r="9529" b="25399"/>
                      <wp:wrapNone/>
                      <wp:docPr id="17" name="Group 2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040" cy="527050"/>
                                <a:chOff x="0" y="0"/>
                                <a:chExt cx="447671" cy="527051"/>
                              </a:xfrm>
                            </wpg:grpSpPr>
                            <wps:wsp>
                              <wps:cNvPr id="18" name="Rectangle 226"/>
                              <wps:cNvSpPr/>
                              <wps:spPr>
                                <a:xfrm>
                                  <a:off x="0" y="0"/>
                                  <a:ext cx="447671" cy="527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8" cap="flat">
                                  <a:solidFill>
                                    <a:srgbClr val="0D0D0D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  <wpg:grpSp>
                              <wpg:cNvPr id="19" name="Group 227"/>
                              <wpg:cNvGrpSpPr/>
                              <wpg:grpSpPr>
                                <a:xfrm>
                                  <a:off x="161437" y="144365"/>
                                  <a:ext cx="153418" cy="270397"/>
                                  <a:chOff x="0" y="0"/>
                                  <a:chExt cx="153418" cy="270397"/>
                                </a:xfrm>
                              </wpg:grpSpPr>
                              <wps:wsp>
                                <wps:cNvPr id="20" name="AutoShape 228"/>
                                <wps:cNvSpPr/>
                                <wps:spPr>
                                  <a:xfrm>
                                    <a:off x="0" y="0"/>
                                    <a:ext cx="140634" cy="270397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620000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3475"/>
                                      <a:gd name="f8" fmla="val 18125"/>
                                      <a:gd name="f9" fmla="val 1080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12 1 21600"/>
                                      <a:gd name="f14" fmla="*/ f12 1018 1"/>
                                      <a:gd name="f15" fmla="*/ f12 20582 1"/>
                                      <a:gd name="f16" fmla="*/ f12 3163 1"/>
                                      <a:gd name="f17" fmla="*/ f12 18437 1"/>
                                      <a:gd name="f18" fmla="*/ f14 1 21600"/>
                                      <a:gd name="f19" fmla="*/ f15 1 21600"/>
                                      <a:gd name="f20" fmla="*/ f16 1 21600"/>
                                      <a:gd name="f21" fmla="*/ f17 1 21600"/>
                                      <a:gd name="f22" fmla="*/ f18 1 f13"/>
                                      <a:gd name="f23" fmla="*/ f19 1 f13"/>
                                      <a:gd name="f24" fmla="*/ f20 1 f13"/>
                                      <a:gd name="f25" fmla="*/ f21 1 f13"/>
                                      <a:gd name="f26" fmla="*/ f22 f10 1"/>
                                      <a:gd name="f27" fmla="*/ f23 f10 1"/>
                                      <a:gd name="f28" fmla="*/ f25 f11 1"/>
                                      <a:gd name="f29" fmla="*/ f24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</a:cxnLst>
                                    <a:rect l="f26" t="f29" r="f27" b="f28"/>
                                    <a:pathLst>
                                      <a:path w="21600" h="21600">
                                        <a:moveTo>
                                          <a:pt x="f7" y="f5"/>
                                        </a:moveTo>
                                        <a:lnTo>
                                          <a:pt x="f8" y="f5"/>
                                        </a:lnTo>
                                        <a:arcTo wR="f7" hR="f9" stAng="f2" swAng="f0"/>
                                        <a:lnTo>
                                          <a:pt x="f7" y="f6"/>
                                        </a:lnTo>
                                        <a:arcTo wR="f7" hR="f9" stAng="f1" swAng="f0"/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21" name="AutoShape 229"/>
                                <wps:cNvCnPr/>
                                <wps:spPr>
                                  <a:xfrm>
                                    <a:off x="6885" y="80083"/>
                                    <a:ext cx="14653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8" cap="flat">
                                    <a:solidFill>
                                      <a:srgbClr val="0D0D0D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682EA17" id="Group 225" o:spid="_x0000_s1026" style="position:absolute;margin-left:343.65pt;margin-top:167.35pt;width:35.2pt;height:41.5pt;z-index:251691008" coordsize="4476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">
                      <v:rect id="Rectangle 226" o:spid="_x0000_s1027" style="position:absolute;width:4476;height: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" filled="f" strokecolor="#0d0d0d" strokeweight=".26467mm">
                        <v:textbox inset="0,0,0,0"/>
                      </v:rect>
                      <v:group id="Group 227" o:spid="_x0000_s1028" style="position:absolute;left:1614;top:1443;width:1534;height:2704" coordsize="153418,27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shape id="AutoShape 228" o:spid="_x0000_s1029" style="position:absolute;width:140634;height:27039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" path="m3475,l18125,wa14650,,21600,21600,18125,,18125,21600l3475,21600wa,,6950,21600,3475,21600,3475,xe" filled="f" strokecolor="#0d0d0d" strokeweight=".26467mm">
                          <v:stroke joinstyle="miter"/>
                          <v:path arrowok="t" o:connecttype="custom" o:connectlocs="70317,0;140634,135199;70317,270397;0,135199" o:connectangles="270,0,90,180" textboxrect="1018,3163,20582,18437"/>
                        </v:shape>
                        <v:shape id="AutoShape 229" o:spid="_x0000_s1030" type="#_x0000_t32" style="position:absolute;left:6885;top:80083;width:1465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" strokecolor="#0d0d0d" strokeweight=".26467mm"/>
                      </v:group>
                    </v:group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5FEA39F" wp14:editId="7F915116">
                      <wp:simplePos x="0" y="0"/>
                      <wp:positionH relativeFrom="column">
                        <wp:posOffset>1049658</wp:posOffset>
                      </wp:positionH>
                      <wp:positionV relativeFrom="paragraph">
                        <wp:posOffset>238758</wp:posOffset>
                      </wp:positionV>
                      <wp:extent cx="727076" cy="304166"/>
                      <wp:effectExtent l="0" t="0" r="0" b="634"/>
                      <wp:wrapNone/>
                      <wp:docPr id="82" name="Text Box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6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0B118C52" w14:textId="77777777" w:rsidR="001423E9" w:rsidRDefault="001423E9" w:rsidP="001423E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3m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FEA39F" id="Text Box 121" o:spid="_x0000_s1035" type="#_x0000_t202" style="position:absolute;left:0;text-align:left;margin-left:82.65pt;margin-top:18.8pt;width:57.25pt;height:23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" filled="f" stroked="f">
                      <v:textbox>
                        <w:txbxContent>
                          <w:p w14:paraId="0B118C52" w14:textId="77777777" w:rsidR="001423E9" w:rsidRDefault="001423E9" w:rsidP="001423E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9473B2B" wp14:editId="04E0C064">
                      <wp:simplePos x="0" y="0"/>
                      <wp:positionH relativeFrom="column">
                        <wp:posOffset>1541778</wp:posOffset>
                      </wp:positionH>
                      <wp:positionV relativeFrom="paragraph">
                        <wp:posOffset>3536954</wp:posOffset>
                      </wp:positionV>
                      <wp:extent cx="163833" cy="275591"/>
                      <wp:effectExtent l="0" t="0" r="7617" b="0"/>
                      <wp:wrapNone/>
                      <wp:docPr id="83" name="AutoShap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3" cy="275591"/>
                              </a:xfrm>
                              <a:custGeom>
                                <a:avLst>
                                  <a:gd name="f0" fmla="val 54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val f7"/>
                                  <a:gd name="f15" fmla="val f8"/>
                                  <a:gd name="f16" fmla="pin 0 f1 10800"/>
                                  <a:gd name="f17" fmla="pin 0 f0 21600"/>
                                  <a:gd name="f18" fmla="*/ f10 f2 1"/>
                                  <a:gd name="f19" fmla="*/ f11 f2 1"/>
                                  <a:gd name="f20" fmla="+- f15 0 f14"/>
                                  <a:gd name="f21" fmla="val f16"/>
                                  <a:gd name="f22" fmla="val f17"/>
                                  <a:gd name="f23" fmla="*/ f16 f12 1"/>
                                  <a:gd name="f24" fmla="*/ f17 f13 1"/>
                                  <a:gd name="f25" fmla="*/ f18 1 f4"/>
                                  <a:gd name="f26" fmla="*/ f19 1 f4"/>
                                  <a:gd name="f27" fmla="*/ f20 1 21600"/>
                                  <a:gd name="f28" fmla="+- 21600 0 f21"/>
                                  <a:gd name="f29" fmla="*/ f22 f21 1"/>
                                  <a:gd name="f30" fmla="*/ f21 f12 1"/>
                                  <a:gd name="f31" fmla="*/ f22 f13 1"/>
                                  <a:gd name="f32" fmla="+- f25 0 f3"/>
                                  <a:gd name="f33" fmla="+- f26 0 f3"/>
                                  <a:gd name="f34" fmla="*/ 21600 f27 1"/>
                                  <a:gd name="f35" fmla="*/ 0 f27 1"/>
                                  <a:gd name="f36" fmla="*/ f29 1 10800"/>
                                  <a:gd name="f37" fmla="*/ f28 f12 1"/>
                                  <a:gd name="f38" fmla="+- f22 0 f36"/>
                                  <a:gd name="f39" fmla="*/ f35 1 f27"/>
                                  <a:gd name="f40" fmla="*/ f34 1 f27"/>
                                  <a:gd name="f41" fmla="*/ f40 f13 1"/>
                                  <a:gd name="f42" fmla="*/ f38 f13 1"/>
                                  <a:gd name="f43" fmla="*/ f39 f12 1"/>
                                  <a:gd name="f44" fmla="*/ f40 f12 1"/>
                                </a:gdLst>
                                <a:ahLst>
                                  <a:ahXY gdRefX="f1" minX="f7" maxX="f9" gdRefY="f0" minY="f7" maxY="f8">
                                    <a:pos x="f23" y="f24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3" y="f31"/>
                                  </a:cxn>
                                  <a:cxn ang="f33">
                                    <a:pos x="f44" y="f31"/>
                                  </a:cxn>
                                </a:cxnLst>
                                <a:rect l="f30" t="f42" r="f37" b="f41"/>
                                <a:pathLst>
                                  <a:path w="21600" h="21600">
                                    <a:moveTo>
                                      <a:pt x="f21" y="f8"/>
                                    </a:moveTo>
                                    <a:lnTo>
                                      <a:pt x="f21" y="f22"/>
                                    </a:lnTo>
                                    <a:lnTo>
                                      <a:pt x="f7" y="f22"/>
                                    </a:lnTo>
                                    <a:lnTo>
                                      <a:pt x="f9" y="f7"/>
                                    </a:lnTo>
                                    <a:lnTo>
                                      <a:pt x="f8" y="f22"/>
                                    </a:lnTo>
                                    <a:lnTo>
                                      <a:pt x="f28" y="f22"/>
                                    </a:lnTo>
                                    <a:lnTo>
                                      <a:pt x="f28" y="f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cap="flat"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5505B66F" id="AutoShape 119" o:spid="_x0000_s1026" style="position:absolute;margin-left:121.4pt;margin-top:278.5pt;width:12.9pt;height:21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" path="m5400,21600r,-16200l,5400,10800,,21600,5400r-5400,l16200,21600r-10800,xe" fillcolor="black" stroked="f">
                      <v:path arrowok="t" o:connecttype="custom" o:connectlocs="81917,0;163833,137796;81917,275591;0,137796;0,68898;163833,68898" o:connectangles="270,0,90,180,180,0" textboxrect="5400,2700,16200,21600"/>
                    </v:shape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57402E" wp14:editId="3D41787F">
                      <wp:simplePos x="0" y="0"/>
                      <wp:positionH relativeFrom="column">
                        <wp:posOffset>1566540</wp:posOffset>
                      </wp:positionH>
                      <wp:positionV relativeFrom="paragraph">
                        <wp:posOffset>3675375</wp:posOffset>
                      </wp:positionV>
                      <wp:extent cx="727076" cy="304166"/>
                      <wp:effectExtent l="0" t="0" r="0" b="634"/>
                      <wp:wrapNone/>
                      <wp:docPr id="84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6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3B40CC74" w14:textId="77777777" w:rsidR="001423E9" w:rsidRDefault="001423E9" w:rsidP="001423E9">
                                  <w:r>
                                    <w:t>入口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57402E" id="Text Box 118" o:spid="_x0000_s1036" type="#_x0000_t202" style="position:absolute;left:0;text-align:left;margin-left:123.35pt;margin-top:289.4pt;width:57.25pt;height:23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" filled="f" stroked="f">
                      <v:textbox>
                        <w:txbxContent>
                          <w:p w14:paraId="3B40CC74" w14:textId="77777777" w:rsidR="001423E9" w:rsidRDefault="001423E9" w:rsidP="001423E9">
                            <w:r>
                              <w:t>入口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6AFC8CB2" wp14:editId="13B87482">
                      <wp:simplePos x="0" y="0"/>
                      <wp:positionH relativeFrom="column">
                        <wp:posOffset>442597</wp:posOffset>
                      </wp:positionH>
                      <wp:positionV relativeFrom="paragraph">
                        <wp:posOffset>506092</wp:posOffset>
                      </wp:positionV>
                      <wp:extent cx="1610358" cy="3448687"/>
                      <wp:effectExtent l="0" t="0" r="27942" b="18413"/>
                      <wp:wrapNone/>
                      <wp:docPr id="85" name="Group 1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0358" cy="3448687"/>
                                <a:chOff x="0" y="0"/>
                                <a:chExt cx="1610358" cy="3448687"/>
                              </a:xfrm>
                            </wpg:grpSpPr>
                            <wps:wsp>
                              <wps:cNvPr id="86" name="Rectangle 56"/>
                              <wps:cNvSpPr/>
                              <wps:spPr>
                                <a:xfrm>
                                  <a:off x="1143" y="0"/>
                                  <a:ext cx="1609215" cy="3169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8" cap="flat">
                                  <a:solidFill>
                                    <a:srgbClr val="0D0D0D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  <wpg:grpSp>
                              <wpg:cNvPr id="87" name="Group 115"/>
                              <wpg:cNvGrpSpPr/>
                              <wpg:grpSpPr>
                                <a:xfrm>
                                  <a:off x="0" y="0"/>
                                  <a:ext cx="448979" cy="3169219"/>
                                  <a:chOff x="0" y="0"/>
                                  <a:chExt cx="448979" cy="3169219"/>
                                </a:xfrm>
                              </wpg:grpSpPr>
                              <wpg:grpSp>
                                <wpg:cNvPr id="88" name="Group 75"/>
                                <wpg:cNvGrpSpPr/>
                                <wpg:grpSpPr>
                                  <a:xfrm>
                                    <a:off x="1143" y="526869"/>
                                    <a:ext cx="447836" cy="526868"/>
                                    <a:chOff x="0" y="0"/>
                                    <a:chExt cx="447836" cy="526868"/>
                                  </a:xfrm>
                                </wpg:grpSpPr>
                                <wps:wsp>
                                  <wps:cNvPr id="89" name="Rectangle 60"/>
                                  <wps:cNvSpPr/>
                                  <wps:spPr>
                                    <a:xfrm>
                                      <a:off x="0" y="0"/>
                                      <a:ext cx="447836" cy="526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g:grpSp>
                                  <wpg:cNvPr id="90" name="Group 65"/>
                                  <wpg:cNvGrpSpPr/>
                                  <wpg:grpSpPr>
                                    <a:xfrm>
                                      <a:off x="161492" y="144319"/>
                                      <a:ext cx="153482" cy="270305"/>
                                      <a:chOff x="0" y="0"/>
                                      <a:chExt cx="153482" cy="270305"/>
                                    </a:xfrm>
                                  </wpg:grpSpPr>
                                  <wps:wsp>
                                    <wps:cNvPr id="91" name="AutoShape 63"/>
                                    <wps:cNvSpPr/>
                                    <wps:spPr>
                                      <a:xfrm>
                                        <a:off x="0" y="0"/>
                                        <a:ext cx="140689" cy="270305"/>
                                      </a:xfrm>
                                      <a:custGeom>
                                        <a:avLst/>
                                        <a:gdLst>
                                          <a:gd name="f0" fmla="val 10800000"/>
                                          <a:gd name="f1" fmla="val 5400000"/>
                                          <a:gd name="f2" fmla="val 16200000"/>
                                          <a:gd name="f3" fmla="val w"/>
                                          <a:gd name="f4" fmla="val h"/>
                                          <a:gd name="f5" fmla="val 0"/>
                                          <a:gd name="f6" fmla="val 21600"/>
                                          <a:gd name="f7" fmla="val 3475"/>
                                          <a:gd name="f8" fmla="val 18125"/>
                                          <a:gd name="f9" fmla="val 10800"/>
                                          <a:gd name="f10" fmla="*/ f3 1 21600"/>
                                          <a:gd name="f11" fmla="*/ f4 1 21600"/>
                                          <a:gd name="f12" fmla="+- f6 0 f5"/>
                                          <a:gd name="f13" fmla="*/ f12 1 21600"/>
                                          <a:gd name="f14" fmla="*/ f12 1018 1"/>
                                          <a:gd name="f15" fmla="*/ f12 20582 1"/>
                                          <a:gd name="f16" fmla="*/ f12 3163 1"/>
                                          <a:gd name="f17" fmla="*/ f12 18437 1"/>
                                          <a:gd name="f18" fmla="*/ f14 1 21600"/>
                                          <a:gd name="f19" fmla="*/ f15 1 21600"/>
                                          <a:gd name="f20" fmla="*/ f16 1 21600"/>
                                          <a:gd name="f21" fmla="*/ f17 1 21600"/>
                                          <a:gd name="f22" fmla="*/ f18 1 f13"/>
                                          <a:gd name="f23" fmla="*/ f19 1 f13"/>
                                          <a:gd name="f24" fmla="*/ f20 1 f13"/>
                                          <a:gd name="f25" fmla="*/ f21 1 f13"/>
                                          <a:gd name="f26" fmla="*/ f22 f10 1"/>
                                          <a:gd name="f27" fmla="*/ f23 f10 1"/>
                                          <a:gd name="f28" fmla="*/ f25 f11 1"/>
                                          <a:gd name="f29" fmla="*/ f24 f11 1"/>
                                        </a:gdLst>
                                        <a:ahLst/>
                                        <a:cxnLst>
                                          <a:cxn ang="3cd4">
                                            <a:pos x="hc" y="t"/>
                                          </a:cxn>
                                          <a:cxn ang="0">
                                            <a:pos x="r" y="vc"/>
                                          </a:cxn>
                                          <a:cxn ang="cd4">
                                            <a:pos x="hc" y="b"/>
                                          </a:cxn>
                                          <a:cxn ang="cd2">
                                            <a:pos x="l" y="vc"/>
                                          </a:cxn>
                                        </a:cxnLst>
                                        <a:rect l="f26" t="f29" r="f27" b="f28"/>
                                        <a:pathLst>
                                          <a:path w="21600" h="21600">
                                            <a:moveTo>
                                              <a:pt x="f7" y="f5"/>
                                            </a:moveTo>
                                            <a:lnTo>
                                              <a:pt x="f8" y="f5"/>
                                            </a:lnTo>
                                            <a:arcTo wR="f7" hR="f9" stAng="f2" swAng="f0"/>
                                            <a:lnTo>
                                              <a:pt x="f7" y="f6"/>
                                            </a:lnTo>
                                            <a:arcTo wR="f7" hR="f9" stAng="f1" swAng="f0"/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miter/>
                                      </a:ln>
                                    </wps:spPr>
                                    <wps:bodyPr lIns="0" tIns="0" rIns="0" bIns="0"/>
                                  </wps:wsp>
                                  <wps:wsp>
                                    <wps:cNvPr id="92" name="AutoShape 64"/>
                                    <wps:cNvCnPr/>
                                    <wps:spPr>
                                      <a:xfrm>
                                        <a:off x="6885" y="80056"/>
                                        <a:ext cx="14659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3" name="Group 76"/>
                                <wpg:cNvGrpSpPr/>
                                <wpg:grpSpPr>
                                  <a:xfrm>
                                    <a:off x="1143" y="1045717"/>
                                    <a:ext cx="447836" cy="526868"/>
                                    <a:chOff x="0" y="0"/>
                                    <a:chExt cx="447836" cy="526868"/>
                                  </a:xfrm>
                                </wpg:grpSpPr>
                                <wps:wsp>
                                  <wps:cNvPr id="94" name="Rectangle 77"/>
                                  <wps:cNvSpPr/>
                                  <wps:spPr>
                                    <a:xfrm>
                                      <a:off x="0" y="0"/>
                                      <a:ext cx="447836" cy="526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g:grpSp>
                                  <wpg:cNvPr id="95" name="Group 78"/>
                                  <wpg:cNvGrpSpPr/>
                                  <wpg:grpSpPr>
                                    <a:xfrm>
                                      <a:off x="161492" y="144320"/>
                                      <a:ext cx="153482" cy="270305"/>
                                      <a:chOff x="0" y="0"/>
                                      <a:chExt cx="153482" cy="270305"/>
                                    </a:xfrm>
                                  </wpg:grpSpPr>
                                  <wps:wsp>
                                    <wps:cNvPr id="96" name="AutoShape 79"/>
                                    <wps:cNvSpPr/>
                                    <wps:spPr>
                                      <a:xfrm>
                                        <a:off x="0" y="0"/>
                                        <a:ext cx="140689" cy="270305"/>
                                      </a:xfrm>
                                      <a:custGeom>
                                        <a:avLst/>
                                        <a:gdLst>
                                          <a:gd name="f0" fmla="val 10800000"/>
                                          <a:gd name="f1" fmla="val 5400000"/>
                                          <a:gd name="f2" fmla="val 16200000"/>
                                          <a:gd name="f3" fmla="val w"/>
                                          <a:gd name="f4" fmla="val h"/>
                                          <a:gd name="f5" fmla="val 0"/>
                                          <a:gd name="f6" fmla="val 21600"/>
                                          <a:gd name="f7" fmla="val 3475"/>
                                          <a:gd name="f8" fmla="val 18125"/>
                                          <a:gd name="f9" fmla="val 10800"/>
                                          <a:gd name="f10" fmla="*/ f3 1 21600"/>
                                          <a:gd name="f11" fmla="*/ f4 1 21600"/>
                                          <a:gd name="f12" fmla="+- f6 0 f5"/>
                                          <a:gd name="f13" fmla="*/ f12 1 21600"/>
                                          <a:gd name="f14" fmla="*/ f12 1018 1"/>
                                          <a:gd name="f15" fmla="*/ f12 20582 1"/>
                                          <a:gd name="f16" fmla="*/ f12 3163 1"/>
                                          <a:gd name="f17" fmla="*/ f12 18437 1"/>
                                          <a:gd name="f18" fmla="*/ f14 1 21600"/>
                                          <a:gd name="f19" fmla="*/ f15 1 21600"/>
                                          <a:gd name="f20" fmla="*/ f16 1 21600"/>
                                          <a:gd name="f21" fmla="*/ f17 1 21600"/>
                                          <a:gd name="f22" fmla="*/ f18 1 f13"/>
                                          <a:gd name="f23" fmla="*/ f19 1 f13"/>
                                          <a:gd name="f24" fmla="*/ f20 1 f13"/>
                                          <a:gd name="f25" fmla="*/ f21 1 f13"/>
                                          <a:gd name="f26" fmla="*/ f22 f10 1"/>
                                          <a:gd name="f27" fmla="*/ f23 f10 1"/>
                                          <a:gd name="f28" fmla="*/ f25 f11 1"/>
                                          <a:gd name="f29" fmla="*/ f24 f11 1"/>
                                        </a:gdLst>
                                        <a:ahLst/>
                                        <a:cxnLst>
                                          <a:cxn ang="3cd4">
                                            <a:pos x="hc" y="t"/>
                                          </a:cxn>
                                          <a:cxn ang="0">
                                            <a:pos x="r" y="vc"/>
                                          </a:cxn>
                                          <a:cxn ang="cd4">
                                            <a:pos x="hc" y="b"/>
                                          </a:cxn>
                                          <a:cxn ang="cd2">
                                            <a:pos x="l" y="vc"/>
                                          </a:cxn>
                                        </a:cxnLst>
                                        <a:rect l="f26" t="f29" r="f27" b="f28"/>
                                        <a:pathLst>
                                          <a:path w="21600" h="21600">
                                            <a:moveTo>
                                              <a:pt x="f7" y="f5"/>
                                            </a:moveTo>
                                            <a:lnTo>
                                              <a:pt x="f8" y="f5"/>
                                            </a:lnTo>
                                            <a:arcTo wR="f7" hR="f9" stAng="f2" swAng="f0"/>
                                            <a:lnTo>
                                              <a:pt x="f7" y="f6"/>
                                            </a:lnTo>
                                            <a:arcTo wR="f7" hR="f9" stAng="f1" swAng="f0"/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miter/>
                                      </a:ln>
                                    </wps:spPr>
                                    <wps:bodyPr lIns="0" tIns="0" rIns="0" bIns="0"/>
                                  </wps:wsp>
                                  <wps:wsp>
                                    <wps:cNvPr id="97" name="AutoShape 80"/>
                                    <wps:cNvCnPr/>
                                    <wps:spPr>
                                      <a:xfrm>
                                        <a:off x="6885" y="80056"/>
                                        <a:ext cx="14659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8" name="Group 81"/>
                                <wpg:cNvGrpSpPr/>
                                <wpg:grpSpPr>
                                  <a:xfrm>
                                    <a:off x="1143" y="1579453"/>
                                    <a:ext cx="447836" cy="526868"/>
                                    <a:chOff x="0" y="0"/>
                                    <a:chExt cx="447836" cy="526868"/>
                                  </a:xfrm>
                                </wpg:grpSpPr>
                                <wps:wsp>
                                  <wps:cNvPr id="99" name="Rectangle 82"/>
                                  <wps:cNvSpPr/>
                                  <wps:spPr>
                                    <a:xfrm>
                                      <a:off x="0" y="0"/>
                                      <a:ext cx="447836" cy="526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g:grpSp>
                                  <wpg:cNvPr id="100" name="Group 83"/>
                                  <wpg:cNvGrpSpPr/>
                                  <wpg:grpSpPr>
                                    <a:xfrm>
                                      <a:off x="161492" y="144319"/>
                                      <a:ext cx="153482" cy="270305"/>
                                      <a:chOff x="0" y="0"/>
                                      <a:chExt cx="153482" cy="270305"/>
                                    </a:xfrm>
                                  </wpg:grpSpPr>
                                  <wps:wsp>
                                    <wps:cNvPr id="101" name="AutoShape 84"/>
                                    <wps:cNvSpPr/>
                                    <wps:spPr>
                                      <a:xfrm>
                                        <a:off x="0" y="0"/>
                                        <a:ext cx="140689" cy="270305"/>
                                      </a:xfrm>
                                      <a:custGeom>
                                        <a:avLst/>
                                        <a:gdLst>
                                          <a:gd name="f0" fmla="val 10800000"/>
                                          <a:gd name="f1" fmla="val 5400000"/>
                                          <a:gd name="f2" fmla="val 16200000"/>
                                          <a:gd name="f3" fmla="val w"/>
                                          <a:gd name="f4" fmla="val h"/>
                                          <a:gd name="f5" fmla="val 0"/>
                                          <a:gd name="f6" fmla="val 21600"/>
                                          <a:gd name="f7" fmla="val 3475"/>
                                          <a:gd name="f8" fmla="val 18125"/>
                                          <a:gd name="f9" fmla="val 10800"/>
                                          <a:gd name="f10" fmla="*/ f3 1 21600"/>
                                          <a:gd name="f11" fmla="*/ f4 1 21600"/>
                                          <a:gd name="f12" fmla="+- f6 0 f5"/>
                                          <a:gd name="f13" fmla="*/ f12 1 21600"/>
                                          <a:gd name="f14" fmla="*/ f12 1018 1"/>
                                          <a:gd name="f15" fmla="*/ f12 20582 1"/>
                                          <a:gd name="f16" fmla="*/ f12 3163 1"/>
                                          <a:gd name="f17" fmla="*/ f12 18437 1"/>
                                          <a:gd name="f18" fmla="*/ f14 1 21600"/>
                                          <a:gd name="f19" fmla="*/ f15 1 21600"/>
                                          <a:gd name="f20" fmla="*/ f16 1 21600"/>
                                          <a:gd name="f21" fmla="*/ f17 1 21600"/>
                                          <a:gd name="f22" fmla="*/ f18 1 f13"/>
                                          <a:gd name="f23" fmla="*/ f19 1 f13"/>
                                          <a:gd name="f24" fmla="*/ f20 1 f13"/>
                                          <a:gd name="f25" fmla="*/ f21 1 f13"/>
                                          <a:gd name="f26" fmla="*/ f22 f10 1"/>
                                          <a:gd name="f27" fmla="*/ f23 f10 1"/>
                                          <a:gd name="f28" fmla="*/ f25 f11 1"/>
                                          <a:gd name="f29" fmla="*/ f24 f11 1"/>
                                        </a:gdLst>
                                        <a:ahLst/>
                                        <a:cxnLst>
                                          <a:cxn ang="3cd4">
                                            <a:pos x="hc" y="t"/>
                                          </a:cxn>
                                          <a:cxn ang="0">
                                            <a:pos x="r" y="vc"/>
                                          </a:cxn>
                                          <a:cxn ang="cd4">
                                            <a:pos x="hc" y="b"/>
                                          </a:cxn>
                                          <a:cxn ang="cd2">
                                            <a:pos x="l" y="vc"/>
                                          </a:cxn>
                                        </a:cxnLst>
                                        <a:rect l="f26" t="f29" r="f27" b="f28"/>
                                        <a:pathLst>
                                          <a:path w="21600" h="21600">
                                            <a:moveTo>
                                              <a:pt x="f7" y="f5"/>
                                            </a:moveTo>
                                            <a:lnTo>
                                              <a:pt x="f8" y="f5"/>
                                            </a:lnTo>
                                            <a:arcTo wR="f7" hR="f9" stAng="f2" swAng="f0"/>
                                            <a:lnTo>
                                              <a:pt x="f7" y="f6"/>
                                            </a:lnTo>
                                            <a:arcTo wR="f7" hR="f9" stAng="f1" swAng="f0"/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miter/>
                                      </a:ln>
                                    </wps:spPr>
                                    <wps:bodyPr lIns="0" tIns="0" rIns="0" bIns="0"/>
                                  </wps:wsp>
                                  <wps:wsp>
                                    <wps:cNvPr id="102" name="AutoShape 85"/>
                                    <wps:cNvCnPr/>
                                    <wps:spPr>
                                      <a:xfrm>
                                        <a:off x="6885" y="80056"/>
                                        <a:ext cx="14659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3" name="Group 86"/>
                                <wpg:cNvGrpSpPr/>
                                <wpg:grpSpPr>
                                  <a:xfrm>
                                    <a:off x="0" y="0"/>
                                    <a:ext cx="447836" cy="526868"/>
                                    <a:chOff x="0" y="0"/>
                                    <a:chExt cx="447836" cy="526868"/>
                                  </a:xfrm>
                                </wpg:grpSpPr>
                                <wps:wsp>
                                  <wps:cNvPr id="104" name="Rectangle 87"/>
                                  <wps:cNvSpPr/>
                                  <wps:spPr>
                                    <a:xfrm>
                                      <a:off x="0" y="0"/>
                                      <a:ext cx="447836" cy="526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g:grpSp>
                                  <wpg:cNvPr id="105" name="Group 88"/>
                                  <wpg:cNvGrpSpPr/>
                                  <wpg:grpSpPr>
                                    <a:xfrm>
                                      <a:off x="161492" y="144320"/>
                                      <a:ext cx="153473" cy="270305"/>
                                      <a:chOff x="0" y="0"/>
                                      <a:chExt cx="153473" cy="270305"/>
                                    </a:xfrm>
                                  </wpg:grpSpPr>
                                  <wps:wsp>
                                    <wps:cNvPr id="106" name="AutoShape 89"/>
                                    <wps:cNvSpPr/>
                                    <wps:spPr>
                                      <a:xfrm>
                                        <a:off x="0" y="0"/>
                                        <a:ext cx="140689" cy="270305"/>
                                      </a:xfrm>
                                      <a:custGeom>
                                        <a:avLst/>
                                        <a:gdLst>
                                          <a:gd name="f0" fmla="val 10800000"/>
                                          <a:gd name="f1" fmla="val 5400000"/>
                                          <a:gd name="f2" fmla="val 16200000"/>
                                          <a:gd name="f3" fmla="val w"/>
                                          <a:gd name="f4" fmla="val h"/>
                                          <a:gd name="f5" fmla="val 0"/>
                                          <a:gd name="f6" fmla="val 21600"/>
                                          <a:gd name="f7" fmla="val 3475"/>
                                          <a:gd name="f8" fmla="val 18125"/>
                                          <a:gd name="f9" fmla="val 10800"/>
                                          <a:gd name="f10" fmla="*/ f3 1 21600"/>
                                          <a:gd name="f11" fmla="*/ f4 1 21600"/>
                                          <a:gd name="f12" fmla="+- f6 0 f5"/>
                                          <a:gd name="f13" fmla="*/ f12 1 21600"/>
                                          <a:gd name="f14" fmla="*/ f12 1018 1"/>
                                          <a:gd name="f15" fmla="*/ f12 20582 1"/>
                                          <a:gd name="f16" fmla="*/ f12 3163 1"/>
                                          <a:gd name="f17" fmla="*/ f12 18437 1"/>
                                          <a:gd name="f18" fmla="*/ f14 1 21600"/>
                                          <a:gd name="f19" fmla="*/ f15 1 21600"/>
                                          <a:gd name="f20" fmla="*/ f16 1 21600"/>
                                          <a:gd name="f21" fmla="*/ f17 1 21600"/>
                                          <a:gd name="f22" fmla="*/ f18 1 f13"/>
                                          <a:gd name="f23" fmla="*/ f19 1 f13"/>
                                          <a:gd name="f24" fmla="*/ f20 1 f13"/>
                                          <a:gd name="f25" fmla="*/ f21 1 f13"/>
                                          <a:gd name="f26" fmla="*/ f22 f10 1"/>
                                          <a:gd name="f27" fmla="*/ f23 f10 1"/>
                                          <a:gd name="f28" fmla="*/ f25 f11 1"/>
                                          <a:gd name="f29" fmla="*/ f24 f11 1"/>
                                        </a:gdLst>
                                        <a:ahLst/>
                                        <a:cxnLst>
                                          <a:cxn ang="3cd4">
                                            <a:pos x="hc" y="t"/>
                                          </a:cxn>
                                          <a:cxn ang="0">
                                            <a:pos x="r" y="vc"/>
                                          </a:cxn>
                                          <a:cxn ang="cd4">
                                            <a:pos x="hc" y="b"/>
                                          </a:cxn>
                                          <a:cxn ang="cd2">
                                            <a:pos x="l" y="vc"/>
                                          </a:cxn>
                                        </a:cxnLst>
                                        <a:rect l="f26" t="f29" r="f27" b="f28"/>
                                        <a:pathLst>
                                          <a:path w="21600" h="21600">
                                            <a:moveTo>
                                              <a:pt x="f7" y="f5"/>
                                            </a:moveTo>
                                            <a:lnTo>
                                              <a:pt x="f8" y="f5"/>
                                            </a:lnTo>
                                            <a:arcTo wR="f7" hR="f9" stAng="f2" swAng="f0"/>
                                            <a:lnTo>
                                              <a:pt x="f7" y="f6"/>
                                            </a:lnTo>
                                            <a:arcTo wR="f7" hR="f9" stAng="f1" swAng="f0"/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miter/>
                                      </a:ln>
                                    </wps:spPr>
                                    <wps:bodyPr lIns="0" tIns="0" rIns="0" bIns="0"/>
                                  </wps:wsp>
                                  <wps:wsp>
                                    <wps:cNvPr id="107" name="AutoShape 90"/>
                                    <wps:cNvCnPr/>
                                    <wps:spPr>
                                      <a:xfrm>
                                        <a:off x="6885" y="80056"/>
                                        <a:ext cx="146588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8" name="Group 91"/>
                                <wpg:cNvGrpSpPr/>
                                <wpg:grpSpPr>
                                  <a:xfrm>
                                    <a:off x="1143" y="2115483"/>
                                    <a:ext cx="447836" cy="526868"/>
                                    <a:chOff x="0" y="0"/>
                                    <a:chExt cx="447836" cy="526868"/>
                                  </a:xfrm>
                                </wpg:grpSpPr>
                                <wps:wsp>
                                  <wps:cNvPr id="109" name="Rectangle 92"/>
                                  <wps:cNvSpPr/>
                                  <wps:spPr>
                                    <a:xfrm>
                                      <a:off x="0" y="0"/>
                                      <a:ext cx="447836" cy="526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g:grpSp>
                                  <wpg:cNvPr id="110" name="Group 93"/>
                                  <wpg:cNvGrpSpPr/>
                                  <wpg:grpSpPr>
                                    <a:xfrm>
                                      <a:off x="161492" y="144320"/>
                                      <a:ext cx="153482" cy="270305"/>
                                      <a:chOff x="0" y="0"/>
                                      <a:chExt cx="153482" cy="270305"/>
                                    </a:xfrm>
                                  </wpg:grpSpPr>
                                  <wps:wsp>
                                    <wps:cNvPr id="111" name="AutoShape 94"/>
                                    <wps:cNvSpPr/>
                                    <wps:spPr>
                                      <a:xfrm>
                                        <a:off x="0" y="0"/>
                                        <a:ext cx="140689" cy="270305"/>
                                      </a:xfrm>
                                      <a:custGeom>
                                        <a:avLst/>
                                        <a:gdLst>
                                          <a:gd name="f0" fmla="val 10800000"/>
                                          <a:gd name="f1" fmla="val 5400000"/>
                                          <a:gd name="f2" fmla="val 16200000"/>
                                          <a:gd name="f3" fmla="val w"/>
                                          <a:gd name="f4" fmla="val h"/>
                                          <a:gd name="f5" fmla="val 0"/>
                                          <a:gd name="f6" fmla="val 21600"/>
                                          <a:gd name="f7" fmla="val 3475"/>
                                          <a:gd name="f8" fmla="val 18125"/>
                                          <a:gd name="f9" fmla="val 10800"/>
                                          <a:gd name="f10" fmla="*/ f3 1 21600"/>
                                          <a:gd name="f11" fmla="*/ f4 1 21600"/>
                                          <a:gd name="f12" fmla="+- f6 0 f5"/>
                                          <a:gd name="f13" fmla="*/ f12 1 21600"/>
                                          <a:gd name="f14" fmla="*/ f12 1018 1"/>
                                          <a:gd name="f15" fmla="*/ f12 20582 1"/>
                                          <a:gd name="f16" fmla="*/ f12 3163 1"/>
                                          <a:gd name="f17" fmla="*/ f12 18437 1"/>
                                          <a:gd name="f18" fmla="*/ f14 1 21600"/>
                                          <a:gd name="f19" fmla="*/ f15 1 21600"/>
                                          <a:gd name="f20" fmla="*/ f16 1 21600"/>
                                          <a:gd name="f21" fmla="*/ f17 1 21600"/>
                                          <a:gd name="f22" fmla="*/ f18 1 f13"/>
                                          <a:gd name="f23" fmla="*/ f19 1 f13"/>
                                          <a:gd name="f24" fmla="*/ f20 1 f13"/>
                                          <a:gd name="f25" fmla="*/ f21 1 f13"/>
                                          <a:gd name="f26" fmla="*/ f22 f10 1"/>
                                          <a:gd name="f27" fmla="*/ f23 f10 1"/>
                                          <a:gd name="f28" fmla="*/ f25 f11 1"/>
                                          <a:gd name="f29" fmla="*/ f24 f11 1"/>
                                        </a:gdLst>
                                        <a:ahLst/>
                                        <a:cxnLst>
                                          <a:cxn ang="3cd4">
                                            <a:pos x="hc" y="t"/>
                                          </a:cxn>
                                          <a:cxn ang="0">
                                            <a:pos x="r" y="vc"/>
                                          </a:cxn>
                                          <a:cxn ang="cd4">
                                            <a:pos x="hc" y="b"/>
                                          </a:cxn>
                                          <a:cxn ang="cd2">
                                            <a:pos x="l" y="vc"/>
                                          </a:cxn>
                                        </a:cxnLst>
                                        <a:rect l="f26" t="f29" r="f27" b="f28"/>
                                        <a:pathLst>
                                          <a:path w="21600" h="21600">
                                            <a:moveTo>
                                              <a:pt x="f7" y="f5"/>
                                            </a:moveTo>
                                            <a:lnTo>
                                              <a:pt x="f8" y="f5"/>
                                            </a:lnTo>
                                            <a:arcTo wR="f7" hR="f9" stAng="f2" swAng="f0"/>
                                            <a:lnTo>
                                              <a:pt x="f7" y="f6"/>
                                            </a:lnTo>
                                            <a:arcTo wR="f7" hR="f9" stAng="f1" swAng="f0"/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miter/>
                                      </a:ln>
                                    </wps:spPr>
                                    <wps:bodyPr lIns="0" tIns="0" rIns="0" bIns="0"/>
                                  </wps:wsp>
                                  <wps:wsp>
                                    <wps:cNvPr id="112" name="AutoShape 95"/>
                                    <wps:cNvCnPr/>
                                    <wps:spPr>
                                      <a:xfrm>
                                        <a:off x="6885" y="80056"/>
                                        <a:ext cx="14659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13" name="Group 96"/>
                                <wpg:cNvGrpSpPr/>
                                <wpg:grpSpPr>
                                  <a:xfrm>
                                    <a:off x="1143" y="2642351"/>
                                    <a:ext cx="447836" cy="526868"/>
                                    <a:chOff x="0" y="0"/>
                                    <a:chExt cx="447836" cy="526868"/>
                                  </a:xfrm>
                                </wpg:grpSpPr>
                                <wps:wsp>
                                  <wps:cNvPr id="114" name="Rectangle 97"/>
                                  <wps:cNvSpPr/>
                                  <wps:spPr>
                                    <a:xfrm>
                                      <a:off x="0" y="0"/>
                                      <a:ext cx="447836" cy="526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8" cap="flat">
                                      <a:solidFill>
                                        <a:srgbClr val="0D0D0D"/>
                                      </a:solidFill>
                                      <a:prstDash val="solid"/>
                                      <a:miter/>
                                    </a:ln>
                                  </wps:spPr>
                                  <wps:bodyPr lIns="0" tIns="0" rIns="0" bIns="0"/>
                                </wps:wsp>
                                <wpg:grpSp>
                                  <wpg:cNvPr id="115" name="Group 98"/>
                                  <wpg:cNvGrpSpPr/>
                                  <wpg:grpSpPr>
                                    <a:xfrm>
                                      <a:off x="161492" y="144320"/>
                                      <a:ext cx="153482" cy="270305"/>
                                      <a:chOff x="0" y="0"/>
                                      <a:chExt cx="153482" cy="270305"/>
                                    </a:xfrm>
                                  </wpg:grpSpPr>
                                  <wps:wsp>
                                    <wps:cNvPr id="116" name="AutoShape 99"/>
                                    <wps:cNvSpPr/>
                                    <wps:spPr>
                                      <a:xfrm>
                                        <a:off x="0" y="0"/>
                                        <a:ext cx="140689" cy="270305"/>
                                      </a:xfrm>
                                      <a:custGeom>
                                        <a:avLst/>
                                        <a:gdLst>
                                          <a:gd name="f0" fmla="val 10800000"/>
                                          <a:gd name="f1" fmla="val 5400000"/>
                                          <a:gd name="f2" fmla="val 16200000"/>
                                          <a:gd name="f3" fmla="val w"/>
                                          <a:gd name="f4" fmla="val h"/>
                                          <a:gd name="f5" fmla="val 0"/>
                                          <a:gd name="f6" fmla="val 21600"/>
                                          <a:gd name="f7" fmla="val 3475"/>
                                          <a:gd name="f8" fmla="val 18125"/>
                                          <a:gd name="f9" fmla="val 10800"/>
                                          <a:gd name="f10" fmla="*/ f3 1 21600"/>
                                          <a:gd name="f11" fmla="*/ f4 1 21600"/>
                                          <a:gd name="f12" fmla="+- f6 0 f5"/>
                                          <a:gd name="f13" fmla="*/ f12 1 21600"/>
                                          <a:gd name="f14" fmla="*/ f12 1018 1"/>
                                          <a:gd name="f15" fmla="*/ f12 20582 1"/>
                                          <a:gd name="f16" fmla="*/ f12 3163 1"/>
                                          <a:gd name="f17" fmla="*/ f12 18437 1"/>
                                          <a:gd name="f18" fmla="*/ f14 1 21600"/>
                                          <a:gd name="f19" fmla="*/ f15 1 21600"/>
                                          <a:gd name="f20" fmla="*/ f16 1 21600"/>
                                          <a:gd name="f21" fmla="*/ f17 1 21600"/>
                                          <a:gd name="f22" fmla="*/ f18 1 f13"/>
                                          <a:gd name="f23" fmla="*/ f19 1 f13"/>
                                          <a:gd name="f24" fmla="*/ f20 1 f13"/>
                                          <a:gd name="f25" fmla="*/ f21 1 f13"/>
                                          <a:gd name="f26" fmla="*/ f22 f10 1"/>
                                          <a:gd name="f27" fmla="*/ f23 f10 1"/>
                                          <a:gd name="f28" fmla="*/ f25 f11 1"/>
                                          <a:gd name="f29" fmla="*/ f24 f11 1"/>
                                        </a:gdLst>
                                        <a:ahLst/>
                                        <a:cxnLst>
                                          <a:cxn ang="3cd4">
                                            <a:pos x="hc" y="t"/>
                                          </a:cxn>
                                          <a:cxn ang="0">
                                            <a:pos x="r" y="vc"/>
                                          </a:cxn>
                                          <a:cxn ang="cd4">
                                            <a:pos x="hc" y="b"/>
                                          </a:cxn>
                                          <a:cxn ang="cd2">
                                            <a:pos x="l" y="vc"/>
                                          </a:cxn>
                                        </a:cxnLst>
                                        <a:rect l="f26" t="f29" r="f27" b="f28"/>
                                        <a:pathLst>
                                          <a:path w="21600" h="21600">
                                            <a:moveTo>
                                              <a:pt x="f7" y="f5"/>
                                            </a:moveTo>
                                            <a:lnTo>
                                              <a:pt x="f8" y="f5"/>
                                            </a:lnTo>
                                            <a:arcTo wR="f7" hR="f9" stAng="f2" swAng="f0"/>
                                            <a:lnTo>
                                              <a:pt x="f7" y="f6"/>
                                            </a:lnTo>
                                            <a:arcTo wR="f7" hR="f9" stAng="f1" swAng="f0"/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miter/>
                                      </a:ln>
                                    </wps:spPr>
                                    <wps:bodyPr lIns="0" tIns="0" rIns="0" bIns="0"/>
                                  </wps:wsp>
                                  <wps:wsp>
                                    <wps:cNvPr id="117" name="AutoShape 100"/>
                                    <wps:cNvCnPr/>
                                    <wps:spPr>
                                      <a:xfrm>
                                        <a:off x="6885" y="80056"/>
                                        <a:ext cx="146597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8" cap="flat">
                                        <a:solidFill>
                                          <a:srgbClr val="0D0D0D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18" name="Group 114"/>
                              <wpg:cNvGrpSpPr/>
                              <wpg:grpSpPr>
                                <a:xfrm>
                                  <a:off x="1408760" y="144321"/>
                                  <a:ext cx="150043" cy="2338833"/>
                                  <a:chOff x="49249" y="-49249"/>
                                  <a:chExt cx="150043" cy="2338833"/>
                                </a:xfrm>
                              </wpg:grpSpPr>
                              <wps:wsp>
                                <wps:cNvPr id="119" name="AutoShape 103"/>
                                <wps:cNvSpPr/>
                                <wps:spPr>
                                  <a:xfrm rot="5400013">
                                    <a:off x="9162" y="0"/>
                                    <a:ext cx="239380" cy="140881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5400"/>
                                      <a:gd name="f8" fmla="val 16200"/>
                                      <a:gd name="f9" fmla="+- 0 0 -9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9 f0 1"/>
                                      <a:gd name="f14" fmla="*/ f12 1 21600"/>
                                      <a:gd name="f15" fmla="*/ 18900 f12 1"/>
                                      <a:gd name="f16" fmla="*/ 10800 f12 1"/>
                                      <a:gd name="f17" fmla="*/ 21600 f12 1"/>
                                      <a:gd name="f18" fmla="*/ 2700 f12 1"/>
                                      <a:gd name="f19" fmla="*/ 0 f12 1"/>
                                      <a:gd name="f20" fmla="*/ 4500 f12 1"/>
                                      <a:gd name="f21" fmla="*/ 17100 f12 1"/>
                                      <a:gd name="f22" fmla="*/ f13 1 f2"/>
                                      <a:gd name="f23" fmla="*/ f15 1 21600"/>
                                      <a:gd name="f24" fmla="*/ f16 1 21600"/>
                                      <a:gd name="f25" fmla="*/ f17 1 21600"/>
                                      <a:gd name="f26" fmla="*/ f18 1 21600"/>
                                      <a:gd name="f27" fmla="*/ f19 1 21600"/>
                                      <a:gd name="f28" fmla="*/ f20 1 21600"/>
                                      <a:gd name="f29" fmla="*/ f21 1 21600"/>
                                      <a:gd name="f30" fmla="+- f22 0 f1"/>
                                      <a:gd name="f31" fmla="*/ f23 1 f14"/>
                                      <a:gd name="f32" fmla="*/ f24 1 f14"/>
                                      <a:gd name="f33" fmla="*/ f25 1 f14"/>
                                      <a:gd name="f34" fmla="*/ f26 1 f14"/>
                                      <a:gd name="f35" fmla="*/ f27 1 f14"/>
                                      <a:gd name="f36" fmla="*/ f28 1 f14"/>
                                      <a:gd name="f37" fmla="*/ f29 1 f14"/>
                                      <a:gd name="f38" fmla="*/ f36 f10 1"/>
                                      <a:gd name="f39" fmla="*/ f37 f10 1"/>
                                      <a:gd name="f40" fmla="*/ f37 f11 1"/>
                                      <a:gd name="f41" fmla="*/ f36 f11 1"/>
                                      <a:gd name="f42" fmla="*/ f31 f10 1"/>
                                      <a:gd name="f43" fmla="*/ f32 f11 1"/>
                                      <a:gd name="f44" fmla="*/ f32 f10 1"/>
                                      <a:gd name="f45" fmla="*/ f33 f11 1"/>
                                      <a:gd name="f46" fmla="*/ f34 f10 1"/>
                                      <a:gd name="f47" fmla="*/ f35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30">
                                        <a:pos x="f42" y="f43"/>
                                      </a:cxn>
                                      <a:cxn ang="f30">
                                        <a:pos x="f44" y="f45"/>
                                      </a:cxn>
                                      <a:cxn ang="f30">
                                        <a:pos x="f46" y="f43"/>
                                      </a:cxn>
                                      <a:cxn ang="f30">
                                        <a:pos x="f44" y="f47"/>
                                      </a:cxn>
                                    </a:cxnLst>
                                    <a:rect l="f38" t="f41" r="f39" b="f40"/>
                                    <a:pathLst>
                                      <a:path w="21600" h="21600">
                                        <a:moveTo>
                                          <a:pt x="f5" y="f5"/>
                                        </a:moveTo>
                                        <a:lnTo>
                                          <a:pt x="f7" y="f6"/>
                                        </a:lnTo>
                                        <a:lnTo>
                                          <a:pt x="f8" y="f6"/>
                                        </a:lnTo>
                                        <a:lnTo>
                                          <a:pt x="f6" y="f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cap="flat">
                                    <a:noFill/>
                                    <a:prstDash val="solid"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120" name="AutoShape 104"/>
                                <wps:cNvSpPr/>
                                <wps:spPr>
                                  <a:xfrm rot="5400013">
                                    <a:off x="9162" y="428369"/>
                                    <a:ext cx="239380" cy="140881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5400"/>
                                      <a:gd name="f8" fmla="val 16200"/>
                                      <a:gd name="f9" fmla="+- 0 0 -9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9 f0 1"/>
                                      <a:gd name="f14" fmla="*/ f12 1 21600"/>
                                      <a:gd name="f15" fmla="*/ 18900 f12 1"/>
                                      <a:gd name="f16" fmla="*/ 10800 f12 1"/>
                                      <a:gd name="f17" fmla="*/ 21600 f12 1"/>
                                      <a:gd name="f18" fmla="*/ 2700 f12 1"/>
                                      <a:gd name="f19" fmla="*/ 0 f12 1"/>
                                      <a:gd name="f20" fmla="*/ 4500 f12 1"/>
                                      <a:gd name="f21" fmla="*/ 17100 f12 1"/>
                                      <a:gd name="f22" fmla="*/ f13 1 f2"/>
                                      <a:gd name="f23" fmla="*/ f15 1 21600"/>
                                      <a:gd name="f24" fmla="*/ f16 1 21600"/>
                                      <a:gd name="f25" fmla="*/ f17 1 21600"/>
                                      <a:gd name="f26" fmla="*/ f18 1 21600"/>
                                      <a:gd name="f27" fmla="*/ f19 1 21600"/>
                                      <a:gd name="f28" fmla="*/ f20 1 21600"/>
                                      <a:gd name="f29" fmla="*/ f21 1 21600"/>
                                      <a:gd name="f30" fmla="+- f22 0 f1"/>
                                      <a:gd name="f31" fmla="*/ f23 1 f14"/>
                                      <a:gd name="f32" fmla="*/ f24 1 f14"/>
                                      <a:gd name="f33" fmla="*/ f25 1 f14"/>
                                      <a:gd name="f34" fmla="*/ f26 1 f14"/>
                                      <a:gd name="f35" fmla="*/ f27 1 f14"/>
                                      <a:gd name="f36" fmla="*/ f28 1 f14"/>
                                      <a:gd name="f37" fmla="*/ f29 1 f14"/>
                                      <a:gd name="f38" fmla="*/ f36 f10 1"/>
                                      <a:gd name="f39" fmla="*/ f37 f10 1"/>
                                      <a:gd name="f40" fmla="*/ f37 f11 1"/>
                                      <a:gd name="f41" fmla="*/ f36 f11 1"/>
                                      <a:gd name="f42" fmla="*/ f31 f10 1"/>
                                      <a:gd name="f43" fmla="*/ f32 f11 1"/>
                                      <a:gd name="f44" fmla="*/ f32 f10 1"/>
                                      <a:gd name="f45" fmla="*/ f33 f11 1"/>
                                      <a:gd name="f46" fmla="*/ f34 f10 1"/>
                                      <a:gd name="f47" fmla="*/ f35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30">
                                        <a:pos x="f42" y="f43"/>
                                      </a:cxn>
                                      <a:cxn ang="f30">
                                        <a:pos x="f44" y="f45"/>
                                      </a:cxn>
                                      <a:cxn ang="f30">
                                        <a:pos x="f46" y="f43"/>
                                      </a:cxn>
                                      <a:cxn ang="f30">
                                        <a:pos x="f44" y="f47"/>
                                      </a:cxn>
                                    </a:cxnLst>
                                    <a:rect l="f38" t="f41" r="f39" b="f40"/>
                                    <a:pathLst>
                                      <a:path w="21600" h="21600">
                                        <a:moveTo>
                                          <a:pt x="f5" y="f5"/>
                                        </a:moveTo>
                                        <a:lnTo>
                                          <a:pt x="f7" y="f6"/>
                                        </a:lnTo>
                                        <a:lnTo>
                                          <a:pt x="f8" y="f6"/>
                                        </a:lnTo>
                                        <a:lnTo>
                                          <a:pt x="f6" y="f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cap="flat">
                                    <a:noFill/>
                                    <a:prstDash val="solid"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121" name="AutoShape 105"/>
                                <wps:cNvSpPr/>
                                <wps:spPr>
                                  <a:xfrm rot="5400013">
                                    <a:off x="9162" y="1224391"/>
                                    <a:ext cx="239380" cy="140881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5400"/>
                                      <a:gd name="f8" fmla="val 16200"/>
                                      <a:gd name="f9" fmla="+- 0 0 -9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9 f0 1"/>
                                      <a:gd name="f14" fmla="*/ f12 1 21600"/>
                                      <a:gd name="f15" fmla="*/ 18900 f12 1"/>
                                      <a:gd name="f16" fmla="*/ 10800 f12 1"/>
                                      <a:gd name="f17" fmla="*/ 21600 f12 1"/>
                                      <a:gd name="f18" fmla="*/ 2700 f12 1"/>
                                      <a:gd name="f19" fmla="*/ 0 f12 1"/>
                                      <a:gd name="f20" fmla="*/ 4500 f12 1"/>
                                      <a:gd name="f21" fmla="*/ 17100 f12 1"/>
                                      <a:gd name="f22" fmla="*/ f13 1 f2"/>
                                      <a:gd name="f23" fmla="*/ f15 1 21600"/>
                                      <a:gd name="f24" fmla="*/ f16 1 21600"/>
                                      <a:gd name="f25" fmla="*/ f17 1 21600"/>
                                      <a:gd name="f26" fmla="*/ f18 1 21600"/>
                                      <a:gd name="f27" fmla="*/ f19 1 21600"/>
                                      <a:gd name="f28" fmla="*/ f20 1 21600"/>
                                      <a:gd name="f29" fmla="*/ f21 1 21600"/>
                                      <a:gd name="f30" fmla="+- f22 0 f1"/>
                                      <a:gd name="f31" fmla="*/ f23 1 f14"/>
                                      <a:gd name="f32" fmla="*/ f24 1 f14"/>
                                      <a:gd name="f33" fmla="*/ f25 1 f14"/>
                                      <a:gd name="f34" fmla="*/ f26 1 f14"/>
                                      <a:gd name="f35" fmla="*/ f27 1 f14"/>
                                      <a:gd name="f36" fmla="*/ f28 1 f14"/>
                                      <a:gd name="f37" fmla="*/ f29 1 f14"/>
                                      <a:gd name="f38" fmla="*/ f36 f10 1"/>
                                      <a:gd name="f39" fmla="*/ f37 f10 1"/>
                                      <a:gd name="f40" fmla="*/ f37 f11 1"/>
                                      <a:gd name="f41" fmla="*/ f36 f11 1"/>
                                      <a:gd name="f42" fmla="*/ f31 f10 1"/>
                                      <a:gd name="f43" fmla="*/ f32 f11 1"/>
                                      <a:gd name="f44" fmla="*/ f32 f10 1"/>
                                      <a:gd name="f45" fmla="*/ f33 f11 1"/>
                                      <a:gd name="f46" fmla="*/ f34 f10 1"/>
                                      <a:gd name="f47" fmla="*/ f35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30">
                                        <a:pos x="f42" y="f43"/>
                                      </a:cxn>
                                      <a:cxn ang="f30">
                                        <a:pos x="f44" y="f45"/>
                                      </a:cxn>
                                      <a:cxn ang="f30">
                                        <a:pos x="f46" y="f43"/>
                                      </a:cxn>
                                      <a:cxn ang="f30">
                                        <a:pos x="f44" y="f47"/>
                                      </a:cxn>
                                    </a:cxnLst>
                                    <a:rect l="f38" t="f41" r="f39" b="f40"/>
                                    <a:pathLst>
                                      <a:path w="21600" h="21600">
                                        <a:moveTo>
                                          <a:pt x="f5" y="f5"/>
                                        </a:moveTo>
                                        <a:lnTo>
                                          <a:pt x="f7" y="f6"/>
                                        </a:lnTo>
                                        <a:lnTo>
                                          <a:pt x="f8" y="f6"/>
                                        </a:lnTo>
                                        <a:lnTo>
                                          <a:pt x="f6" y="f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cap="flat">
                                    <a:noFill/>
                                    <a:prstDash val="solid"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122" name="AutoShape 106"/>
                                <wps:cNvSpPr/>
                                <wps:spPr>
                                  <a:xfrm rot="5400013">
                                    <a:off x="9162" y="1650474"/>
                                    <a:ext cx="239380" cy="140881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5400"/>
                                      <a:gd name="f8" fmla="val 16200"/>
                                      <a:gd name="f9" fmla="+- 0 0 -9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9 f0 1"/>
                                      <a:gd name="f14" fmla="*/ f12 1 21600"/>
                                      <a:gd name="f15" fmla="*/ 18900 f12 1"/>
                                      <a:gd name="f16" fmla="*/ 10800 f12 1"/>
                                      <a:gd name="f17" fmla="*/ 21600 f12 1"/>
                                      <a:gd name="f18" fmla="*/ 2700 f12 1"/>
                                      <a:gd name="f19" fmla="*/ 0 f12 1"/>
                                      <a:gd name="f20" fmla="*/ 4500 f12 1"/>
                                      <a:gd name="f21" fmla="*/ 17100 f12 1"/>
                                      <a:gd name="f22" fmla="*/ f13 1 f2"/>
                                      <a:gd name="f23" fmla="*/ f15 1 21600"/>
                                      <a:gd name="f24" fmla="*/ f16 1 21600"/>
                                      <a:gd name="f25" fmla="*/ f17 1 21600"/>
                                      <a:gd name="f26" fmla="*/ f18 1 21600"/>
                                      <a:gd name="f27" fmla="*/ f19 1 21600"/>
                                      <a:gd name="f28" fmla="*/ f20 1 21600"/>
                                      <a:gd name="f29" fmla="*/ f21 1 21600"/>
                                      <a:gd name="f30" fmla="+- f22 0 f1"/>
                                      <a:gd name="f31" fmla="*/ f23 1 f14"/>
                                      <a:gd name="f32" fmla="*/ f24 1 f14"/>
                                      <a:gd name="f33" fmla="*/ f25 1 f14"/>
                                      <a:gd name="f34" fmla="*/ f26 1 f14"/>
                                      <a:gd name="f35" fmla="*/ f27 1 f14"/>
                                      <a:gd name="f36" fmla="*/ f28 1 f14"/>
                                      <a:gd name="f37" fmla="*/ f29 1 f14"/>
                                      <a:gd name="f38" fmla="*/ f36 f10 1"/>
                                      <a:gd name="f39" fmla="*/ f37 f10 1"/>
                                      <a:gd name="f40" fmla="*/ f37 f11 1"/>
                                      <a:gd name="f41" fmla="*/ f36 f11 1"/>
                                      <a:gd name="f42" fmla="*/ f31 f10 1"/>
                                      <a:gd name="f43" fmla="*/ f32 f11 1"/>
                                      <a:gd name="f44" fmla="*/ f32 f10 1"/>
                                      <a:gd name="f45" fmla="*/ f33 f11 1"/>
                                      <a:gd name="f46" fmla="*/ f34 f10 1"/>
                                      <a:gd name="f47" fmla="*/ f35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30">
                                        <a:pos x="f42" y="f43"/>
                                      </a:cxn>
                                      <a:cxn ang="f30">
                                        <a:pos x="f44" y="f45"/>
                                      </a:cxn>
                                      <a:cxn ang="f30">
                                        <a:pos x="f46" y="f43"/>
                                      </a:cxn>
                                      <a:cxn ang="f30">
                                        <a:pos x="f44" y="f47"/>
                                      </a:cxn>
                                    </a:cxnLst>
                                    <a:rect l="f38" t="f41" r="f39" b="f40"/>
                                    <a:pathLst>
                                      <a:path w="21600" h="21600">
                                        <a:moveTo>
                                          <a:pt x="f5" y="f5"/>
                                        </a:moveTo>
                                        <a:lnTo>
                                          <a:pt x="f7" y="f6"/>
                                        </a:lnTo>
                                        <a:lnTo>
                                          <a:pt x="f8" y="f6"/>
                                        </a:lnTo>
                                        <a:lnTo>
                                          <a:pt x="f6" y="f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cap="flat">
                                    <a:noFill/>
                                    <a:prstDash val="solid"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123" name="AutoShape 108"/>
                                <wps:cNvSpPr/>
                                <wps:spPr>
                                  <a:xfrm rot="5400013">
                                    <a:off x="0" y="2099453"/>
                                    <a:ext cx="239380" cy="140881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5400"/>
                                      <a:gd name="f8" fmla="val 16200"/>
                                      <a:gd name="f9" fmla="+- 0 0 -9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9 f0 1"/>
                                      <a:gd name="f14" fmla="*/ f12 1 21600"/>
                                      <a:gd name="f15" fmla="*/ 18900 f12 1"/>
                                      <a:gd name="f16" fmla="*/ 10800 f12 1"/>
                                      <a:gd name="f17" fmla="*/ 21600 f12 1"/>
                                      <a:gd name="f18" fmla="*/ 2700 f12 1"/>
                                      <a:gd name="f19" fmla="*/ 0 f12 1"/>
                                      <a:gd name="f20" fmla="*/ 4500 f12 1"/>
                                      <a:gd name="f21" fmla="*/ 17100 f12 1"/>
                                      <a:gd name="f22" fmla="*/ f13 1 f2"/>
                                      <a:gd name="f23" fmla="*/ f15 1 21600"/>
                                      <a:gd name="f24" fmla="*/ f16 1 21600"/>
                                      <a:gd name="f25" fmla="*/ f17 1 21600"/>
                                      <a:gd name="f26" fmla="*/ f18 1 21600"/>
                                      <a:gd name="f27" fmla="*/ f19 1 21600"/>
                                      <a:gd name="f28" fmla="*/ f20 1 21600"/>
                                      <a:gd name="f29" fmla="*/ f21 1 21600"/>
                                      <a:gd name="f30" fmla="+- f22 0 f1"/>
                                      <a:gd name="f31" fmla="*/ f23 1 f14"/>
                                      <a:gd name="f32" fmla="*/ f24 1 f14"/>
                                      <a:gd name="f33" fmla="*/ f25 1 f14"/>
                                      <a:gd name="f34" fmla="*/ f26 1 f14"/>
                                      <a:gd name="f35" fmla="*/ f27 1 f14"/>
                                      <a:gd name="f36" fmla="*/ f28 1 f14"/>
                                      <a:gd name="f37" fmla="*/ f29 1 f14"/>
                                      <a:gd name="f38" fmla="*/ f36 f10 1"/>
                                      <a:gd name="f39" fmla="*/ f37 f10 1"/>
                                      <a:gd name="f40" fmla="*/ f37 f11 1"/>
                                      <a:gd name="f41" fmla="*/ f36 f11 1"/>
                                      <a:gd name="f42" fmla="*/ f31 f10 1"/>
                                      <a:gd name="f43" fmla="*/ f32 f11 1"/>
                                      <a:gd name="f44" fmla="*/ f32 f10 1"/>
                                      <a:gd name="f45" fmla="*/ f33 f11 1"/>
                                      <a:gd name="f46" fmla="*/ f34 f10 1"/>
                                      <a:gd name="f47" fmla="*/ f35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30">
                                        <a:pos x="f42" y="f43"/>
                                      </a:cxn>
                                      <a:cxn ang="f30">
                                        <a:pos x="f44" y="f45"/>
                                      </a:cxn>
                                      <a:cxn ang="f30">
                                        <a:pos x="f46" y="f43"/>
                                      </a:cxn>
                                      <a:cxn ang="f30">
                                        <a:pos x="f44" y="f47"/>
                                      </a:cxn>
                                    </a:cxnLst>
                                    <a:rect l="f38" t="f41" r="f39" b="f40"/>
                                    <a:pathLst>
                                      <a:path w="21600" h="21600">
                                        <a:moveTo>
                                          <a:pt x="f5" y="f5"/>
                                        </a:moveTo>
                                        <a:lnTo>
                                          <a:pt x="f7" y="f6"/>
                                        </a:lnTo>
                                        <a:lnTo>
                                          <a:pt x="f8" y="f6"/>
                                        </a:lnTo>
                                        <a:lnTo>
                                          <a:pt x="f6" y="f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cap="flat">
                                    <a:noFill/>
                                    <a:prstDash val="solid"/>
                                  </a:ln>
                                </wps:spPr>
                                <wps:bodyPr lIns="0" tIns="0" rIns="0" bIns="0"/>
                              </wps:wsp>
                              <wps:wsp>
                                <wps:cNvPr id="124" name="AutoShape 111"/>
                                <wps:cNvSpPr/>
                                <wps:spPr>
                                  <a:xfrm rot="5400013">
                                    <a:off x="9162" y="821232"/>
                                    <a:ext cx="239380" cy="140881"/>
                                  </a:xfrm>
                                  <a:custGeom>
                                    <a:avLst/>
                                    <a:gdLst>
                                      <a:gd name="f0" fmla="val 10800000"/>
                                      <a:gd name="f1" fmla="val 5400000"/>
                                      <a:gd name="f2" fmla="val 180"/>
                                      <a:gd name="f3" fmla="val w"/>
                                      <a:gd name="f4" fmla="val h"/>
                                      <a:gd name="f5" fmla="val 0"/>
                                      <a:gd name="f6" fmla="val 21600"/>
                                      <a:gd name="f7" fmla="val 5400"/>
                                      <a:gd name="f8" fmla="val 16200"/>
                                      <a:gd name="f9" fmla="+- 0 0 -90"/>
                                      <a:gd name="f10" fmla="*/ f3 1 21600"/>
                                      <a:gd name="f11" fmla="*/ f4 1 21600"/>
                                      <a:gd name="f12" fmla="+- f6 0 f5"/>
                                      <a:gd name="f13" fmla="*/ f9 f0 1"/>
                                      <a:gd name="f14" fmla="*/ f12 1 21600"/>
                                      <a:gd name="f15" fmla="*/ 18900 f12 1"/>
                                      <a:gd name="f16" fmla="*/ 10800 f12 1"/>
                                      <a:gd name="f17" fmla="*/ 21600 f12 1"/>
                                      <a:gd name="f18" fmla="*/ 2700 f12 1"/>
                                      <a:gd name="f19" fmla="*/ 0 f12 1"/>
                                      <a:gd name="f20" fmla="*/ 4500 f12 1"/>
                                      <a:gd name="f21" fmla="*/ 17100 f12 1"/>
                                      <a:gd name="f22" fmla="*/ f13 1 f2"/>
                                      <a:gd name="f23" fmla="*/ f15 1 21600"/>
                                      <a:gd name="f24" fmla="*/ f16 1 21600"/>
                                      <a:gd name="f25" fmla="*/ f17 1 21600"/>
                                      <a:gd name="f26" fmla="*/ f18 1 21600"/>
                                      <a:gd name="f27" fmla="*/ f19 1 21600"/>
                                      <a:gd name="f28" fmla="*/ f20 1 21600"/>
                                      <a:gd name="f29" fmla="*/ f21 1 21600"/>
                                      <a:gd name="f30" fmla="+- f22 0 f1"/>
                                      <a:gd name="f31" fmla="*/ f23 1 f14"/>
                                      <a:gd name="f32" fmla="*/ f24 1 f14"/>
                                      <a:gd name="f33" fmla="*/ f25 1 f14"/>
                                      <a:gd name="f34" fmla="*/ f26 1 f14"/>
                                      <a:gd name="f35" fmla="*/ f27 1 f14"/>
                                      <a:gd name="f36" fmla="*/ f28 1 f14"/>
                                      <a:gd name="f37" fmla="*/ f29 1 f14"/>
                                      <a:gd name="f38" fmla="*/ f36 f10 1"/>
                                      <a:gd name="f39" fmla="*/ f37 f10 1"/>
                                      <a:gd name="f40" fmla="*/ f37 f11 1"/>
                                      <a:gd name="f41" fmla="*/ f36 f11 1"/>
                                      <a:gd name="f42" fmla="*/ f31 f10 1"/>
                                      <a:gd name="f43" fmla="*/ f32 f11 1"/>
                                      <a:gd name="f44" fmla="*/ f32 f10 1"/>
                                      <a:gd name="f45" fmla="*/ f33 f11 1"/>
                                      <a:gd name="f46" fmla="*/ f34 f10 1"/>
                                      <a:gd name="f47" fmla="*/ f35 f11 1"/>
                                    </a:gdLst>
                                    <a:ahLst/>
                                    <a:cxnLst>
                                      <a:cxn ang="3cd4">
                                        <a:pos x="hc" y="t"/>
                                      </a:cxn>
                                      <a:cxn ang="0">
                                        <a:pos x="r" y="vc"/>
                                      </a:cxn>
                                      <a:cxn ang="cd4">
                                        <a:pos x="hc" y="b"/>
                                      </a:cxn>
                                      <a:cxn ang="cd2">
                                        <a:pos x="l" y="vc"/>
                                      </a:cxn>
                                      <a:cxn ang="f30">
                                        <a:pos x="f42" y="f43"/>
                                      </a:cxn>
                                      <a:cxn ang="f30">
                                        <a:pos x="f44" y="f45"/>
                                      </a:cxn>
                                      <a:cxn ang="f30">
                                        <a:pos x="f46" y="f43"/>
                                      </a:cxn>
                                      <a:cxn ang="f30">
                                        <a:pos x="f44" y="f47"/>
                                      </a:cxn>
                                    </a:cxnLst>
                                    <a:rect l="f38" t="f41" r="f39" b="f40"/>
                                    <a:pathLst>
                                      <a:path w="21600" h="21600">
                                        <a:moveTo>
                                          <a:pt x="f5" y="f5"/>
                                        </a:moveTo>
                                        <a:lnTo>
                                          <a:pt x="f7" y="f6"/>
                                        </a:lnTo>
                                        <a:lnTo>
                                          <a:pt x="f8" y="f6"/>
                                        </a:lnTo>
                                        <a:lnTo>
                                          <a:pt x="f6" y="f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cap="flat">
                                    <a:noFill/>
                                    <a:prstDash val="solid"/>
                                  </a:ln>
                                </wps:spPr>
                                <wps:bodyPr lIns="0" tIns="0" rIns="0" bIns="0"/>
                              </wps:wsp>
                            </wpg:grpSp>
                            <wps:wsp>
                              <wps:cNvPr id="125" name="Rectangle 112"/>
                              <wps:cNvSpPr/>
                              <wps:spPr>
                                <a:xfrm>
                                  <a:off x="1143" y="3169219"/>
                                  <a:ext cx="979276" cy="2794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8" cap="flat">
                                  <a:solidFill>
                                    <a:srgbClr val="0D0D0D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lIns="0" tIns="0" rIns="0" bIns="0"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5ECB23B" id="Group 116" o:spid="_x0000_s1026" style="position:absolute;margin-left:34.85pt;margin-top:39.85pt;width:126.8pt;height:271.55pt;z-index:251670528" coordsize="16103,3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">
                      <v:rect id="Rectangle 56" o:spid="_x0000_s1027" style="position:absolute;left:11;width:16092;height:3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" filled="f" strokecolor="#0d0d0d" strokeweight=".26467mm">
                        <v:textbox inset="0,0,0,0"/>
                      </v:rect>
                      <v:group id="Group 115" o:spid="_x0000_s1028" style="position:absolute;width:4489;height:31692" coordsize="4489,3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    <v:group id="Group 75" o:spid="_x0000_s1029" style="position:absolute;left:11;top:5268;width:4478;height:5269" coordsize="4478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  <v:rect id="Rectangle 60" o:spid="_x0000_s1030" style="position:absolute;width:4478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" filled="f" strokecolor="#0d0d0d" strokeweight=".26467mm">
                            <v:textbox inset="0,0,0,0"/>
                          </v:rect>
                          <v:group id="Group 65" o:spid="_x0000_s1031" style="position:absolute;left:1614;top:1443;width:1535;height:2703" coordsize="153482,27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  <v:shape id="AutoShape 63" o:spid="_x0000_s1032" style="position:absolute;width:140689;height:27030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    <v:stroke joinstyle="miter"/>
                              <v:path arrowok="t" o:connecttype="custom" o:connectlocs="70345,0;140689,135153;70345,270305;0,135153" o:connectangles="270,0,90,180" textboxrect="1018,3163,20582,18437"/>
                            </v:shape>
                            <v:shape id="AutoShape 64" o:spid="_x0000_s1033" type="#_x0000_t32" style="position:absolute;left:6885;top:80056;width:1465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" strokecolor="#0d0d0d" strokeweight=".26467mm"/>
                          </v:group>
                        </v:group>
                        <v:group id="Group 76" o:spid="_x0000_s1034" style="position:absolute;left:11;top:10457;width:4478;height:5268" coordsize="4478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  <v:rect id="Rectangle 77" o:spid="_x0000_s1035" style="position:absolute;width:4478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" filled="f" strokecolor="#0d0d0d" strokeweight=".26467mm">
                            <v:textbox inset="0,0,0,0"/>
                          </v:rect>
                          <v:group id="Group 78" o:spid="_x0000_s1036" style="position:absolute;left:1614;top:1443;width:1535;height:2703" coordsize="153482,27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  <v:shape id="AutoShape 79" o:spid="_x0000_s1037" style="position:absolute;width:140689;height:27030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" path="m3475,l18125,wa14650,,21600,21600,18125,,18125,21600l3475,21600wa,,6950,21600,3475,21600,3475,xe" filled="f" strokecolor="#0d0d0d" strokeweight=".26467mm">
                              <v:stroke joinstyle="miter"/>
                              <v:path arrowok="t" o:connecttype="custom" o:connectlocs="70345,0;140689,135153;70345,270305;0,135153" o:connectangles="270,0,90,180" textboxrect="1018,3163,20582,18437"/>
                            </v:shape>
                            <v:shape id="AutoShape 80" o:spid="_x0000_s1038" type="#_x0000_t32" style="position:absolute;left:6885;top:80056;width:1465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" strokecolor="#0d0d0d" strokeweight=".26467mm"/>
                          </v:group>
                        </v:group>
                        <v:group id="Group 81" o:spid="_x0000_s1039" style="position:absolute;left:11;top:15794;width:4478;height:5269" coordsize="4478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    <v:rect id="Rectangle 82" o:spid="_x0000_s1040" style="position:absolute;width:4478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" filled="f" strokecolor="#0d0d0d" strokeweight=".26467mm">
                            <v:textbox inset="0,0,0,0"/>
                          </v:rect>
                          <v:group id="Group 83" o:spid="_x0000_s1041" style="position:absolute;left:1614;top:1443;width:1535;height:2703" coordsize="153482,27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      <v:shape id="AutoShape 84" o:spid="_x0000_s1042" style="position:absolute;width:140689;height:27030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" path="m3475,l18125,wa14650,,21600,21600,18125,,18125,21600l3475,21600wa,,6950,21600,3475,21600,3475,xe" filled="f" strokecolor="#0d0d0d" strokeweight=".26467mm">
                              <v:stroke joinstyle="miter"/>
                              <v:path arrowok="t" o:connecttype="custom" o:connectlocs="70345,0;140689,135153;70345,270305;0,135153" o:connectangles="270,0,90,180" textboxrect="1018,3163,20582,18437"/>
                            </v:shape>
                            <v:shape id="AutoShape 85" o:spid="_x0000_s1043" type="#_x0000_t32" style="position:absolute;left:6885;top:80056;width:1465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" strokecolor="#0d0d0d" strokeweight=".26467mm"/>
                          </v:group>
                        </v:group>
                        <v:group id="Group 86" o:spid="_x0000_s1044" style="position:absolute;width:4478;height:5268" coordsize="4478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  <v:rect id="Rectangle 87" o:spid="_x0000_s1045" style="position:absolute;width:4478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" filled="f" strokecolor="#0d0d0d" strokeweight=".26467mm">
                            <v:textbox inset="0,0,0,0"/>
                          </v:rect>
                          <v:group id="Group 88" o:spid="_x0000_s1046" style="position:absolute;left:1614;top:1443;width:1535;height:2703" coordsize="153473,27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    <v:shape id="AutoShape 89" o:spid="_x0000_s1047" style="position:absolute;width:140689;height:27030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" path="m3475,l18125,wa14650,,21600,21600,18125,,18125,21600l3475,21600wa,,6950,21600,3475,21600,3475,xe" filled="f" strokecolor="#0d0d0d" strokeweight=".26467mm">
                              <v:stroke joinstyle="miter"/>
                              <v:path arrowok="t" o:connecttype="custom" o:connectlocs="70345,0;140689,135153;70345,270305;0,135153" o:connectangles="270,0,90,180" textboxrect="1018,3163,20582,18437"/>
                            </v:shape>
                            <v:shape id="AutoShape 90" o:spid="_x0000_s1048" type="#_x0000_t32" style="position:absolute;left:6885;top:80056;width:1465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" strokecolor="#0d0d0d" strokeweight=".26467mm"/>
                          </v:group>
                        </v:group>
                        <v:group id="Group 91" o:spid="_x0000_s1049" style="position:absolute;left:11;top:21154;width:4478;height:5269" coordsize="4478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  <v:rect id="Rectangle 92" o:spid="_x0000_s1050" style="position:absolute;width:4478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" filled="f" strokecolor="#0d0d0d" strokeweight=".26467mm">
                            <v:textbox inset="0,0,0,0"/>
                          </v:rect>
                          <v:group id="Group 93" o:spid="_x0000_s1051" style="position:absolute;left:1614;top:1443;width:1535;height:2703" coordsize="153482,27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      <v:shape id="AutoShape 94" o:spid="_x0000_s1052" style="position:absolute;width:140689;height:27030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" path="m3475,l18125,wa14650,,21600,21600,18125,,18125,21600l3475,21600wa,,6950,21600,3475,21600,3475,xe" filled="f" strokecolor="#0d0d0d" strokeweight=".26467mm">
                              <v:stroke joinstyle="miter"/>
                              <v:path arrowok="t" o:connecttype="custom" o:connectlocs="70345,0;140689,135153;70345,270305;0,135153" o:connectangles="270,0,90,180" textboxrect="1018,3163,20582,18437"/>
                            </v:shape>
                            <v:shape id="AutoShape 95" o:spid="_x0000_s1053" type="#_x0000_t32" style="position:absolute;left:6885;top:80056;width:1465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" strokecolor="#0d0d0d" strokeweight=".26467mm"/>
                          </v:group>
                        </v:group>
                        <v:group id="Group 96" o:spid="_x0000_s1054" style="position:absolute;left:11;top:26423;width:4478;height:5269" coordsize="4478,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    <v:rect id="Rectangle 97" o:spid="_x0000_s1055" style="position:absolute;width:4478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" filled="f" strokecolor="#0d0d0d" strokeweight=".26467mm">
                            <v:textbox inset="0,0,0,0"/>
                          </v:rect>
                          <v:group id="Group 98" o:spid="_x0000_s1056" style="position:absolute;left:1614;top:1443;width:1535;height:2703" coordsize="153482,27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    <v:shape id="AutoShape 99" o:spid="_x0000_s1057" style="position:absolute;width:140689;height:27030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" path="m3475,l18125,wa14650,,21600,21600,18125,,18125,21600l3475,21600wa,,6950,21600,3475,21600,3475,xe" filled="f" strokecolor="#0d0d0d" strokeweight=".26467mm">
                              <v:stroke joinstyle="miter"/>
                              <v:path arrowok="t" o:connecttype="custom" o:connectlocs="70345,0;140689,135153;70345,270305;0,135153" o:connectangles="270,0,90,180" textboxrect="1018,3163,20582,18437"/>
                            </v:shape>
                            <v:shape id="AutoShape 100" o:spid="_x0000_s1058" type="#_x0000_t32" style="position:absolute;left:6885;top:80056;width:1465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" strokecolor="#0d0d0d" strokeweight=".26467mm"/>
                          </v:group>
                        </v:group>
                      </v:group>
                      <v:group id="Group 114" o:spid="_x0000_s1059" style="position:absolute;left:14087;top:1443;width:1501;height:23388" coordorigin="492,-492" coordsize="1500,2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  <v:shape id="AutoShape 103" o:spid="_x0000_s1060" style="position:absolute;left:91;top:1;width:2393;height:1408;rotation:589825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" path="m,l5400,21600r10800,l21600,,,xe" fillcolor="black" stroked="f">
                          <v:path arrowok="t" o:connecttype="custom" o:connectlocs="119690,0;239380,70441;119690,140881;0,70441;209458,70441;119690,140881;29923,70441;119690,0" o:connectangles="270,0,90,180,0,0,0,0" textboxrect="4500,4500,17100,17100"/>
                        </v:shape>
                        <v:shape id="AutoShape 104" o:spid="_x0000_s1061" style="position:absolute;left:91;top:4284;width:2394;height:1408;rotation:589825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" path="m,l5400,21600r10800,l21600,,,xe" fillcolor="black" stroked="f">
                          <v:path arrowok="t" o:connecttype="custom" o:connectlocs="119690,0;239380,70441;119690,140881;0,70441;209458,70441;119690,140881;29923,70441;119690,0" o:connectangles="270,0,90,180,0,0,0,0" textboxrect="4500,4500,17100,17100"/>
                        </v:shape>
                        <v:shape id="AutoShape 105" o:spid="_x0000_s1062" style="position:absolute;left:91;top:12244;width:2394;height:1408;rotation:589825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" path="m,l5400,21600r10800,l21600,,,xe" fillcolor="black" stroked="f">
                          <v:path arrowok="t" o:connecttype="custom" o:connectlocs="119690,0;239380,70441;119690,140881;0,70441;209458,70441;119690,140881;29923,70441;119690,0" o:connectangles="270,0,90,180,0,0,0,0" textboxrect="4500,4500,17100,17100"/>
                        </v:shape>
                        <v:shape id="AutoShape 106" o:spid="_x0000_s1063" style="position:absolute;left:91;top:16505;width:2394;height:1408;rotation:589825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" path="m,l5400,21600r10800,l21600,,,xe" fillcolor="black" stroked="f">
                          <v:path arrowok="t" o:connecttype="custom" o:connectlocs="119690,0;239380,70441;119690,140881;0,70441;209458,70441;119690,140881;29923,70441;119690,0" o:connectangles="270,0,90,180,0,0,0,0" textboxrect="4500,4500,17100,17100"/>
                        </v:shape>
                        <v:shape id="AutoShape 108" o:spid="_x0000_s1064" style="position:absolute;top:20994;width:2393;height:1409;rotation:589825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" path="m,l5400,21600r10800,l21600,,,xe" fillcolor="black" stroked="f">
                          <v:path arrowok="t" o:connecttype="custom" o:connectlocs="119690,0;239380,70441;119690,140881;0,70441;209458,70441;119690,140881;29923,70441;119690,0" o:connectangles="270,0,90,180,0,0,0,0" textboxrect="4500,4500,17100,17100"/>
                        </v:shape>
                        <v:shape id="AutoShape 111" o:spid="_x0000_s1065" style="position:absolute;left:91;top:8212;width:2394;height:1408;rotation:5898254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" path="m,l5400,21600r10800,l21600,,,xe" fillcolor="black" stroked="f">
                          <v:path arrowok="t" o:connecttype="custom" o:connectlocs="119690,0;239380,70441;119690,140881;0,70441;209458,70441;119690,140881;29923,70441;119690,0" o:connectangles="270,0,90,180,0,0,0,0" textboxrect="4500,4500,17100,17100"/>
                        </v:shape>
                      </v:group>
                      <v:rect id="Rectangle 112" o:spid="_x0000_s1066" style="position:absolute;left:11;top:31692;width:97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" filled="f" strokecolor="#0d0d0d" strokeweight=".26467mm">
                        <v:textbox inset="0,0,0,0"/>
                      </v:rect>
                    </v:group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755909" wp14:editId="265A66EF">
                      <wp:simplePos x="0" y="0"/>
                      <wp:positionH relativeFrom="column">
                        <wp:posOffset>494032</wp:posOffset>
                      </wp:positionH>
                      <wp:positionV relativeFrom="paragraph">
                        <wp:posOffset>3662684</wp:posOffset>
                      </wp:positionV>
                      <wp:extent cx="727076" cy="304166"/>
                      <wp:effectExtent l="0" t="0" r="0" b="634"/>
                      <wp:wrapNone/>
                      <wp:docPr id="126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6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3FF04D7D" w14:textId="77777777" w:rsidR="001423E9" w:rsidRDefault="001423E9" w:rsidP="001423E9">
                                  <w:r>
                                    <w:t>洗手台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755909" id="Text Box 113" o:spid="_x0000_s1037" type="#_x0000_t202" style="position:absolute;left:0;text-align:left;margin-left:38.9pt;margin-top:288.4pt;width:57.25pt;height:23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" filled="f" stroked="f">
                      <v:textbox>
                        <w:txbxContent>
                          <w:p w14:paraId="3FF04D7D" w14:textId="77777777" w:rsidR="001423E9" w:rsidRDefault="001423E9" w:rsidP="001423E9">
                            <w:r>
                              <w:t>洗手台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B5E17ED" wp14:editId="752BB224">
                      <wp:simplePos x="0" y="0"/>
                      <wp:positionH relativeFrom="column">
                        <wp:posOffset>41276</wp:posOffset>
                      </wp:positionH>
                      <wp:positionV relativeFrom="paragraph">
                        <wp:posOffset>2019937</wp:posOffset>
                      </wp:positionV>
                      <wp:extent cx="727076" cy="304166"/>
                      <wp:effectExtent l="0" t="0" r="0" b="634"/>
                      <wp:wrapNone/>
                      <wp:docPr id="127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6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00D99BF7" w14:textId="77777777" w:rsidR="001423E9" w:rsidRDefault="001423E9" w:rsidP="001423E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6m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E17ED" id="Text Box 122" o:spid="_x0000_s1038" type="#_x0000_t202" style="position:absolute;left:0;text-align:left;margin-left:3.25pt;margin-top:159.05pt;width:57.25pt;height:23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" filled="f" stroked="f">
                      <v:textbox>
                        <w:txbxContent>
                          <w:p w14:paraId="00D99BF7" w14:textId="77777777" w:rsidR="001423E9" w:rsidRDefault="001423E9" w:rsidP="001423E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8FB0373" wp14:editId="285E0EAF">
                      <wp:simplePos x="0" y="0"/>
                      <wp:positionH relativeFrom="column">
                        <wp:posOffset>483232</wp:posOffset>
                      </wp:positionH>
                      <wp:positionV relativeFrom="paragraph">
                        <wp:posOffset>4250058</wp:posOffset>
                      </wp:positionV>
                      <wp:extent cx="1082677" cy="304166"/>
                      <wp:effectExtent l="0" t="0" r="0" b="634"/>
                      <wp:wrapNone/>
                      <wp:docPr id="128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2677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37410742" w14:textId="4B732C34" w:rsidR="001423E9" w:rsidRDefault="001423E9" w:rsidP="001423E9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  <w:r w:rsidR="00C73EF7">
                                    <w:t>-2</w:t>
                                  </w:r>
                                  <w:r>
                                    <w:t>樓</w:t>
                                  </w:r>
                                  <w:r w:rsidR="00A9719C">
                                    <w:rPr>
                                      <w:rFonts w:hint="eastAsia"/>
                                    </w:rPr>
                                    <w:t>男</w:t>
                                  </w:r>
                                  <w:r>
                                    <w:t>廁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FB0373" id="Text Box 120" o:spid="_x0000_s1039" type="#_x0000_t202" style="position:absolute;left:0;text-align:left;margin-left:38.05pt;margin-top:334.65pt;width:85.25pt;height:23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" filled="f" stroked="f">
                      <v:textbox>
                        <w:txbxContent>
                          <w:p w14:paraId="37410742" w14:textId="4B732C34" w:rsidR="001423E9" w:rsidRDefault="001423E9" w:rsidP="001423E9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C73EF7">
                              <w:t>-2</w:t>
                            </w:r>
                            <w:r>
                              <w:t>樓</w:t>
                            </w:r>
                            <w:r w:rsidR="00A9719C">
                              <w:rPr>
                                <w:rFonts w:hint="eastAsia"/>
                              </w:rPr>
                              <w:t>男</w:t>
                            </w:r>
                            <w:r>
                              <w:t>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5A23069" wp14:editId="3B660FF0">
                      <wp:simplePos x="0" y="0"/>
                      <wp:positionH relativeFrom="column">
                        <wp:posOffset>41276</wp:posOffset>
                      </wp:positionH>
                      <wp:positionV relativeFrom="paragraph">
                        <wp:posOffset>3832222</wp:posOffset>
                      </wp:positionV>
                      <wp:extent cx="727076" cy="304166"/>
                      <wp:effectExtent l="0" t="0" r="0" b="634"/>
                      <wp:wrapNone/>
                      <wp:docPr id="129" name="Text Box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076" cy="3041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54C02F1E" w14:textId="77777777" w:rsidR="001423E9" w:rsidRDefault="001423E9" w:rsidP="001423E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1m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A23069" id="Text Box 326" o:spid="_x0000_s1040" type="#_x0000_t202" style="position:absolute;left:0;text-align:left;margin-left:3.25pt;margin-top:301.75pt;width:57.25pt;height:23.9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" filled="f" stroked="f">
                      <v:textbox>
                        <w:txbxContent>
                          <w:p w14:paraId="54C02F1E" w14:textId="77777777" w:rsidR="001423E9" w:rsidRDefault="001423E9" w:rsidP="001423E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AD3D93B" wp14:editId="557E4526">
                      <wp:simplePos x="0" y="0"/>
                      <wp:positionH relativeFrom="column">
                        <wp:posOffset>299722</wp:posOffset>
                      </wp:positionH>
                      <wp:positionV relativeFrom="paragraph">
                        <wp:posOffset>3675375</wp:posOffset>
                      </wp:positionV>
                      <wp:extent cx="142875" cy="0"/>
                      <wp:effectExtent l="0" t="0" r="28575" b="19050"/>
                      <wp:wrapNone/>
                      <wp:docPr id="130" name="AutoShape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B56005E" id="AutoShape 325" o:spid="_x0000_s1026" type="#_x0000_t32" style="position:absolute;margin-left:23.6pt;margin-top:289.4pt;width:11.25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" strokeweight=".26467mm"/>
                  </w:pict>
                </mc:Fallback>
              </mc:AlternateContent>
            </w:r>
            <w:r w:rsidR="001423E9">
              <w:rPr>
                <w:rFonts w:ascii="標楷體" w:eastAsia="標楷體" w:hAnsi="標楷體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7842BB7" wp14:editId="682FB046">
                      <wp:simplePos x="0" y="0"/>
                      <wp:positionH relativeFrom="column">
                        <wp:posOffset>395606</wp:posOffset>
                      </wp:positionH>
                      <wp:positionV relativeFrom="paragraph">
                        <wp:posOffset>4250058</wp:posOffset>
                      </wp:positionV>
                      <wp:extent cx="1885950" cy="0"/>
                      <wp:effectExtent l="0" t="0" r="19050" b="19050"/>
                      <wp:wrapNone/>
                      <wp:docPr id="131" name="AutoShape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621A67C" id="AutoShape 324" o:spid="_x0000_s1026" type="#_x0000_t32" style="position:absolute;margin-left:31.15pt;margin-top:334.65pt;width:148.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" strokeweight=".26467mm"/>
                  </w:pict>
                </mc:Fallback>
              </mc:AlternateContent>
            </w:r>
          </w:p>
        </w:tc>
      </w:tr>
    </w:tbl>
    <w:p w14:paraId="6335F4D8" w14:textId="0BC8D95F" w:rsidR="00BF2E92" w:rsidRDefault="00BF2E92" w:rsidP="001C4A20">
      <w:pPr>
        <w:numPr>
          <w:ilvl w:val="0"/>
          <w:numId w:val="7"/>
        </w:numPr>
        <w:snapToGrid w:val="0"/>
        <w:spacing w:beforeLines="50" w:before="180" w:afterLines="50" w:after="180"/>
        <w:ind w:left="318" w:hanging="318"/>
        <w:jc w:val="both"/>
        <w:rPr>
          <w:rFonts w:eastAsia="標楷體" w:hAnsi="標楷體"/>
        </w:rPr>
      </w:pPr>
      <w:r>
        <w:rPr>
          <w:rFonts w:eastAsia="標楷體" w:hAnsi="標楷體"/>
        </w:rPr>
        <w:br w:type="page"/>
      </w:r>
      <w:r>
        <w:rPr>
          <w:rFonts w:ascii="標楷體" w:eastAsia="標楷體" w:hAnsi="標楷體" w:hint="eastAsia"/>
          <w:b/>
          <w:bCs/>
        </w:rPr>
        <w:lastRenderedPageBreak/>
        <w:t>第</w:t>
      </w:r>
      <w:r w:rsidR="00E55829" w:rsidRPr="00BA5A4D">
        <w:rPr>
          <w:rFonts w:eastAsia="標楷體"/>
          <w:b/>
          <w:bCs/>
        </w:rPr>
        <w:t>1</w:t>
      </w:r>
      <w:r w:rsidR="00AC60DD">
        <w:rPr>
          <w:rFonts w:eastAsia="標楷體" w:hint="eastAsia"/>
          <w:b/>
          <w:bCs/>
        </w:rPr>
        <w:t>棟</w:t>
      </w:r>
      <w:r>
        <w:rPr>
          <w:rFonts w:ascii="標楷體" w:eastAsia="標楷體" w:hAnsi="標楷體" w:hint="eastAsia"/>
          <w:b/>
          <w:bCs/>
        </w:rPr>
        <w:t xml:space="preserve">整修廁所 </w:t>
      </w:r>
      <w:proofErr w:type="gramStart"/>
      <w:r w:rsidR="004C10B4">
        <w:rPr>
          <w:rFonts w:ascii="標楷體" w:eastAsia="標楷體" w:hAnsi="標楷體"/>
          <w:b/>
          <w:bCs/>
        </w:rPr>
        <w:t>–</w:t>
      </w:r>
      <w:proofErr w:type="gramEnd"/>
      <w:r>
        <w:rPr>
          <w:rFonts w:ascii="標楷體" w:eastAsia="標楷體" w:hAnsi="標楷體" w:hint="eastAsia"/>
          <w:b/>
          <w:bCs/>
        </w:rPr>
        <w:t xml:space="preserve"> </w:t>
      </w:r>
      <w:r w:rsidR="004C10B4">
        <w:rPr>
          <w:rFonts w:ascii="標楷體" w:eastAsia="標楷體" w:hAnsi="標楷體" w:hint="eastAsia"/>
          <w:b/>
          <w:bCs/>
        </w:rPr>
        <w:t>現況勾選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"/>
        <w:gridCol w:w="2551"/>
        <w:gridCol w:w="3375"/>
        <w:gridCol w:w="3111"/>
      </w:tblGrid>
      <w:tr w:rsidR="00BF2E92" w:rsidRPr="00742EED" w14:paraId="2CE5F178" w14:textId="77777777" w:rsidTr="00295E1F">
        <w:trPr>
          <w:trHeight w:val="626"/>
          <w:jc w:val="center"/>
        </w:trPr>
        <w:tc>
          <w:tcPr>
            <w:tcW w:w="5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EE3CD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42EED">
              <w:rPr>
                <w:rFonts w:eastAsia="標楷體" w:hAnsi="標楷體" w:hint="eastAsia"/>
                <w:b/>
              </w:rPr>
              <w:t>需</w:t>
            </w:r>
          </w:p>
          <w:p w14:paraId="7876076F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42EED">
              <w:rPr>
                <w:rFonts w:eastAsia="標楷體" w:hAnsi="標楷體" w:hint="eastAsia"/>
                <w:b/>
              </w:rPr>
              <w:t>改</w:t>
            </w:r>
          </w:p>
          <w:p w14:paraId="630836F7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42EED">
              <w:rPr>
                <w:rFonts w:eastAsia="標楷體" w:hAnsi="標楷體" w:hint="eastAsia"/>
                <w:b/>
              </w:rPr>
              <w:t>善</w:t>
            </w:r>
          </w:p>
          <w:p w14:paraId="4D31957F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42EED">
              <w:rPr>
                <w:rFonts w:eastAsia="標楷體" w:hAnsi="標楷體" w:hint="eastAsia"/>
                <w:b/>
              </w:rPr>
              <w:t>項</w:t>
            </w:r>
          </w:p>
          <w:p w14:paraId="0240F4F8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42EED">
              <w:rPr>
                <w:rFonts w:eastAsia="標楷體" w:hAnsi="標楷體" w:hint="eastAsia"/>
                <w:b/>
              </w:rPr>
              <w:t>目</w:t>
            </w:r>
          </w:p>
          <w:p w14:paraId="11027AAE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42EED">
              <w:rPr>
                <w:rFonts w:eastAsia="標楷體" w:hAnsi="標楷體" w:hint="eastAsia"/>
                <w:b/>
              </w:rPr>
              <w:t>/</w:t>
            </w:r>
          </w:p>
          <w:p w14:paraId="27291B9D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42EED">
              <w:rPr>
                <w:rFonts w:eastAsia="標楷體" w:hAnsi="標楷體" w:hint="eastAsia"/>
                <w:b/>
              </w:rPr>
              <w:t>可</w:t>
            </w:r>
          </w:p>
          <w:p w14:paraId="6F151B91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  <w:r w:rsidRPr="007506D2">
              <w:rPr>
                <w:rFonts w:eastAsia="標楷體" w:hAnsi="標楷體" w:hint="eastAsia"/>
                <w:b/>
              </w:rPr>
              <w:t>複</w:t>
            </w:r>
            <w:r w:rsidRPr="00742EED">
              <w:rPr>
                <w:rFonts w:eastAsia="標楷體" w:hAnsi="標楷體" w:hint="eastAsia"/>
                <w:b/>
              </w:rPr>
              <w:t>選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CF7919" w14:textId="77777777" w:rsidR="00BF2E92" w:rsidRPr="00742EED" w:rsidRDefault="000B1BC7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ascii="標楷體" w:eastAsia="標楷體" w:hAnsi="標楷體"/>
              </w:rPr>
            </w:pPr>
            <w:r w:rsidRPr="000B1BC7">
              <w:rPr>
                <w:rFonts w:eastAsia="標楷體" w:hint="eastAsia"/>
                <w:b/>
              </w:rPr>
              <w:t>安全機能狀況</w:t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56B75" w14:textId="3F3AC8F0" w:rsidR="00BF2E92" w:rsidRPr="00742EED" w:rsidRDefault="004C10B4" w:rsidP="00295E1F">
            <w:pPr>
              <w:pStyle w:val="021"/>
              <w:spacing w:before="0" w:beforeAutospacing="0" w:after="0" w:afterAutospacing="0"/>
              <w:jc w:val="both"/>
              <w:rPr>
                <w:rFonts w:eastAsia="標楷體" w:hAnsi="標楷體"/>
              </w:rPr>
            </w:pPr>
            <w:r w:rsidRPr="004C10B4">
              <w:rPr>
                <w:rFonts w:ascii="Times New Roman" w:eastAsia="標楷體" w:hAnsi="Times New Roman" w:cs="Times New Roman" w:hint="eastAsia"/>
                <w:bCs/>
                <w:color w:val="FF0000"/>
              </w:rPr>
              <w:t>■</w:t>
            </w:r>
            <w:r w:rsidR="00BF2E92" w:rsidRPr="00742EED">
              <w:rPr>
                <w:rFonts w:ascii="Times New Roman" w:eastAsia="標楷體" w:hAnsi="Times New Roman" w:cs="Times New Roman"/>
                <w:bCs/>
              </w:rPr>
              <w:t>1.1</w:t>
            </w:r>
            <w:r w:rsidR="000B1BC7" w:rsidRPr="00D322D6">
              <w:rPr>
                <w:rFonts w:ascii="標楷體" w:eastAsia="標楷體" w:hAnsi="標楷體" w:hint="eastAsia"/>
              </w:rPr>
              <w:t>廁所</w:t>
            </w:r>
            <w:proofErr w:type="gramStart"/>
            <w:r w:rsidR="000B1BC7" w:rsidRPr="00D322D6">
              <w:rPr>
                <w:rFonts w:ascii="標楷體" w:eastAsia="標楷體" w:hAnsi="標楷體" w:hint="eastAsia"/>
              </w:rPr>
              <w:t>地坪面</w:t>
            </w:r>
            <w:r w:rsidR="000B1BC7">
              <w:rPr>
                <w:rFonts w:ascii="標楷體" w:eastAsia="標楷體" w:hAnsi="標楷體" w:hint="eastAsia"/>
              </w:rPr>
              <w:t>有</w:t>
            </w:r>
            <w:proofErr w:type="gramEnd"/>
            <w:r w:rsidR="000B1BC7" w:rsidRPr="00D322D6">
              <w:rPr>
                <w:rFonts w:ascii="標楷體" w:eastAsia="標楷體" w:hAnsi="標楷體" w:hint="eastAsia"/>
              </w:rPr>
              <w:t>高低差</w:t>
            </w:r>
          </w:p>
        </w:tc>
        <w:tc>
          <w:tcPr>
            <w:tcW w:w="31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D823E6" w14:textId="3304DE7F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1.</w:t>
            </w:r>
            <w:r w:rsidR="000B1BC7">
              <w:rPr>
                <w:rFonts w:eastAsia="標楷體" w:hint="eastAsia"/>
                <w:bCs/>
              </w:rPr>
              <w:t>5</w:t>
            </w:r>
            <w:r w:rsidR="000B1BC7" w:rsidRPr="00D322D6">
              <w:rPr>
                <w:rFonts w:ascii="標楷體" w:eastAsia="標楷體" w:hAnsi="標楷體" w:hint="eastAsia"/>
              </w:rPr>
              <w:t>如廁設備損壞</w:t>
            </w:r>
          </w:p>
        </w:tc>
      </w:tr>
      <w:tr w:rsidR="00BF2E92" w:rsidRPr="00742EED" w14:paraId="2BE5ED24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D43F1" w14:textId="77777777" w:rsidR="00BF2E92" w:rsidRPr="00742EED" w:rsidRDefault="00BF2E92" w:rsidP="008E30BC">
            <w:pPr>
              <w:snapToGrid w:val="0"/>
              <w:jc w:val="center"/>
              <w:rPr>
                <w:rFonts w:eastAsia="標楷體" w:hAnsi="標楷體"/>
                <w:b/>
              </w:rPr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422A1" w14:textId="77777777" w:rsidR="00BF2E92" w:rsidRPr="00742EED" w:rsidRDefault="00BF2E92" w:rsidP="00295E1F">
            <w:pPr>
              <w:ind w:left="601" w:hangingChars="250" w:hanging="601"/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416F87" w14:textId="6655291B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1.2</w:t>
            </w:r>
            <w:r w:rsidR="000B1BC7" w:rsidRPr="00D322D6">
              <w:rPr>
                <w:rFonts w:ascii="標楷體" w:eastAsia="標楷體" w:hAnsi="標楷體" w:hint="eastAsia"/>
              </w:rPr>
              <w:t>未設安全扶手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05D3F" w14:textId="77777777" w:rsidR="00BF2E92" w:rsidRPr="00742EED" w:rsidRDefault="004A4850" w:rsidP="00295E1F">
            <w:pPr>
              <w:jc w:val="both"/>
              <w:rPr>
                <w:rFonts w:ascii="標楷體" w:eastAsia="標楷體" w:hAnsi="標楷體"/>
              </w:rPr>
            </w:pPr>
            <w:r w:rsidRPr="00512CD2">
              <w:rPr>
                <w:rFonts w:ascii="標楷體" w:eastAsia="標楷體" w:hAnsi="標楷體"/>
                <w:bCs/>
              </w:rPr>
              <w:t>□</w:t>
            </w:r>
            <w:r w:rsidR="00BF2E92">
              <w:rPr>
                <w:rFonts w:eastAsia="標楷體"/>
                <w:bCs/>
              </w:rPr>
              <w:t>1</w:t>
            </w:r>
            <w:r w:rsidR="00BF2E92">
              <w:rPr>
                <w:rFonts w:eastAsia="標楷體" w:hint="eastAsia"/>
                <w:bCs/>
              </w:rPr>
              <w:t>.</w:t>
            </w:r>
            <w:r w:rsidR="000B1BC7">
              <w:rPr>
                <w:rFonts w:eastAsia="標楷體" w:hint="eastAsia"/>
                <w:bCs/>
              </w:rPr>
              <w:t>6</w:t>
            </w:r>
            <w:r w:rsidR="000B1BC7" w:rsidRPr="000B1BC7">
              <w:rPr>
                <w:rFonts w:ascii="標楷體" w:eastAsia="標楷體" w:hAnsi="標楷體" w:hint="eastAsia"/>
                <w:color w:val="000000"/>
                <w:sz w:val="22"/>
              </w:rPr>
              <w:t>未設緊急求助鈴</w:t>
            </w:r>
          </w:p>
        </w:tc>
      </w:tr>
      <w:tr w:rsidR="00BF2E92" w:rsidRPr="00742EED" w14:paraId="748C3761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73AD9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295639" w14:textId="77777777" w:rsidR="00BF2E92" w:rsidRPr="00742EED" w:rsidRDefault="00BF2E92" w:rsidP="00295E1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DD95CF" w14:textId="43297FCD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1.</w:t>
            </w:r>
            <w:r w:rsidR="00BF2E92" w:rsidRPr="00742EED">
              <w:rPr>
                <w:rFonts w:eastAsia="標楷體" w:hint="eastAsia"/>
                <w:bCs/>
              </w:rPr>
              <w:t>3</w:t>
            </w:r>
            <w:r w:rsidR="000B1BC7" w:rsidRPr="00D322D6">
              <w:rPr>
                <w:rFonts w:ascii="標楷體" w:eastAsia="標楷體" w:hAnsi="標楷體" w:hint="eastAsia"/>
              </w:rPr>
              <w:t>地板材質不佳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8FC83" w14:textId="77777777" w:rsidR="00BF2E92" w:rsidRPr="00742EED" w:rsidRDefault="004A4850" w:rsidP="00295E1F">
            <w:pPr>
              <w:jc w:val="both"/>
              <w:rPr>
                <w:rFonts w:ascii="標楷體" w:eastAsia="標楷體" w:hAnsi="標楷體"/>
              </w:rPr>
            </w:pPr>
            <w:r w:rsidRPr="00512CD2">
              <w:rPr>
                <w:rFonts w:ascii="標楷體" w:eastAsia="標楷體" w:hAnsi="標楷體"/>
                <w:bCs/>
              </w:rPr>
              <w:t>□</w:t>
            </w:r>
            <w:r w:rsidR="00BF2E92" w:rsidRPr="00742EED">
              <w:rPr>
                <w:rFonts w:eastAsia="標楷體"/>
                <w:bCs/>
              </w:rPr>
              <w:t>1.</w:t>
            </w:r>
            <w:r w:rsidR="000B1BC7">
              <w:rPr>
                <w:rFonts w:eastAsia="標楷體" w:hint="eastAsia"/>
                <w:bCs/>
              </w:rPr>
              <w:t>7</w:t>
            </w:r>
            <w:r w:rsidR="000B1BC7" w:rsidRPr="000B1BC7">
              <w:rPr>
                <w:rFonts w:ascii="標楷體" w:eastAsia="標楷體" w:hAnsi="標楷體" w:hint="eastAsia"/>
                <w:color w:val="000000"/>
                <w:sz w:val="22"/>
              </w:rPr>
              <w:t>未設安全監控系統</w:t>
            </w:r>
          </w:p>
        </w:tc>
      </w:tr>
      <w:tr w:rsidR="00BF2E92" w:rsidRPr="00742EED" w14:paraId="1CCC099D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3585F0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603237" w14:textId="77777777" w:rsidR="00BF2E92" w:rsidRPr="00742EED" w:rsidRDefault="00BF2E92" w:rsidP="00295E1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731C47" w14:textId="12498038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1.4</w:t>
            </w:r>
            <w:r w:rsidR="000B1BC7" w:rsidRPr="00D322D6">
              <w:rPr>
                <w:rFonts w:ascii="標楷體" w:eastAsia="標楷體" w:hAnsi="標楷體"/>
              </w:rPr>
              <w:t>磁磚剝落破損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0C7C2" w14:textId="77777777" w:rsidR="00BF2E92" w:rsidRPr="00742EED" w:rsidRDefault="004A4850" w:rsidP="00295E1F">
            <w:pPr>
              <w:jc w:val="both"/>
              <w:rPr>
                <w:rFonts w:ascii="標楷體" w:eastAsia="標楷體" w:hAnsi="標楷體"/>
              </w:rPr>
            </w:pPr>
            <w:r w:rsidRPr="00512CD2">
              <w:rPr>
                <w:rFonts w:ascii="標楷體" w:eastAsia="標楷體" w:hAnsi="標楷體"/>
                <w:bCs/>
              </w:rPr>
              <w:t>□</w:t>
            </w:r>
            <w:r w:rsidR="00BF2E92">
              <w:rPr>
                <w:rFonts w:eastAsia="標楷體" w:hint="eastAsia"/>
                <w:bCs/>
              </w:rPr>
              <w:t>1.</w:t>
            </w:r>
            <w:r w:rsidR="000B1BC7">
              <w:rPr>
                <w:rFonts w:eastAsia="標楷體" w:hint="eastAsia"/>
                <w:bCs/>
              </w:rPr>
              <w:t>8</w:t>
            </w:r>
            <w:r w:rsidR="000B1BC7" w:rsidRPr="00D322D6">
              <w:rPr>
                <w:rFonts w:ascii="標楷體" w:eastAsia="標楷體" w:hAnsi="標楷體" w:hint="eastAsia"/>
              </w:rPr>
              <w:t>其他：</w:t>
            </w:r>
          </w:p>
        </w:tc>
      </w:tr>
      <w:tr w:rsidR="00BF2E92" w:rsidRPr="00742EED" w14:paraId="256D3A24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997EFC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DA9772B" w14:textId="77777777" w:rsidR="00BF2E92" w:rsidRPr="004D5ECA" w:rsidRDefault="000B1BC7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  <w:r w:rsidRPr="000B1BC7">
              <w:rPr>
                <w:rFonts w:eastAsia="標楷體" w:hint="eastAsia"/>
                <w:b/>
              </w:rPr>
              <w:t>廁所衛生狀況</w:t>
            </w:r>
          </w:p>
        </w:tc>
        <w:tc>
          <w:tcPr>
            <w:tcW w:w="33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4D7C7E" w14:textId="1543CBD2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 w:hint="eastAsia"/>
                <w:bCs/>
              </w:rPr>
              <w:t>2</w:t>
            </w:r>
            <w:r w:rsidR="00BF2E92" w:rsidRPr="00742EED">
              <w:rPr>
                <w:rFonts w:eastAsia="標楷體"/>
                <w:bCs/>
              </w:rPr>
              <w:t>.1</w:t>
            </w:r>
            <w:r w:rsidR="000B1BC7" w:rsidRPr="00D322D6">
              <w:rPr>
                <w:rFonts w:ascii="標楷體" w:eastAsia="標楷體" w:hAnsi="標楷體" w:hint="eastAsia"/>
              </w:rPr>
              <w:t>管線阻塞或漏水</w:t>
            </w:r>
          </w:p>
        </w:tc>
        <w:tc>
          <w:tcPr>
            <w:tcW w:w="31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DDFBE" w14:textId="77B1ECD6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2.</w:t>
            </w:r>
            <w:r w:rsidR="000B1BC7">
              <w:rPr>
                <w:rFonts w:eastAsia="標楷體" w:hint="eastAsia"/>
                <w:bCs/>
              </w:rPr>
              <w:t>4</w:t>
            </w:r>
            <w:r w:rsidR="000B1BC7" w:rsidRPr="00D322D6">
              <w:rPr>
                <w:rFonts w:ascii="標楷體" w:eastAsia="標楷體" w:hAnsi="標楷體" w:hint="eastAsia"/>
              </w:rPr>
              <w:t>採光及照明不足</w:t>
            </w:r>
          </w:p>
        </w:tc>
      </w:tr>
      <w:tr w:rsidR="00BF2E92" w:rsidRPr="00742EED" w14:paraId="2411CAF6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5C40CE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2F14D8" w14:textId="77777777" w:rsidR="00BF2E92" w:rsidRPr="004D5ECA" w:rsidRDefault="00BF2E92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593FA5E4" w14:textId="77777777" w:rsidR="00BF2E92" w:rsidRPr="00742EED" w:rsidRDefault="004A4850" w:rsidP="00295E1F">
            <w:pPr>
              <w:jc w:val="both"/>
              <w:rPr>
                <w:rFonts w:ascii="標楷體" w:eastAsia="標楷體" w:hAnsi="標楷體"/>
              </w:rPr>
            </w:pPr>
            <w:r w:rsidRPr="00D302AA">
              <w:rPr>
                <w:rFonts w:ascii="標楷體" w:eastAsia="標楷體" w:hAnsi="標楷體"/>
                <w:bCs/>
              </w:rPr>
              <w:t>□</w:t>
            </w:r>
            <w:r w:rsidR="00BF2E92" w:rsidRPr="00742EED">
              <w:rPr>
                <w:rFonts w:eastAsia="標楷體" w:hint="eastAsia"/>
                <w:bCs/>
              </w:rPr>
              <w:t>2</w:t>
            </w:r>
            <w:r w:rsidR="00BF2E92" w:rsidRPr="00742EED">
              <w:rPr>
                <w:rFonts w:eastAsia="標楷體"/>
                <w:bCs/>
              </w:rPr>
              <w:t>.2</w:t>
            </w:r>
            <w:r w:rsidR="000B1BC7" w:rsidRPr="00D322D6">
              <w:rPr>
                <w:rFonts w:ascii="標楷體" w:eastAsia="標楷體" w:hAnsi="標楷體" w:hint="eastAsia"/>
              </w:rPr>
              <w:t>地板排水不良</w:t>
            </w:r>
          </w:p>
        </w:tc>
        <w:tc>
          <w:tcPr>
            <w:tcW w:w="311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CC0CBE" w14:textId="77777777" w:rsidR="00BF2E92" w:rsidRPr="00742EED" w:rsidRDefault="005D3629" w:rsidP="00295E1F">
            <w:pPr>
              <w:jc w:val="both"/>
              <w:rPr>
                <w:rFonts w:ascii="標楷體" w:eastAsia="標楷體" w:hAnsi="標楷體"/>
              </w:rPr>
            </w:pPr>
            <w:r w:rsidRPr="00775CF3">
              <w:rPr>
                <w:rFonts w:ascii="標楷體" w:eastAsia="標楷體" w:hAnsi="標楷體"/>
                <w:bCs/>
              </w:rPr>
              <w:t>□</w:t>
            </w:r>
            <w:r w:rsidR="00BF2E92">
              <w:rPr>
                <w:rFonts w:eastAsia="標楷體"/>
                <w:bCs/>
              </w:rPr>
              <w:t>2.</w:t>
            </w:r>
            <w:r w:rsidR="000B1BC7">
              <w:rPr>
                <w:rFonts w:eastAsia="標楷體" w:hint="eastAsia"/>
                <w:bCs/>
              </w:rPr>
              <w:t>5</w:t>
            </w:r>
            <w:r w:rsidR="000B1BC7" w:rsidRPr="00D322D6">
              <w:rPr>
                <w:rFonts w:ascii="標楷體" w:eastAsia="標楷體" w:hAnsi="標楷體" w:hint="eastAsia"/>
              </w:rPr>
              <w:t>蚊蟲孳生</w:t>
            </w:r>
          </w:p>
        </w:tc>
      </w:tr>
      <w:tr w:rsidR="00BF2E92" w:rsidRPr="00742EED" w14:paraId="5068D441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A4159C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DDDE23" w14:textId="77777777" w:rsidR="00BF2E92" w:rsidRPr="004D5ECA" w:rsidRDefault="00BF2E92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</w:p>
        </w:tc>
        <w:tc>
          <w:tcPr>
            <w:tcW w:w="33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89F9DBD" w14:textId="3B977F8D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>
              <w:rPr>
                <w:rFonts w:eastAsia="標楷體" w:hint="eastAsia"/>
                <w:bCs/>
              </w:rPr>
              <w:t>2</w:t>
            </w:r>
            <w:r w:rsidR="00BF2E92" w:rsidRPr="00742EED">
              <w:rPr>
                <w:rFonts w:eastAsia="標楷體"/>
                <w:bCs/>
              </w:rPr>
              <w:t>.</w:t>
            </w:r>
            <w:r w:rsidR="00BF2E92">
              <w:rPr>
                <w:rFonts w:eastAsia="標楷體" w:hint="eastAsia"/>
                <w:bCs/>
              </w:rPr>
              <w:t>3</w:t>
            </w:r>
            <w:r w:rsidR="000B1BC7" w:rsidRPr="00D322D6">
              <w:rPr>
                <w:rFonts w:ascii="標楷體" w:eastAsia="標楷體" w:hAnsi="標楷體" w:hint="eastAsia"/>
              </w:rPr>
              <w:t>通風不佳</w:t>
            </w:r>
          </w:p>
        </w:tc>
        <w:tc>
          <w:tcPr>
            <w:tcW w:w="31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317E6" w14:textId="77777777" w:rsidR="00BF2E92" w:rsidRPr="00742EED" w:rsidRDefault="00FA3CA1" w:rsidP="00295E1F">
            <w:pPr>
              <w:jc w:val="both"/>
              <w:rPr>
                <w:rFonts w:ascii="標楷體" w:eastAsia="標楷體" w:hAnsi="標楷體"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BF2E92" w:rsidRPr="00742EED">
              <w:rPr>
                <w:rFonts w:eastAsia="標楷體"/>
                <w:bCs/>
              </w:rPr>
              <w:t>2.</w:t>
            </w:r>
            <w:r w:rsidR="000B1BC7">
              <w:rPr>
                <w:rFonts w:eastAsia="標楷體" w:hint="eastAsia"/>
                <w:bCs/>
              </w:rPr>
              <w:t>6</w:t>
            </w:r>
            <w:r w:rsidR="000B1BC7" w:rsidRPr="00D322D6">
              <w:rPr>
                <w:rFonts w:ascii="標楷體" w:eastAsia="標楷體" w:hAnsi="標楷體" w:hint="eastAsia"/>
              </w:rPr>
              <w:t>其他：</w:t>
            </w:r>
          </w:p>
        </w:tc>
      </w:tr>
      <w:tr w:rsidR="000B1BC7" w:rsidRPr="00742EED" w14:paraId="79A7B31B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A3ABA3" w14:textId="77777777" w:rsidR="000B1BC7" w:rsidRPr="00742EED" w:rsidRDefault="000B1BC7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1FC66E2" w14:textId="77777777" w:rsidR="000B1BC7" w:rsidRPr="000B1BC7" w:rsidRDefault="000B1BC7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  <w:r w:rsidRPr="000B1BC7">
              <w:rPr>
                <w:rFonts w:ascii="標楷體" w:eastAsia="標楷體" w:hAnsi="標楷體" w:hint="eastAsia"/>
                <w:b/>
              </w:rPr>
              <w:t>使用者需求及平權</w:t>
            </w:r>
          </w:p>
        </w:tc>
        <w:tc>
          <w:tcPr>
            <w:tcW w:w="33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039756" w14:textId="77777777" w:rsidR="000B1BC7" w:rsidRPr="00742EED" w:rsidRDefault="00B362DF" w:rsidP="00295E1F">
            <w:pPr>
              <w:jc w:val="both"/>
              <w:rPr>
                <w:rFonts w:ascii="標楷體" w:eastAsia="標楷體" w:hAnsi="標楷體"/>
                <w:bCs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0B1BC7" w:rsidRPr="00742EED">
              <w:rPr>
                <w:rFonts w:eastAsia="標楷體"/>
                <w:bCs/>
              </w:rPr>
              <w:t>3.1</w:t>
            </w:r>
            <w:proofErr w:type="gramStart"/>
            <w:r w:rsidR="000B1BC7" w:rsidRPr="00D322D6">
              <w:rPr>
                <w:rFonts w:ascii="標楷體" w:eastAsia="標楷體" w:hAnsi="標楷體" w:hint="eastAsia"/>
              </w:rPr>
              <w:t>男女共廁</w:t>
            </w:r>
            <w:r w:rsidR="000B1BC7">
              <w:rPr>
                <w:rFonts w:ascii="標楷體" w:eastAsia="標楷體" w:hAnsi="標楷體" w:hint="eastAsia"/>
              </w:rPr>
              <w:t>問題</w:t>
            </w:r>
            <w:proofErr w:type="gramEnd"/>
          </w:p>
        </w:tc>
        <w:tc>
          <w:tcPr>
            <w:tcW w:w="31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190AA" w14:textId="77777777" w:rsidR="000B1BC7" w:rsidRPr="00742EED" w:rsidRDefault="00946764" w:rsidP="00295E1F">
            <w:pPr>
              <w:jc w:val="both"/>
              <w:rPr>
                <w:rFonts w:ascii="標楷體" w:eastAsia="標楷體" w:hAnsi="標楷體"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0B1BC7" w:rsidRPr="00742EED">
              <w:rPr>
                <w:rFonts w:eastAsia="標楷體"/>
                <w:bCs/>
              </w:rPr>
              <w:t>3.</w:t>
            </w:r>
            <w:r w:rsidR="000B1BC7">
              <w:rPr>
                <w:rFonts w:eastAsia="標楷體" w:hint="eastAsia"/>
                <w:bCs/>
              </w:rPr>
              <w:t>5</w:t>
            </w:r>
            <w:r w:rsidR="000B1BC7" w:rsidRPr="00D322D6">
              <w:rPr>
                <w:rFonts w:ascii="標楷體" w:eastAsia="標楷體" w:hAnsi="標楷體" w:hint="eastAsia"/>
              </w:rPr>
              <w:t>出入通道隱私疑慮</w:t>
            </w:r>
          </w:p>
        </w:tc>
      </w:tr>
      <w:tr w:rsidR="000B1BC7" w:rsidRPr="00742EED" w14:paraId="32AD2F7C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8EFB7C" w14:textId="77777777" w:rsidR="000B1BC7" w:rsidRPr="00742EED" w:rsidRDefault="000B1BC7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529472" w14:textId="77777777" w:rsidR="000B1BC7" w:rsidRPr="004D5ECA" w:rsidRDefault="000B1BC7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5C15AF6E" w14:textId="62963D8E" w:rsidR="000B1BC7" w:rsidRPr="00742EED" w:rsidRDefault="004C10B4" w:rsidP="00295E1F">
            <w:pPr>
              <w:jc w:val="both"/>
              <w:rPr>
                <w:rFonts w:ascii="標楷體" w:eastAsia="標楷體" w:hAnsi="標楷體"/>
                <w:bCs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0B1BC7" w:rsidRPr="00742EED">
              <w:rPr>
                <w:rFonts w:eastAsia="標楷體"/>
                <w:bCs/>
              </w:rPr>
              <w:t>3.</w:t>
            </w:r>
            <w:r w:rsidR="000B1BC7" w:rsidRPr="00742EED">
              <w:rPr>
                <w:rFonts w:eastAsia="標楷體" w:hint="eastAsia"/>
                <w:bCs/>
              </w:rPr>
              <w:t>2</w:t>
            </w:r>
            <w:r w:rsidR="000B1BC7" w:rsidRPr="00D322D6">
              <w:rPr>
                <w:rFonts w:ascii="標楷體" w:eastAsia="標楷體" w:hAnsi="標楷體" w:hint="eastAsia"/>
              </w:rPr>
              <w:t>便器比例不均</w:t>
            </w:r>
          </w:p>
        </w:tc>
        <w:tc>
          <w:tcPr>
            <w:tcW w:w="311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F7FCE1" w14:textId="77777777" w:rsidR="000B1BC7" w:rsidRPr="00742EED" w:rsidRDefault="00946764" w:rsidP="00295E1F">
            <w:pPr>
              <w:jc w:val="both"/>
              <w:rPr>
                <w:rFonts w:ascii="標楷體" w:eastAsia="標楷體" w:hAnsi="標楷體"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0B1BC7" w:rsidRPr="00742EED">
              <w:rPr>
                <w:rFonts w:eastAsia="標楷體"/>
                <w:bCs/>
              </w:rPr>
              <w:t>3.</w:t>
            </w:r>
            <w:r w:rsidR="000B1BC7">
              <w:rPr>
                <w:rFonts w:eastAsia="標楷體" w:hint="eastAsia"/>
                <w:bCs/>
              </w:rPr>
              <w:t>6</w:t>
            </w:r>
            <w:proofErr w:type="gramStart"/>
            <w:r w:rsidR="000B1BC7" w:rsidRPr="00D322D6">
              <w:rPr>
                <w:rFonts w:ascii="標楷體" w:eastAsia="標楷體" w:hAnsi="標楷體" w:hint="eastAsia"/>
              </w:rPr>
              <w:t>一</w:t>
            </w:r>
            <w:proofErr w:type="gramEnd"/>
            <w:r w:rsidR="000B1BC7" w:rsidRPr="00D322D6">
              <w:rPr>
                <w:rFonts w:ascii="標楷體" w:eastAsia="標楷體" w:hAnsi="標楷體" w:hint="eastAsia"/>
              </w:rPr>
              <w:t>條溝式小便槽</w:t>
            </w:r>
          </w:p>
        </w:tc>
      </w:tr>
      <w:tr w:rsidR="000B1BC7" w:rsidRPr="00742EED" w14:paraId="2F697DD0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038988" w14:textId="77777777" w:rsidR="000B1BC7" w:rsidRPr="00742EED" w:rsidRDefault="000B1BC7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BFE5F2" w14:textId="77777777" w:rsidR="000B1BC7" w:rsidRPr="004D5ECA" w:rsidRDefault="000B1BC7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77E54FF3" w14:textId="61059FA0" w:rsidR="000B1BC7" w:rsidRPr="00742EED" w:rsidRDefault="004C10B4" w:rsidP="00295E1F">
            <w:pPr>
              <w:jc w:val="both"/>
              <w:rPr>
                <w:rFonts w:ascii="標楷體" w:eastAsia="標楷體" w:hAnsi="標楷體"/>
                <w:bCs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0B1BC7" w:rsidRPr="00742EED">
              <w:rPr>
                <w:rFonts w:eastAsia="標楷體"/>
                <w:bCs/>
              </w:rPr>
              <w:t>3.</w:t>
            </w:r>
            <w:r w:rsidR="000B1BC7">
              <w:rPr>
                <w:rFonts w:eastAsia="標楷體" w:hint="eastAsia"/>
                <w:bCs/>
              </w:rPr>
              <w:t>3</w:t>
            </w:r>
            <w:proofErr w:type="gramStart"/>
            <w:r w:rsidR="000B1BC7" w:rsidRPr="00D322D6">
              <w:rPr>
                <w:rFonts w:ascii="標楷體" w:eastAsia="標楷體" w:hAnsi="標楷體" w:hint="eastAsia"/>
              </w:rPr>
              <w:t>廁間內空間</w:t>
            </w:r>
            <w:proofErr w:type="gramEnd"/>
            <w:r w:rsidR="000B1BC7" w:rsidRPr="00D322D6">
              <w:rPr>
                <w:rFonts w:ascii="標楷體" w:eastAsia="標楷體" w:hAnsi="標楷體" w:hint="eastAsia"/>
              </w:rPr>
              <w:t>不足</w:t>
            </w:r>
          </w:p>
        </w:tc>
        <w:tc>
          <w:tcPr>
            <w:tcW w:w="311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3911B8" w14:textId="77777777" w:rsidR="000B1BC7" w:rsidRPr="00742EED" w:rsidRDefault="00946764" w:rsidP="00295E1F">
            <w:pPr>
              <w:jc w:val="both"/>
              <w:rPr>
                <w:rFonts w:ascii="標楷體" w:eastAsia="標楷體" w:hAnsi="標楷體"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0B1BC7" w:rsidRPr="00742EED">
              <w:rPr>
                <w:rFonts w:eastAsia="標楷體"/>
                <w:bCs/>
              </w:rPr>
              <w:t>3.</w:t>
            </w:r>
            <w:r w:rsidR="000B1BC7">
              <w:rPr>
                <w:rFonts w:eastAsia="標楷體" w:hint="eastAsia"/>
                <w:bCs/>
              </w:rPr>
              <w:t>7</w:t>
            </w:r>
            <w:r w:rsidR="000B1BC7" w:rsidRPr="00D322D6">
              <w:rPr>
                <w:rFonts w:ascii="標楷體" w:eastAsia="標楷體" w:hAnsi="標楷體" w:hint="eastAsia"/>
              </w:rPr>
              <w:t>缺乏無障礙廁所</w:t>
            </w:r>
          </w:p>
        </w:tc>
      </w:tr>
      <w:tr w:rsidR="000B1BC7" w:rsidRPr="00742EED" w14:paraId="6C9AF0B5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0C505A" w14:textId="77777777" w:rsidR="000B1BC7" w:rsidRPr="00742EED" w:rsidRDefault="000B1BC7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738AF3" w14:textId="77777777" w:rsidR="000B1BC7" w:rsidRPr="004D5ECA" w:rsidRDefault="000B1BC7" w:rsidP="00295E1F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33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A668AA" w14:textId="77777777" w:rsidR="000B1BC7" w:rsidRPr="00742EED" w:rsidRDefault="003002F5" w:rsidP="00295E1F">
            <w:pPr>
              <w:jc w:val="both"/>
              <w:rPr>
                <w:rFonts w:ascii="標楷體" w:eastAsia="標楷體" w:hAnsi="標楷體"/>
                <w:bCs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0B1BC7" w:rsidRPr="00742EED">
              <w:rPr>
                <w:rFonts w:eastAsia="標楷體"/>
                <w:bCs/>
              </w:rPr>
              <w:t>3.</w:t>
            </w:r>
            <w:r w:rsidR="000B1BC7">
              <w:rPr>
                <w:rFonts w:eastAsia="標楷體" w:hint="eastAsia"/>
                <w:bCs/>
              </w:rPr>
              <w:t>4</w:t>
            </w:r>
            <w:proofErr w:type="gramStart"/>
            <w:r w:rsidR="000B1BC7" w:rsidRPr="00D322D6">
              <w:rPr>
                <w:rFonts w:ascii="標楷體" w:eastAsia="標楷體" w:hAnsi="標楷體" w:hint="eastAsia"/>
              </w:rPr>
              <w:t>廁門方向</w:t>
            </w:r>
            <w:proofErr w:type="gramEnd"/>
            <w:r w:rsidR="000B1BC7" w:rsidRPr="00D322D6">
              <w:rPr>
                <w:rFonts w:ascii="標楷體" w:eastAsia="標楷體" w:hAnsi="標楷體" w:hint="eastAsia"/>
              </w:rPr>
              <w:t>錯誤</w:t>
            </w:r>
          </w:p>
        </w:tc>
        <w:tc>
          <w:tcPr>
            <w:tcW w:w="31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A1A2D" w14:textId="77777777" w:rsidR="000B1BC7" w:rsidRPr="00742EED" w:rsidRDefault="00946764" w:rsidP="00295E1F">
            <w:pPr>
              <w:jc w:val="both"/>
              <w:rPr>
                <w:rFonts w:ascii="標楷體" w:eastAsia="標楷體" w:hAnsi="標楷體"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0B1BC7">
              <w:rPr>
                <w:rFonts w:eastAsia="標楷體" w:hint="eastAsia"/>
                <w:bCs/>
              </w:rPr>
              <w:t>3.8</w:t>
            </w:r>
            <w:r w:rsidR="000B1BC7" w:rsidRPr="00D322D6">
              <w:rPr>
                <w:rFonts w:ascii="標楷體" w:eastAsia="標楷體" w:hAnsi="標楷體" w:hint="eastAsia"/>
              </w:rPr>
              <w:t>其他：</w:t>
            </w:r>
          </w:p>
        </w:tc>
      </w:tr>
      <w:tr w:rsidR="00BF2E92" w:rsidRPr="00742EED" w14:paraId="3FC767A8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115115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66059E3" w14:textId="77777777" w:rsidR="00BF2E92" w:rsidRPr="004D5ECA" w:rsidRDefault="000B1BC7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  <w:r w:rsidRPr="000B1BC7">
              <w:rPr>
                <w:rFonts w:ascii="標楷體" w:eastAsia="標楷體" w:hAnsi="標楷體" w:hint="eastAsia"/>
                <w:b/>
              </w:rPr>
              <w:t>材質耐久性及維護</w:t>
            </w:r>
          </w:p>
        </w:tc>
        <w:tc>
          <w:tcPr>
            <w:tcW w:w="33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652956" w14:textId="65FBB905" w:rsidR="00BF2E92" w:rsidRPr="00742EED" w:rsidRDefault="004C10B4" w:rsidP="00295E1F">
            <w:pPr>
              <w:jc w:val="both"/>
              <w:rPr>
                <w:rFonts w:ascii="標楷體" w:eastAsia="標楷體" w:hAnsi="標楷體"/>
                <w:bCs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4.1</w:t>
            </w:r>
            <w:r w:rsidR="000B1BC7" w:rsidRPr="00D322D6">
              <w:rPr>
                <w:rFonts w:ascii="標楷體" w:eastAsia="標楷體" w:hAnsi="標楷體" w:hint="eastAsia"/>
              </w:rPr>
              <w:t>設施耐久性不佳</w:t>
            </w:r>
          </w:p>
        </w:tc>
        <w:tc>
          <w:tcPr>
            <w:tcW w:w="31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FBA36" w14:textId="77777777" w:rsidR="00BF2E92" w:rsidRPr="00742EED" w:rsidRDefault="00BD442F" w:rsidP="00295E1F">
            <w:pPr>
              <w:jc w:val="both"/>
              <w:rPr>
                <w:rFonts w:ascii="標楷體" w:eastAsia="標楷體" w:hAnsi="標楷體"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BF2E92" w:rsidRPr="00742EED">
              <w:rPr>
                <w:rFonts w:eastAsia="標楷體" w:hint="eastAsia"/>
                <w:bCs/>
              </w:rPr>
              <w:t>4.4</w:t>
            </w:r>
            <w:r w:rsidR="000B1BC7" w:rsidRPr="000B1BC7">
              <w:rPr>
                <w:rFonts w:ascii="標楷體" w:eastAsia="標楷體" w:hAnsi="標楷體" w:hint="eastAsia"/>
                <w:color w:val="000000"/>
                <w:sz w:val="22"/>
              </w:rPr>
              <w:t>照明迴路設計不良</w:t>
            </w:r>
          </w:p>
        </w:tc>
      </w:tr>
      <w:tr w:rsidR="00BF2E92" w:rsidRPr="00742EED" w14:paraId="0FED9E09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E08127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C7AF4D" w14:textId="77777777" w:rsidR="00BF2E92" w:rsidRPr="004D5ECA" w:rsidRDefault="00BF2E92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</w:p>
        </w:tc>
        <w:tc>
          <w:tcPr>
            <w:tcW w:w="33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9CF9AA" w14:textId="65730FC9" w:rsidR="00BF2E92" w:rsidRPr="00742EED" w:rsidRDefault="004C10B4" w:rsidP="00295E1F">
            <w:pPr>
              <w:jc w:val="both"/>
              <w:rPr>
                <w:rFonts w:ascii="標楷體" w:eastAsia="標楷體" w:hAnsi="標楷體"/>
                <w:bCs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4.2</w:t>
            </w:r>
            <w:proofErr w:type="gramStart"/>
            <w:r w:rsidR="000B1BC7" w:rsidRPr="000B1BC7">
              <w:rPr>
                <w:rFonts w:ascii="標楷體" w:eastAsia="標楷體" w:hAnsi="標楷體" w:hint="eastAsia"/>
                <w:color w:val="000000"/>
                <w:sz w:val="22"/>
              </w:rPr>
              <w:t>無省水</w:t>
            </w:r>
            <w:proofErr w:type="gramEnd"/>
            <w:r w:rsidR="000B1BC7" w:rsidRPr="000B1BC7">
              <w:rPr>
                <w:rFonts w:ascii="標楷體" w:eastAsia="標楷體" w:hAnsi="標楷體" w:hint="eastAsia"/>
                <w:color w:val="000000"/>
                <w:sz w:val="22"/>
              </w:rPr>
              <w:t>設計</w:t>
            </w:r>
          </w:p>
        </w:tc>
        <w:tc>
          <w:tcPr>
            <w:tcW w:w="311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29651" w14:textId="0892C101" w:rsidR="00BF2E92" w:rsidRPr="00742EED" w:rsidRDefault="00C94E44" w:rsidP="00295E1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Cs/>
              </w:rPr>
              <w:t>□</w:t>
            </w:r>
            <w:r w:rsidR="00BF2E92" w:rsidRPr="00742EED">
              <w:rPr>
                <w:rFonts w:eastAsia="標楷體" w:hint="eastAsia"/>
                <w:bCs/>
              </w:rPr>
              <w:t>4.5</w:t>
            </w:r>
            <w:r w:rsidR="000B1BC7" w:rsidRPr="00D322D6">
              <w:rPr>
                <w:rFonts w:ascii="標楷體" w:eastAsia="標楷體" w:hAnsi="標楷體" w:hint="eastAsia"/>
              </w:rPr>
              <w:t>清潔與維護困難</w:t>
            </w:r>
          </w:p>
        </w:tc>
      </w:tr>
      <w:tr w:rsidR="00BF2E92" w:rsidRPr="00742EED" w14:paraId="4BB0ADBD" w14:textId="77777777" w:rsidTr="00295E1F">
        <w:trPr>
          <w:trHeight w:val="626"/>
          <w:jc w:val="center"/>
        </w:trPr>
        <w:tc>
          <w:tcPr>
            <w:tcW w:w="5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D480FC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65027C" w14:textId="77777777" w:rsidR="00BF2E92" w:rsidRPr="004D5ECA" w:rsidRDefault="00BF2E92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</w:p>
        </w:tc>
        <w:tc>
          <w:tcPr>
            <w:tcW w:w="337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3F11" w14:textId="2A396C97" w:rsidR="00BF2E92" w:rsidRPr="00742EED" w:rsidRDefault="004C10B4" w:rsidP="00295E1F">
            <w:pPr>
              <w:jc w:val="both"/>
              <w:rPr>
                <w:rFonts w:ascii="標楷體" w:eastAsia="標楷體" w:hAnsi="標楷體"/>
              </w:rPr>
            </w:pPr>
            <w:r w:rsidRPr="004C10B4">
              <w:rPr>
                <w:rFonts w:eastAsia="標楷體" w:hint="eastAsia"/>
                <w:bCs/>
                <w:color w:val="FF0000"/>
              </w:rPr>
              <w:t>■</w:t>
            </w:r>
            <w:r w:rsidR="00BF2E92" w:rsidRPr="00742EED">
              <w:rPr>
                <w:rFonts w:eastAsia="標楷體"/>
                <w:bCs/>
              </w:rPr>
              <w:t>4.3</w:t>
            </w:r>
            <w:r w:rsidR="000B1BC7" w:rsidRPr="000B1BC7">
              <w:rPr>
                <w:rFonts w:ascii="標楷體" w:eastAsia="標楷體" w:hAnsi="標楷體" w:hint="eastAsia"/>
                <w:color w:val="000000"/>
                <w:sz w:val="22"/>
              </w:rPr>
              <w:t>使用舊式T8燈具</w:t>
            </w:r>
          </w:p>
        </w:tc>
        <w:tc>
          <w:tcPr>
            <w:tcW w:w="311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937DC" w14:textId="77777777" w:rsidR="00BF2E92" w:rsidRPr="00742EED" w:rsidRDefault="003E6476" w:rsidP="00295E1F">
            <w:pPr>
              <w:jc w:val="both"/>
              <w:rPr>
                <w:rFonts w:ascii="標楷體" w:eastAsia="標楷體" w:hAnsi="標楷體"/>
              </w:rPr>
            </w:pPr>
            <w:r w:rsidRPr="00160564">
              <w:rPr>
                <w:rFonts w:ascii="標楷體" w:eastAsia="標楷體" w:hAnsi="標楷體"/>
                <w:bCs/>
              </w:rPr>
              <w:t>□</w:t>
            </w:r>
            <w:r w:rsidR="000B1BC7">
              <w:rPr>
                <w:rFonts w:eastAsia="標楷體" w:hint="eastAsia"/>
                <w:bCs/>
              </w:rPr>
              <w:t>4</w:t>
            </w:r>
            <w:r w:rsidR="000B1BC7" w:rsidRPr="00742EED">
              <w:rPr>
                <w:rFonts w:eastAsia="標楷體"/>
                <w:bCs/>
              </w:rPr>
              <w:t>.</w:t>
            </w:r>
            <w:r w:rsidR="000B1BC7">
              <w:rPr>
                <w:rFonts w:eastAsia="標楷體" w:hint="eastAsia"/>
                <w:bCs/>
              </w:rPr>
              <w:t>6</w:t>
            </w:r>
            <w:r w:rsidR="000B1BC7" w:rsidRPr="00D322D6">
              <w:rPr>
                <w:rFonts w:ascii="標楷體" w:eastAsia="標楷體" w:hAnsi="標楷體" w:hint="eastAsia"/>
              </w:rPr>
              <w:t>其他：</w:t>
            </w:r>
          </w:p>
        </w:tc>
      </w:tr>
      <w:tr w:rsidR="00BF2E92" w:rsidRPr="00742EED" w14:paraId="17D1A423" w14:textId="77777777" w:rsidTr="00295E1F">
        <w:trPr>
          <w:trHeight w:val="1780"/>
          <w:jc w:val="center"/>
        </w:trPr>
        <w:tc>
          <w:tcPr>
            <w:tcW w:w="5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061C0D" w14:textId="77777777" w:rsidR="00BF2E92" w:rsidRPr="00742EED" w:rsidRDefault="00BF2E92" w:rsidP="008E30BC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6F0A40" w14:textId="77777777" w:rsidR="00BF2E92" w:rsidRPr="004D5ECA" w:rsidRDefault="00BF2E92" w:rsidP="001C4A20">
            <w:pPr>
              <w:numPr>
                <w:ilvl w:val="0"/>
                <w:numId w:val="9"/>
              </w:numPr>
              <w:ind w:left="275" w:hanging="275"/>
              <w:jc w:val="both"/>
              <w:rPr>
                <w:rFonts w:eastAsia="標楷體"/>
                <w:b/>
              </w:rPr>
            </w:pPr>
            <w:r w:rsidRPr="004D5ECA">
              <w:rPr>
                <w:rFonts w:eastAsia="標楷體"/>
                <w:b/>
              </w:rPr>
              <w:t>其</w:t>
            </w:r>
            <w:r w:rsidRPr="004D5ECA">
              <w:rPr>
                <w:rFonts w:eastAsia="標楷體" w:hint="eastAsia"/>
                <w:b/>
              </w:rPr>
              <w:t>他嚴重狀況</w:t>
            </w:r>
          </w:p>
        </w:tc>
        <w:tc>
          <w:tcPr>
            <w:tcW w:w="648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E8DF78" w14:textId="77777777" w:rsidR="00BF2E92" w:rsidRPr="00742EED" w:rsidRDefault="00BF2E92" w:rsidP="00295E1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131B720D" w14:textId="64E3441C" w:rsidR="00225FBF" w:rsidRPr="004C50A5" w:rsidRDefault="00225FBF" w:rsidP="004C50A5">
      <w:pPr>
        <w:snapToGrid w:val="0"/>
        <w:spacing w:beforeLines="50" w:before="180" w:afterLines="50" w:after="180"/>
        <w:jc w:val="both"/>
        <w:rPr>
          <w:rFonts w:eastAsia="標楷體" w:hAnsi="標楷體"/>
        </w:rPr>
      </w:pPr>
    </w:p>
    <w:sectPr w:rsidR="00225FBF" w:rsidRPr="004C50A5" w:rsidSect="007D01CE">
      <w:footerReference w:type="default" r:id="rId13"/>
      <w:pgSz w:w="11906" w:h="16838"/>
      <w:pgMar w:top="1021" w:right="1134" w:bottom="1021" w:left="1134" w:header="851" w:footer="851" w:gutter="0"/>
      <w:pgNumType w:fmt="numberInDash" w:start="1" w:chapStyle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DC89B" w14:textId="77777777" w:rsidR="003D3017" w:rsidRDefault="003D3017" w:rsidP="00740739">
      <w:pPr>
        <w:ind w:left="1337" w:hanging="480"/>
      </w:pPr>
      <w:r>
        <w:separator/>
      </w:r>
    </w:p>
  </w:endnote>
  <w:endnote w:type="continuationSeparator" w:id="0">
    <w:p w14:paraId="49863108" w14:textId="77777777" w:rsidR="003D3017" w:rsidRDefault="003D3017" w:rsidP="00740739">
      <w:pPr>
        <w:ind w:left="1337" w:hanging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3 of 9 Barcode">
    <w:altName w:val="Courier New"/>
    <w:panose1 w:val="04027200000000000000"/>
    <w:charset w:val="00"/>
    <w:family w:val="decorative"/>
    <w:pitch w:val="variable"/>
    <w:sig w:usb0="00000003" w:usb1="00000000" w:usb2="00000000" w:usb3="00000000" w:csb0="00000001" w:csb1="00000000"/>
  </w:font>
  <w:font w:name="華康標楷體">
    <w:altName w:val="Malgun Gothic Semilight"/>
    <w:charset w:val="00"/>
    <w:family w:val="script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964F" w14:textId="4DBC197C" w:rsidR="001D16BF" w:rsidRDefault="001D16BF" w:rsidP="0027129C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F918D8">
      <w:rPr>
        <w:rStyle w:val="af8"/>
        <w:noProof/>
      </w:rPr>
      <w:t>- 1 -</w:t>
    </w:r>
    <w:r>
      <w:rPr>
        <w:rStyle w:val="af8"/>
      </w:rPr>
      <w:fldChar w:fldCharType="end"/>
    </w:r>
  </w:p>
  <w:p w14:paraId="07A62E2B" w14:textId="77777777" w:rsidR="001D16BF" w:rsidRDefault="001D16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FF7AB" w14:textId="77777777" w:rsidR="003D3017" w:rsidRDefault="003D3017" w:rsidP="00740739">
      <w:pPr>
        <w:ind w:left="1337" w:hanging="480"/>
      </w:pPr>
      <w:r>
        <w:separator/>
      </w:r>
    </w:p>
  </w:footnote>
  <w:footnote w:type="continuationSeparator" w:id="0">
    <w:p w14:paraId="2768AEFA" w14:textId="77777777" w:rsidR="003D3017" w:rsidRDefault="003D3017" w:rsidP="00740739">
      <w:pPr>
        <w:ind w:left="1337" w:hanging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0FF1"/>
    <w:multiLevelType w:val="hybridMultilevel"/>
    <w:tmpl w:val="5296A1A0"/>
    <w:lvl w:ilvl="0" w:tplc="0046F0A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532679"/>
    <w:multiLevelType w:val="hybridMultilevel"/>
    <w:tmpl w:val="2F4A768A"/>
    <w:lvl w:ilvl="0" w:tplc="98BCE29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0C37ED"/>
    <w:multiLevelType w:val="hybridMultilevel"/>
    <w:tmpl w:val="2F4A768A"/>
    <w:lvl w:ilvl="0" w:tplc="98BCE29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434477"/>
    <w:multiLevelType w:val="hybridMultilevel"/>
    <w:tmpl w:val="F87C3926"/>
    <w:lvl w:ilvl="0" w:tplc="9890592A">
      <w:start w:val="1"/>
      <w:numFmt w:val="decimal"/>
      <w:lvlText w:val="（%1）"/>
      <w:lvlJc w:val="left"/>
      <w:pPr>
        <w:ind w:left="480" w:hanging="480"/>
      </w:pPr>
      <w:rPr>
        <w:rFonts w:ascii="Times New Roman" w:eastAsia="標楷體" w:hAnsi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847B8E"/>
    <w:multiLevelType w:val="hybridMultilevel"/>
    <w:tmpl w:val="9BF0BBD6"/>
    <w:lvl w:ilvl="0" w:tplc="98BCE29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497238"/>
    <w:multiLevelType w:val="hybridMultilevel"/>
    <w:tmpl w:val="7B7E022C"/>
    <w:lvl w:ilvl="0" w:tplc="6BE0CED8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auto"/>
      </w:rPr>
    </w:lvl>
    <w:lvl w:ilvl="1" w:tplc="C65AF002">
      <w:numFmt w:val="bullet"/>
      <w:lvlText w:val=""/>
      <w:lvlJc w:val="left"/>
      <w:pPr>
        <w:ind w:left="840" w:hanging="360"/>
      </w:pPr>
      <w:rPr>
        <w:rFonts w:ascii="Wingdings" w:eastAsia="標楷體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E66F5A"/>
    <w:multiLevelType w:val="hybridMultilevel"/>
    <w:tmpl w:val="F87C3926"/>
    <w:lvl w:ilvl="0" w:tplc="9890592A">
      <w:start w:val="1"/>
      <w:numFmt w:val="decimal"/>
      <w:lvlText w:val="（%1）"/>
      <w:lvlJc w:val="left"/>
      <w:pPr>
        <w:ind w:left="480" w:hanging="480"/>
      </w:pPr>
      <w:rPr>
        <w:rFonts w:ascii="Times New Roman" w:eastAsia="標楷體" w:hAnsi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FE177D"/>
    <w:multiLevelType w:val="hybridMultilevel"/>
    <w:tmpl w:val="5296A1A0"/>
    <w:lvl w:ilvl="0" w:tplc="0046F0A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AE7766"/>
    <w:multiLevelType w:val="hybridMultilevel"/>
    <w:tmpl w:val="2F4A768A"/>
    <w:lvl w:ilvl="0" w:tplc="98BCE29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0037E2"/>
    <w:multiLevelType w:val="hybridMultilevel"/>
    <w:tmpl w:val="631A5C42"/>
    <w:lvl w:ilvl="0" w:tplc="D840885C">
      <w:start w:val="1"/>
      <w:numFmt w:val="taiwaneseCountingThousand"/>
      <w:lvlText w:val="（%1）"/>
      <w:lvlJc w:val="left"/>
      <w:pPr>
        <w:ind w:left="480" w:hanging="480"/>
      </w:pPr>
      <w:rPr>
        <w:rFonts w:ascii="標楷體" w:eastAsia="標楷體" w:hAnsi="標楷體" w:cs="Times New Roman"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3961B7"/>
    <w:multiLevelType w:val="hybridMultilevel"/>
    <w:tmpl w:val="5296A1A0"/>
    <w:lvl w:ilvl="0" w:tplc="0046F0A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B35825"/>
    <w:multiLevelType w:val="hybridMultilevel"/>
    <w:tmpl w:val="9232FB08"/>
    <w:lvl w:ilvl="0" w:tplc="061EEA3A">
      <w:start w:val="1"/>
      <w:numFmt w:val="taiwaneseCountingThousand"/>
      <w:lvlText w:val="%1、"/>
      <w:lvlJc w:val="left"/>
      <w:pPr>
        <w:ind w:left="480" w:hanging="480"/>
      </w:pPr>
      <w:rPr>
        <w:rFonts w:ascii="Arial" w:eastAsia="標楷體" w:hAnsi="Arial" w:cs="Arial"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61224B"/>
    <w:multiLevelType w:val="hybridMultilevel"/>
    <w:tmpl w:val="F87C3926"/>
    <w:lvl w:ilvl="0" w:tplc="9890592A">
      <w:start w:val="1"/>
      <w:numFmt w:val="decimal"/>
      <w:lvlText w:val="（%1）"/>
      <w:lvlJc w:val="left"/>
      <w:pPr>
        <w:ind w:left="480" w:hanging="480"/>
      </w:pPr>
      <w:rPr>
        <w:rFonts w:ascii="Times New Roman" w:eastAsia="標楷體" w:hAnsi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5AA3350"/>
    <w:multiLevelType w:val="multilevel"/>
    <w:tmpl w:val="5E6E057E"/>
    <w:lvl w:ilvl="0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4" w15:restartNumberingAfterBreak="0">
    <w:nsid w:val="5AF0789A"/>
    <w:multiLevelType w:val="hybridMultilevel"/>
    <w:tmpl w:val="7B7E022C"/>
    <w:lvl w:ilvl="0" w:tplc="6BE0CED8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auto"/>
      </w:rPr>
    </w:lvl>
    <w:lvl w:ilvl="1" w:tplc="C65AF002">
      <w:numFmt w:val="bullet"/>
      <w:lvlText w:val=""/>
      <w:lvlJc w:val="left"/>
      <w:pPr>
        <w:ind w:left="840" w:hanging="360"/>
      </w:pPr>
      <w:rPr>
        <w:rFonts w:ascii="Wingdings" w:eastAsia="標楷體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E57D20"/>
    <w:multiLevelType w:val="hybridMultilevel"/>
    <w:tmpl w:val="E34C9ECA"/>
    <w:lvl w:ilvl="0" w:tplc="1BC0F8FE">
      <w:start w:val="1"/>
      <w:numFmt w:val="taiwaneseCountingThousand"/>
      <w:pStyle w:val="4"/>
      <w:lvlText w:val="（%1）"/>
      <w:lvlJc w:val="left"/>
      <w:pPr>
        <w:tabs>
          <w:tab w:val="num" w:pos="2290"/>
        </w:tabs>
        <w:ind w:left="229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10"/>
        </w:tabs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0"/>
        </w:tabs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0"/>
        </w:tabs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50"/>
        </w:tabs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30"/>
        </w:tabs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0"/>
        </w:tabs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90"/>
        </w:tabs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70"/>
        </w:tabs>
        <w:ind w:left="5170" w:hanging="480"/>
      </w:pPr>
    </w:lvl>
  </w:abstractNum>
  <w:abstractNum w:abstractNumId="16" w15:restartNumberingAfterBreak="0">
    <w:nsid w:val="60C47AA0"/>
    <w:multiLevelType w:val="multilevel"/>
    <w:tmpl w:val="362EDBA2"/>
    <w:lvl w:ilvl="0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/>
        <w:b/>
        <w:color w:val="auto"/>
      </w:rPr>
    </w:lvl>
    <w:lvl w:ilvl="1">
      <w:numFmt w:val="bullet"/>
      <w:lvlText w:val=""/>
      <w:lvlJc w:val="left"/>
      <w:pPr>
        <w:ind w:left="840" w:hanging="360"/>
      </w:pPr>
      <w:rPr>
        <w:rFonts w:ascii="Wingdings" w:eastAsia="標楷體" w:hAnsi="Wingdings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14784E"/>
    <w:multiLevelType w:val="hybridMultilevel"/>
    <w:tmpl w:val="4B66EA5E"/>
    <w:lvl w:ilvl="0" w:tplc="0409000F">
      <w:start w:val="1"/>
      <w:numFmt w:val="decimal"/>
      <w:lvlText w:val="%1.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8" w15:restartNumberingAfterBreak="0">
    <w:nsid w:val="77571CDB"/>
    <w:multiLevelType w:val="hybridMultilevel"/>
    <w:tmpl w:val="7B7E022C"/>
    <w:lvl w:ilvl="0" w:tplc="6BE0CED8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auto"/>
      </w:rPr>
    </w:lvl>
    <w:lvl w:ilvl="1" w:tplc="C65AF002">
      <w:numFmt w:val="bullet"/>
      <w:lvlText w:val=""/>
      <w:lvlJc w:val="left"/>
      <w:pPr>
        <w:ind w:left="840" w:hanging="360"/>
      </w:pPr>
      <w:rPr>
        <w:rFonts w:ascii="Wingdings" w:eastAsia="標楷體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9562AED"/>
    <w:multiLevelType w:val="hybridMultilevel"/>
    <w:tmpl w:val="85B6F784"/>
    <w:lvl w:ilvl="0" w:tplc="B0E6D614">
      <w:start w:val="1"/>
      <w:numFmt w:val="decimal"/>
      <w:lvlText w:val="(%1)"/>
      <w:lvlJc w:val="left"/>
      <w:pPr>
        <w:ind w:left="360" w:hanging="360"/>
      </w:pPr>
      <w:rPr>
        <w:rFonts w:ascii="Times New Roman" w:eastAsia="標楷體" w:hAnsi="Times New Roman" w:hint="default"/>
        <w:b w:val="0"/>
        <w:color w:val="auto"/>
        <w:sz w:val="24"/>
      </w:rPr>
    </w:lvl>
    <w:lvl w:ilvl="1" w:tplc="070EE91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0"/>
  </w:num>
  <w:num w:numId="5">
    <w:abstractNumId w:val="11"/>
  </w:num>
  <w:num w:numId="6">
    <w:abstractNumId w:val="9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7"/>
  </w:num>
  <w:num w:numId="12">
    <w:abstractNumId w:val="12"/>
  </w:num>
  <w:num w:numId="13">
    <w:abstractNumId w:val="0"/>
  </w:num>
  <w:num w:numId="14">
    <w:abstractNumId w:val="3"/>
  </w:num>
  <w:num w:numId="15">
    <w:abstractNumId w:val="14"/>
  </w:num>
  <w:num w:numId="16">
    <w:abstractNumId w:val="18"/>
  </w:num>
  <w:num w:numId="17">
    <w:abstractNumId w:val="2"/>
  </w:num>
  <w:num w:numId="18">
    <w:abstractNumId w:val="8"/>
  </w:num>
  <w:num w:numId="19">
    <w:abstractNumId w:val="13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red" strokecolor="red">
      <v:fill color="red"/>
      <v:stroke 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5C4"/>
    <w:rsid w:val="00001F94"/>
    <w:rsid w:val="000035AA"/>
    <w:rsid w:val="00004FA4"/>
    <w:rsid w:val="00006DEF"/>
    <w:rsid w:val="00007201"/>
    <w:rsid w:val="000103FC"/>
    <w:rsid w:val="00010D50"/>
    <w:rsid w:val="000131D8"/>
    <w:rsid w:val="00016155"/>
    <w:rsid w:val="00020BB0"/>
    <w:rsid w:val="00020D3E"/>
    <w:rsid w:val="00025578"/>
    <w:rsid w:val="00030034"/>
    <w:rsid w:val="000305F1"/>
    <w:rsid w:val="0003375E"/>
    <w:rsid w:val="00035AC2"/>
    <w:rsid w:val="000415A2"/>
    <w:rsid w:val="000433FC"/>
    <w:rsid w:val="00044A15"/>
    <w:rsid w:val="00051438"/>
    <w:rsid w:val="000542A4"/>
    <w:rsid w:val="00054CB9"/>
    <w:rsid w:val="00056BF1"/>
    <w:rsid w:val="0006093F"/>
    <w:rsid w:val="0006275B"/>
    <w:rsid w:val="00071A79"/>
    <w:rsid w:val="00071B2B"/>
    <w:rsid w:val="00072939"/>
    <w:rsid w:val="0007364A"/>
    <w:rsid w:val="00073A52"/>
    <w:rsid w:val="00074826"/>
    <w:rsid w:val="00074AC2"/>
    <w:rsid w:val="000755D6"/>
    <w:rsid w:val="00076E9A"/>
    <w:rsid w:val="00077544"/>
    <w:rsid w:val="00082490"/>
    <w:rsid w:val="00084E70"/>
    <w:rsid w:val="00085177"/>
    <w:rsid w:val="000854CA"/>
    <w:rsid w:val="000A09F1"/>
    <w:rsid w:val="000A311A"/>
    <w:rsid w:val="000A341F"/>
    <w:rsid w:val="000A6B9D"/>
    <w:rsid w:val="000B1709"/>
    <w:rsid w:val="000B18FD"/>
    <w:rsid w:val="000B1BC7"/>
    <w:rsid w:val="000B5FC8"/>
    <w:rsid w:val="000C3F42"/>
    <w:rsid w:val="000E1DA2"/>
    <w:rsid w:val="000F1982"/>
    <w:rsid w:val="000F349C"/>
    <w:rsid w:val="000F487B"/>
    <w:rsid w:val="000F5D6F"/>
    <w:rsid w:val="000F62C5"/>
    <w:rsid w:val="000F6DE9"/>
    <w:rsid w:val="000F7CDF"/>
    <w:rsid w:val="001006FE"/>
    <w:rsid w:val="0010094B"/>
    <w:rsid w:val="00106BC1"/>
    <w:rsid w:val="00107A39"/>
    <w:rsid w:val="00116E8C"/>
    <w:rsid w:val="001171B7"/>
    <w:rsid w:val="001209EF"/>
    <w:rsid w:val="00123202"/>
    <w:rsid w:val="00123EF4"/>
    <w:rsid w:val="0012575C"/>
    <w:rsid w:val="001259F6"/>
    <w:rsid w:val="00125CAD"/>
    <w:rsid w:val="0012716A"/>
    <w:rsid w:val="00134FCF"/>
    <w:rsid w:val="001355E1"/>
    <w:rsid w:val="00136706"/>
    <w:rsid w:val="001367DA"/>
    <w:rsid w:val="001412AC"/>
    <w:rsid w:val="001423E9"/>
    <w:rsid w:val="00144CA1"/>
    <w:rsid w:val="001459C7"/>
    <w:rsid w:val="00146D10"/>
    <w:rsid w:val="00155572"/>
    <w:rsid w:val="001557E2"/>
    <w:rsid w:val="0016324A"/>
    <w:rsid w:val="00164EBF"/>
    <w:rsid w:val="001704F7"/>
    <w:rsid w:val="0017184F"/>
    <w:rsid w:val="00172475"/>
    <w:rsid w:val="00177F4D"/>
    <w:rsid w:val="0018225B"/>
    <w:rsid w:val="001824EF"/>
    <w:rsid w:val="00183AC2"/>
    <w:rsid w:val="00184488"/>
    <w:rsid w:val="001872C8"/>
    <w:rsid w:val="00187390"/>
    <w:rsid w:val="00190503"/>
    <w:rsid w:val="00191E1E"/>
    <w:rsid w:val="00191FF6"/>
    <w:rsid w:val="00192434"/>
    <w:rsid w:val="001967F1"/>
    <w:rsid w:val="00197B59"/>
    <w:rsid w:val="001A1F41"/>
    <w:rsid w:val="001A21C5"/>
    <w:rsid w:val="001B645A"/>
    <w:rsid w:val="001C1002"/>
    <w:rsid w:val="001C1598"/>
    <w:rsid w:val="001C1AF1"/>
    <w:rsid w:val="001C3E9F"/>
    <w:rsid w:val="001C4A20"/>
    <w:rsid w:val="001C71DA"/>
    <w:rsid w:val="001D06E7"/>
    <w:rsid w:val="001D16BF"/>
    <w:rsid w:val="001D16D3"/>
    <w:rsid w:val="001D37F5"/>
    <w:rsid w:val="001E1693"/>
    <w:rsid w:val="001E2B78"/>
    <w:rsid w:val="001E77EB"/>
    <w:rsid w:val="001F10A7"/>
    <w:rsid w:val="001F2099"/>
    <w:rsid w:val="001F27BE"/>
    <w:rsid w:val="001F2D99"/>
    <w:rsid w:val="001F2EA7"/>
    <w:rsid w:val="001F57A0"/>
    <w:rsid w:val="001F6D58"/>
    <w:rsid w:val="00202B8B"/>
    <w:rsid w:val="00203E22"/>
    <w:rsid w:val="00217A60"/>
    <w:rsid w:val="00223233"/>
    <w:rsid w:val="00225FBF"/>
    <w:rsid w:val="00230F9F"/>
    <w:rsid w:val="002411B6"/>
    <w:rsid w:val="00243E1B"/>
    <w:rsid w:val="00246978"/>
    <w:rsid w:val="00250291"/>
    <w:rsid w:val="002539E7"/>
    <w:rsid w:val="0025510D"/>
    <w:rsid w:val="00255AD6"/>
    <w:rsid w:val="00263E35"/>
    <w:rsid w:val="0027129C"/>
    <w:rsid w:val="00271D97"/>
    <w:rsid w:val="00271FA7"/>
    <w:rsid w:val="00272D02"/>
    <w:rsid w:val="00275130"/>
    <w:rsid w:val="00280D2D"/>
    <w:rsid w:val="00283361"/>
    <w:rsid w:val="00294012"/>
    <w:rsid w:val="0029501E"/>
    <w:rsid w:val="00295E1F"/>
    <w:rsid w:val="002A6C9B"/>
    <w:rsid w:val="002B5F6C"/>
    <w:rsid w:val="002B7CCA"/>
    <w:rsid w:val="002C5A6A"/>
    <w:rsid w:val="002D168E"/>
    <w:rsid w:val="002D175E"/>
    <w:rsid w:val="002D4BB0"/>
    <w:rsid w:val="002D6CE4"/>
    <w:rsid w:val="002E10F2"/>
    <w:rsid w:val="002E18D1"/>
    <w:rsid w:val="002E1BA2"/>
    <w:rsid w:val="002E24B3"/>
    <w:rsid w:val="002E56AD"/>
    <w:rsid w:val="002F0D67"/>
    <w:rsid w:val="002F1B41"/>
    <w:rsid w:val="003002F5"/>
    <w:rsid w:val="003019C0"/>
    <w:rsid w:val="003034C8"/>
    <w:rsid w:val="003100CD"/>
    <w:rsid w:val="00311A8D"/>
    <w:rsid w:val="003126B0"/>
    <w:rsid w:val="003132CC"/>
    <w:rsid w:val="00314144"/>
    <w:rsid w:val="00314744"/>
    <w:rsid w:val="00314C80"/>
    <w:rsid w:val="00320CAA"/>
    <w:rsid w:val="00330C95"/>
    <w:rsid w:val="00331354"/>
    <w:rsid w:val="003327FB"/>
    <w:rsid w:val="0033322D"/>
    <w:rsid w:val="00333C2A"/>
    <w:rsid w:val="00333EAE"/>
    <w:rsid w:val="00333FE9"/>
    <w:rsid w:val="00337572"/>
    <w:rsid w:val="00342616"/>
    <w:rsid w:val="00343D46"/>
    <w:rsid w:val="00344A22"/>
    <w:rsid w:val="00344DC5"/>
    <w:rsid w:val="00350EAF"/>
    <w:rsid w:val="00352693"/>
    <w:rsid w:val="003631AD"/>
    <w:rsid w:val="0036507B"/>
    <w:rsid w:val="00366476"/>
    <w:rsid w:val="0037414F"/>
    <w:rsid w:val="00374706"/>
    <w:rsid w:val="00374BA5"/>
    <w:rsid w:val="00374EE7"/>
    <w:rsid w:val="00376CDC"/>
    <w:rsid w:val="0037730A"/>
    <w:rsid w:val="00377903"/>
    <w:rsid w:val="00377AD0"/>
    <w:rsid w:val="0038271B"/>
    <w:rsid w:val="003847DB"/>
    <w:rsid w:val="003877C9"/>
    <w:rsid w:val="00391BC6"/>
    <w:rsid w:val="00394F57"/>
    <w:rsid w:val="003958B4"/>
    <w:rsid w:val="0039757C"/>
    <w:rsid w:val="003A131F"/>
    <w:rsid w:val="003A5E3C"/>
    <w:rsid w:val="003A626B"/>
    <w:rsid w:val="003B2081"/>
    <w:rsid w:val="003C2E84"/>
    <w:rsid w:val="003C400C"/>
    <w:rsid w:val="003C4F86"/>
    <w:rsid w:val="003C5A55"/>
    <w:rsid w:val="003C635E"/>
    <w:rsid w:val="003C7FCE"/>
    <w:rsid w:val="003D07ED"/>
    <w:rsid w:val="003D1E09"/>
    <w:rsid w:val="003D3017"/>
    <w:rsid w:val="003D31E9"/>
    <w:rsid w:val="003D34DD"/>
    <w:rsid w:val="003D35D4"/>
    <w:rsid w:val="003E153F"/>
    <w:rsid w:val="003E1F56"/>
    <w:rsid w:val="003E2F70"/>
    <w:rsid w:val="003E41B6"/>
    <w:rsid w:val="003E56FC"/>
    <w:rsid w:val="003E585A"/>
    <w:rsid w:val="003E6476"/>
    <w:rsid w:val="003F1FB7"/>
    <w:rsid w:val="003F2047"/>
    <w:rsid w:val="003F3F93"/>
    <w:rsid w:val="003F5989"/>
    <w:rsid w:val="003F71A0"/>
    <w:rsid w:val="003F78C5"/>
    <w:rsid w:val="004011CF"/>
    <w:rsid w:val="00401D29"/>
    <w:rsid w:val="00404EA8"/>
    <w:rsid w:val="00413D4F"/>
    <w:rsid w:val="00413E3C"/>
    <w:rsid w:val="00413F3B"/>
    <w:rsid w:val="004150AC"/>
    <w:rsid w:val="00415FE8"/>
    <w:rsid w:val="004217AB"/>
    <w:rsid w:val="0042392C"/>
    <w:rsid w:val="00427694"/>
    <w:rsid w:val="004312EE"/>
    <w:rsid w:val="00431DAB"/>
    <w:rsid w:val="0043565B"/>
    <w:rsid w:val="00437FE2"/>
    <w:rsid w:val="004402B0"/>
    <w:rsid w:val="00441621"/>
    <w:rsid w:val="00441BFC"/>
    <w:rsid w:val="00441F16"/>
    <w:rsid w:val="00443B6E"/>
    <w:rsid w:val="00445205"/>
    <w:rsid w:val="00445AB7"/>
    <w:rsid w:val="00450D3D"/>
    <w:rsid w:val="00456BA5"/>
    <w:rsid w:val="00460576"/>
    <w:rsid w:val="0046339C"/>
    <w:rsid w:val="00466058"/>
    <w:rsid w:val="00470CCF"/>
    <w:rsid w:val="00474874"/>
    <w:rsid w:val="00474FD8"/>
    <w:rsid w:val="00476A20"/>
    <w:rsid w:val="00480BE3"/>
    <w:rsid w:val="00483102"/>
    <w:rsid w:val="00484991"/>
    <w:rsid w:val="00486944"/>
    <w:rsid w:val="00486D2B"/>
    <w:rsid w:val="00490537"/>
    <w:rsid w:val="004937AE"/>
    <w:rsid w:val="00494776"/>
    <w:rsid w:val="00494974"/>
    <w:rsid w:val="0049555D"/>
    <w:rsid w:val="004976D8"/>
    <w:rsid w:val="00497DDA"/>
    <w:rsid w:val="004A2A8E"/>
    <w:rsid w:val="004A4850"/>
    <w:rsid w:val="004A5FD7"/>
    <w:rsid w:val="004A651A"/>
    <w:rsid w:val="004B3B33"/>
    <w:rsid w:val="004B4565"/>
    <w:rsid w:val="004B5E39"/>
    <w:rsid w:val="004B686F"/>
    <w:rsid w:val="004C0AFF"/>
    <w:rsid w:val="004C10B4"/>
    <w:rsid w:val="004C1271"/>
    <w:rsid w:val="004C17A8"/>
    <w:rsid w:val="004C244D"/>
    <w:rsid w:val="004C50A5"/>
    <w:rsid w:val="004D1467"/>
    <w:rsid w:val="004D50CD"/>
    <w:rsid w:val="004D5ECA"/>
    <w:rsid w:val="004E0DD7"/>
    <w:rsid w:val="004E295A"/>
    <w:rsid w:val="004E3612"/>
    <w:rsid w:val="004E628B"/>
    <w:rsid w:val="004E6AC3"/>
    <w:rsid w:val="004F093C"/>
    <w:rsid w:val="00505307"/>
    <w:rsid w:val="00520924"/>
    <w:rsid w:val="00520F98"/>
    <w:rsid w:val="00536436"/>
    <w:rsid w:val="00536668"/>
    <w:rsid w:val="005378DA"/>
    <w:rsid w:val="00541885"/>
    <w:rsid w:val="00546987"/>
    <w:rsid w:val="00547D60"/>
    <w:rsid w:val="00550E9C"/>
    <w:rsid w:val="005526E9"/>
    <w:rsid w:val="005544BD"/>
    <w:rsid w:val="00555863"/>
    <w:rsid w:val="005611AD"/>
    <w:rsid w:val="00561832"/>
    <w:rsid w:val="00561998"/>
    <w:rsid w:val="005639FB"/>
    <w:rsid w:val="005704E1"/>
    <w:rsid w:val="005708CF"/>
    <w:rsid w:val="00575F75"/>
    <w:rsid w:val="00576FCF"/>
    <w:rsid w:val="0057787E"/>
    <w:rsid w:val="00582B52"/>
    <w:rsid w:val="005921EB"/>
    <w:rsid w:val="00594199"/>
    <w:rsid w:val="00594EB2"/>
    <w:rsid w:val="00597AAC"/>
    <w:rsid w:val="005A085C"/>
    <w:rsid w:val="005A3DA3"/>
    <w:rsid w:val="005A5EE9"/>
    <w:rsid w:val="005B3DA5"/>
    <w:rsid w:val="005B7A4B"/>
    <w:rsid w:val="005B7F0F"/>
    <w:rsid w:val="005C02F1"/>
    <w:rsid w:val="005C42B1"/>
    <w:rsid w:val="005D1FCB"/>
    <w:rsid w:val="005D3629"/>
    <w:rsid w:val="005D5154"/>
    <w:rsid w:val="005D60AA"/>
    <w:rsid w:val="005E098A"/>
    <w:rsid w:val="005E1E28"/>
    <w:rsid w:val="005F2448"/>
    <w:rsid w:val="005F4748"/>
    <w:rsid w:val="005F5E8E"/>
    <w:rsid w:val="00601333"/>
    <w:rsid w:val="006076BF"/>
    <w:rsid w:val="0061430E"/>
    <w:rsid w:val="00616455"/>
    <w:rsid w:val="006164BF"/>
    <w:rsid w:val="006167A9"/>
    <w:rsid w:val="00616D51"/>
    <w:rsid w:val="00621B6B"/>
    <w:rsid w:val="006237C4"/>
    <w:rsid w:val="00625BCF"/>
    <w:rsid w:val="006260DB"/>
    <w:rsid w:val="006300C6"/>
    <w:rsid w:val="00631C3E"/>
    <w:rsid w:val="00633FF6"/>
    <w:rsid w:val="00634543"/>
    <w:rsid w:val="006374C9"/>
    <w:rsid w:val="006419CD"/>
    <w:rsid w:val="00643DAC"/>
    <w:rsid w:val="0064795E"/>
    <w:rsid w:val="00654978"/>
    <w:rsid w:val="00656711"/>
    <w:rsid w:val="00660903"/>
    <w:rsid w:val="00663169"/>
    <w:rsid w:val="00664EB4"/>
    <w:rsid w:val="0066794E"/>
    <w:rsid w:val="00667E5A"/>
    <w:rsid w:val="00670064"/>
    <w:rsid w:val="0067276C"/>
    <w:rsid w:val="0067639E"/>
    <w:rsid w:val="00676DC0"/>
    <w:rsid w:val="006834B0"/>
    <w:rsid w:val="00683AF5"/>
    <w:rsid w:val="006930A4"/>
    <w:rsid w:val="006932D7"/>
    <w:rsid w:val="00693C06"/>
    <w:rsid w:val="0069450F"/>
    <w:rsid w:val="00696B1F"/>
    <w:rsid w:val="00697C84"/>
    <w:rsid w:val="006A06A8"/>
    <w:rsid w:val="006A0B5C"/>
    <w:rsid w:val="006A0B62"/>
    <w:rsid w:val="006A182B"/>
    <w:rsid w:val="006A709F"/>
    <w:rsid w:val="006B06A6"/>
    <w:rsid w:val="006B4A97"/>
    <w:rsid w:val="006C0063"/>
    <w:rsid w:val="006C0594"/>
    <w:rsid w:val="006C1CC3"/>
    <w:rsid w:val="006C2D18"/>
    <w:rsid w:val="006C2F36"/>
    <w:rsid w:val="006C56E9"/>
    <w:rsid w:val="006C6200"/>
    <w:rsid w:val="006C7388"/>
    <w:rsid w:val="006D0A65"/>
    <w:rsid w:val="006D1145"/>
    <w:rsid w:val="006D269A"/>
    <w:rsid w:val="006D3581"/>
    <w:rsid w:val="006D487D"/>
    <w:rsid w:val="006D7955"/>
    <w:rsid w:val="006E1C74"/>
    <w:rsid w:val="006E3C69"/>
    <w:rsid w:val="006F2A81"/>
    <w:rsid w:val="006F3C5F"/>
    <w:rsid w:val="006F4CB9"/>
    <w:rsid w:val="006F4CE7"/>
    <w:rsid w:val="007004BF"/>
    <w:rsid w:val="0070206A"/>
    <w:rsid w:val="007052A9"/>
    <w:rsid w:val="0070609D"/>
    <w:rsid w:val="007063BE"/>
    <w:rsid w:val="00710EFF"/>
    <w:rsid w:val="00712BAC"/>
    <w:rsid w:val="0071490D"/>
    <w:rsid w:val="00717600"/>
    <w:rsid w:val="00720755"/>
    <w:rsid w:val="007236B4"/>
    <w:rsid w:val="00724380"/>
    <w:rsid w:val="007252F1"/>
    <w:rsid w:val="00725F21"/>
    <w:rsid w:val="00736F6C"/>
    <w:rsid w:val="00740739"/>
    <w:rsid w:val="00742EED"/>
    <w:rsid w:val="007446BC"/>
    <w:rsid w:val="007447B7"/>
    <w:rsid w:val="007454A3"/>
    <w:rsid w:val="007506D2"/>
    <w:rsid w:val="00751074"/>
    <w:rsid w:val="00756447"/>
    <w:rsid w:val="007568C5"/>
    <w:rsid w:val="00761A97"/>
    <w:rsid w:val="00763A27"/>
    <w:rsid w:val="00766B4D"/>
    <w:rsid w:val="007670C8"/>
    <w:rsid w:val="00777968"/>
    <w:rsid w:val="00783DC1"/>
    <w:rsid w:val="00783FF0"/>
    <w:rsid w:val="00784D8D"/>
    <w:rsid w:val="007908E8"/>
    <w:rsid w:val="00795630"/>
    <w:rsid w:val="00795BB3"/>
    <w:rsid w:val="00797370"/>
    <w:rsid w:val="007A2B49"/>
    <w:rsid w:val="007A2D18"/>
    <w:rsid w:val="007B1673"/>
    <w:rsid w:val="007B2220"/>
    <w:rsid w:val="007B345C"/>
    <w:rsid w:val="007B6B5B"/>
    <w:rsid w:val="007B7F60"/>
    <w:rsid w:val="007C4DF4"/>
    <w:rsid w:val="007C6A4F"/>
    <w:rsid w:val="007D01CE"/>
    <w:rsid w:val="007D0816"/>
    <w:rsid w:val="007D54DE"/>
    <w:rsid w:val="007D65B8"/>
    <w:rsid w:val="007D79F7"/>
    <w:rsid w:val="007E0555"/>
    <w:rsid w:val="007E0C56"/>
    <w:rsid w:val="007E4CEB"/>
    <w:rsid w:val="007E60B7"/>
    <w:rsid w:val="007F07EF"/>
    <w:rsid w:val="007F2F4B"/>
    <w:rsid w:val="007F4F83"/>
    <w:rsid w:val="00802649"/>
    <w:rsid w:val="00802BA3"/>
    <w:rsid w:val="008056DB"/>
    <w:rsid w:val="008128A8"/>
    <w:rsid w:val="008203AD"/>
    <w:rsid w:val="008208EE"/>
    <w:rsid w:val="00821C22"/>
    <w:rsid w:val="00823320"/>
    <w:rsid w:val="00824B3B"/>
    <w:rsid w:val="008318C4"/>
    <w:rsid w:val="008379AE"/>
    <w:rsid w:val="0084171C"/>
    <w:rsid w:val="00842D01"/>
    <w:rsid w:val="0084483D"/>
    <w:rsid w:val="00850FA3"/>
    <w:rsid w:val="00857E42"/>
    <w:rsid w:val="0086569C"/>
    <w:rsid w:val="00870E4E"/>
    <w:rsid w:val="00880B2C"/>
    <w:rsid w:val="0088381B"/>
    <w:rsid w:val="00883950"/>
    <w:rsid w:val="00884667"/>
    <w:rsid w:val="008847A5"/>
    <w:rsid w:val="00884B5D"/>
    <w:rsid w:val="008860C3"/>
    <w:rsid w:val="0088697C"/>
    <w:rsid w:val="00886F3E"/>
    <w:rsid w:val="00887DEB"/>
    <w:rsid w:val="00894D44"/>
    <w:rsid w:val="00895180"/>
    <w:rsid w:val="00896937"/>
    <w:rsid w:val="008A202A"/>
    <w:rsid w:val="008A2B3D"/>
    <w:rsid w:val="008A337E"/>
    <w:rsid w:val="008A6D73"/>
    <w:rsid w:val="008A758A"/>
    <w:rsid w:val="008B612F"/>
    <w:rsid w:val="008B72B6"/>
    <w:rsid w:val="008C031C"/>
    <w:rsid w:val="008D04DF"/>
    <w:rsid w:val="008D0F97"/>
    <w:rsid w:val="008D22EE"/>
    <w:rsid w:val="008D3B02"/>
    <w:rsid w:val="008D5A52"/>
    <w:rsid w:val="008E1CFA"/>
    <w:rsid w:val="008E30BC"/>
    <w:rsid w:val="008E379F"/>
    <w:rsid w:val="008E6582"/>
    <w:rsid w:val="008E695D"/>
    <w:rsid w:val="008E7F73"/>
    <w:rsid w:val="008F3977"/>
    <w:rsid w:val="008F7748"/>
    <w:rsid w:val="00900FAC"/>
    <w:rsid w:val="0090138E"/>
    <w:rsid w:val="00902A4F"/>
    <w:rsid w:val="00903247"/>
    <w:rsid w:val="00904D0C"/>
    <w:rsid w:val="0091137A"/>
    <w:rsid w:val="00915936"/>
    <w:rsid w:val="00922F11"/>
    <w:rsid w:val="009234ED"/>
    <w:rsid w:val="00925E5A"/>
    <w:rsid w:val="00926014"/>
    <w:rsid w:val="0093255B"/>
    <w:rsid w:val="00934456"/>
    <w:rsid w:val="00934B98"/>
    <w:rsid w:val="009359CF"/>
    <w:rsid w:val="009400C1"/>
    <w:rsid w:val="00940978"/>
    <w:rsid w:val="009435B9"/>
    <w:rsid w:val="00945271"/>
    <w:rsid w:val="00946764"/>
    <w:rsid w:val="009524EC"/>
    <w:rsid w:val="00954D33"/>
    <w:rsid w:val="00954E7F"/>
    <w:rsid w:val="00955C2F"/>
    <w:rsid w:val="00956454"/>
    <w:rsid w:val="0096054F"/>
    <w:rsid w:val="00960831"/>
    <w:rsid w:val="00961925"/>
    <w:rsid w:val="00966C4C"/>
    <w:rsid w:val="0097031B"/>
    <w:rsid w:val="0097251C"/>
    <w:rsid w:val="009774A4"/>
    <w:rsid w:val="00984679"/>
    <w:rsid w:val="0098515B"/>
    <w:rsid w:val="0098522D"/>
    <w:rsid w:val="00985814"/>
    <w:rsid w:val="00986BD9"/>
    <w:rsid w:val="00986D2C"/>
    <w:rsid w:val="0099131D"/>
    <w:rsid w:val="00991BF2"/>
    <w:rsid w:val="00995D6E"/>
    <w:rsid w:val="00996352"/>
    <w:rsid w:val="00997148"/>
    <w:rsid w:val="00997F39"/>
    <w:rsid w:val="009A085A"/>
    <w:rsid w:val="009A125A"/>
    <w:rsid w:val="009A3CBA"/>
    <w:rsid w:val="009A664D"/>
    <w:rsid w:val="009B1001"/>
    <w:rsid w:val="009B142B"/>
    <w:rsid w:val="009B2A7C"/>
    <w:rsid w:val="009B67B1"/>
    <w:rsid w:val="009B7649"/>
    <w:rsid w:val="009C1083"/>
    <w:rsid w:val="009C294E"/>
    <w:rsid w:val="009C4AF2"/>
    <w:rsid w:val="009D031C"/>
    <w:rsid w:val="009D06EA"/>
    <w:rsid w:val="009D590A"/>
    <w:rsid w:val="009E29F1"/>
    <w:rsid w:val="009E2B61"/>
    <w:rsid w:val="009E5659"/>
    <w:rsid w:val="009E6B0F"/>
    <w:rsid w:val="009E75BF"/>
    <w:rsid w:val="009F1A5E"/>
    <w:rsid w:val="009F1F99"/>
    <w:rsid w:val="009F24B0"/>
    <w:rsid w:val="009F28E1"/>
    <w:rsid w:val="00A00016"/>
    <w:rsid w:val="00A00AAB"/>
    <w:rsid w:val="00A03F01"/>
    <w:rsid w:val="00A04B56"/>
    <w:rsid w:val="00A10BF6"/>
    <w:rsid w:val="00A13D66"/>
    <w:rsid w:val="00A16912"/>
    <w:rsid w:val="00A20324"/>
    <w:rsid w:val="00A23AAD"/>
    <w:rsid w:val="00A23CC5"/>
    <w:rsid w:val="00A25FDA"/>
    <w:rsid w:val="00A2735F"/>
    <w:rsid w:val="00A30034"/>
    <w:rsid w:val="00A3063C"/>
    <w:rsid w:val="00A335AE"/>
    <w:rsid w:val="00A3415D"/>
    <w:rsid w:val="00A3527F"/>
    <w:rsid w:val="00A364E4"/>
    <w:rsid w:val="00A36B47"/>
    <w:rsid w:val="00A40A81"/>
    <w:rsid w:val="00A47160"/>
    <w:rsid w:val="00A47649"/>
    <w:rsid w:val="00A51888"/>
    <w:rsid w:val="00A52F19"/>
    <w:rsid w:val="00A5730D"/>
    <w:rsid w:val="00A57B7A"/>
    <w:rsid w:val="00A608BD"/>
    <w:rsid w:val="00A62007"/>
    <w:rsid w:val="00A62566"/>
    <w:rsid w:val="00A646B9"/>
    <w:rsid w:val="00A703EF"/>
    <w:rsid w:val="00A74231"/>
    <w:rsid w:val="00A80E05"/>
    <w:rsid w:val="00A83A57"/>
    <w:rsid w:val="00A86D75"/>
    <w:rsid w:val="00A86F30"/>
    <w:rsid w:val="00A87714"/>
    <w:rsid w:val="00A91375"/>
    <w:rsid w:val="00A918E9"/>
    <w:rsid w:val="00A91EAA"/>
    <w:rsid w:val="00A9719C"/>
    <w:rsid w:val="00AB0B29"/>
    <w:rsid w:val="00AB1027"/>
    <w:rsid w:val="00AB4317"/>
    <w:rsid w:val="00AC0CEC"/>
    <w:rsid w:val="00AC2D4A"/>
    <w:rsid w:val="00AC31A7"/>
    <w:rsid w:val="00AC60DD"/>
    <w:rsid w:val="00AD2718"/>
    <w:rsid w:val="00AD4FFE"/>
    <w:rsid w:val="00AD7168"/>
    <w:rsid w:val="00AE3395"/>
    <w:rsid w:val="00AE3482"/>
    <w:rsid w:val="00AE4C38"/>
    <w:rsid w:val="00AE5854"/>
    <w:rsid w:val="00AF080E"/>
    <w:rsid w:val="00AF194D"/>
    <w:rsid w:val="00AF273F"/>
    <w:rsid w:val="00AF307F"/>
    <w:rsid w:val="00AF52D8"/>
    <w:rsid w:val="00AF583E"/>
    <w:rsid w:val="00B00ABE"/>
    <w:rsid w:val="00B11CC4"/>
    <w:rsid w:val="00B21533"/>
    <w:rsid w:val="00B227F4"/>
    <w:rsid w:val="00B23485"/>
    <w:rsid w:val="00B23F30"/>
    <w:rsid w:val="00B25759"/>
    <w:rsid w:val="00B27C72"/>
    <w:rsid w:val="00B307CA"/>
    <w:rsid w:val="00B336C2"/>
    <w:rsid w:val="00B34099"/>
    <w:rsid w:val="00B344DB"/>
    <w:rsid w:val="00B362DF"/>
    <w:rsid w:val="00B415D1"/>
    <w:rsid w:val="00B44ED2"/>
    <w:rsid w:val="00B46807"/>
    <w:rsid w:val="00B46A77"/>
    <w:rsid w:val="00B55E8E"/>
    <w:rsid w:val="00B56E79"/>
    <w:rsid w:val="00B60DE4"/>
    <w:rsid w:val="00B632BA"/>
    <w:rsid w:val="00B6353C"/>
    <w:rsid w:val="00B65FDC"/>
    <w:rsid w:val="00B6649B"/>
    <w:rsid w:val="00B667FA"/>
    <w:rsid w:val="00B76651"/>
    <w:rsid w:val="00B76672"/>
    <w:rsid w:val="00B76733"/>
    <w:rsid w:val="00B816C5"/>
    <w:rsid w:val="00B828B9"/>
    <w:rsid w:val="00B84E95"/>
    <w:rsid w:val="00B84EE6"/>
    <w:rsid w:val="00B92B81"/>
    <w:rsid w:val="00B94C68"/>
    <w:rsid w:val="00B95709"/>
    <w:rsid w:val="00B96AF4"/>
    <w:rsid w:val="00BA3350"/>
    <w:rsid w:val="00BA3450"/>
    <w:rsid w:val="00BA4C7B"/>
    <w:rsid w:val="00BA5E67"/>
    <w:rsid w:val="00BB2A40"/>
    <w:rsid w:val="00BB6D7C"/>
    <w:rsid w:val="00BC4360"/>
    <w:rsid w:val="00BC610E"/>
    <w:rsid w:val="00BC6807"/>
    <w:rsid w:val="00BC753C"/>
    <w:rsid w:val="00BC777B"/>
    <w:rsid w:val="00BD119F"/>
    <w:rsid w:val="00BD2DF4"/>
    <w:rsid w:val="00BD442F"/>
    <w:rsid w:val="00BE6751"/>
    <w:rsid w:val="00BF2A34"/>
    <w:rsid w:val="00BF2E92"/>
    <w:rsid w:val="00BF3D2C"/>
    <w:rsid w:val="00BF49A6"/>
    <w:rsid w:val="00BF688D"/>
    <w:rsid w:val="00BF6EAA"/>
    <w:rsid w:val="00C00B2A"/>
    <w:rsid w:val="00C07A5A"/>
    <w:rsid w:val="00C12BF8"/>
    <w:rsid w:val="00C1394E"/>
    <w:rsid w:val="00C156D3"/>
    <w:rsid w:val="00C15B5F"/>
    <w:rsid w:val="00C17D44"/>
    <w:rsid w:val="00C24CD7"/>
    <w:rsid w:val="00C25BB2"/>
    <w:rsid w:val="00C26ABD"/>
    <w:rsid w:val="00C276F0"/>
    <w:rsid w:val="00C3244C"/>
    <w:rsid w:val="00C32690"/>
    <w:rsid w:val="00C3297A"/>
    <w:rsid w:val="00C3446E"/>
    <w:rsid w:val="00C352D3"/>
    <w:rsid w:val="00C37975"/>
    <w:rsid w:val="00C421B5"/>
    <w:rsid w:val="00C436CA"/>
    <w:rsid w:val="00C43A8C"/>
    <w:rsid w:val="00C43DBD"/>
    <w:rsid w:val="00C459F8"/>
    <w:rsid w:val="00C45B32"/>
    <w:rsid w:val="00C464D7"/>
    <w:rsid w:val="00C520D7"/>
    <w:rsid w:val="00C537A2"/>
    <w:rsid w:val="00C564A2"/>
    <w:rsid w:val="00C57B91"/>
    <w:rsid w:val="00C60DCA"/>
    <w:rsid w:val="00C70793"/>
    <w:rsid w:val="00C71643"/>
    <w:rsid w:val="00C72151"/>
    <w:rsid w:val="00C73EF7"/>
    <w:rsid w:val="00C7627A"/>
    <w:rsid w:val="00C80971"/>
    <w:rsid w:val="00C828A9"/>
    <w:rsid w:val="00C9125D"/>
    <w:rsid w:val="00C937DC"/>
    <w:rsid w:val="00C94E44"/>
    <w:rsid w:val="00CA4B64"/>
    <w:rsid w:val="00CA7237"/>
    <w:rsid w:val="00CB3526"/>
    <w:rsid w:val="00CB53BE"/>
    <w:rsid w:val="00CC0ED9"/>
    <w:rsid w:val="00CC15CB"/>
    <w:rsid w:val="00CC41A3"/>
    <w:rsid w:val="00CC42FA"/>
    <w:rsid w:val="00CC4650"/>
    <w:rsid w:val="00CC46D1"/>
    <w:rsid w:val="00CC4969"/>
    <w:rsid w:val="00CC587A"/>
    <w:rsid w:val="00CD1206"/>
    <w:rsid w:val="00CD19FA"/>
    <w:rsid w:val="00CD1E78"/>
    <w:rsid w:val="00CD23BF"/>
    <w:rsid w:val="00CD7267"/>
    <w:rsid w:val="00CE2B32"/>
    <w:rsid w:val="00CE6ACD"/>
    <w:rsid w:val="00CE7330"/>
    <w:rsid w:val="00CE7D3F"/>
    <w:rsid w:val="00CF11AC"/>
    <w:rsid w:val="00CF64A2"/>
    <w:rsid w:val="00D00BC0"/>
    <w:rsid w:val="00D13654"/>
    <w:rsid w:val="00D211B8"/>
    <w:rsid w:val="00D214D1"/>
    <w:rsid w:val="00D2517A"/>
    <w:rsid w:val="00D30C58"/>
    <w:rsid w:val="00D33BD2"/>
    <w:rsid w:val="00D34BE3"/>
    <w:rsid w:val="00D435E0"/>
    <w:rsid w:val="00D44538"/>
    <w:rsid w:val="00D46900"/>
    <w:rsid w:val="00D47180"/>
    <w:rsid w:val="00D4751F"/>
    <w:rsid w:val="00D47F81"/>
    <w:rsid w:val="00D540AB"/>
    <w:rsid w:val="00D5439E"/>
    <w:rsid w:val="00D54A54"/>
    <w:rsid w:val="00D55FE6"/>
    <w:rsid w:val="00D575E5"/>
    <w:rsid w:val="00D624D8"/>
    <w:rsid w:val="00D63696"/>
    <w:rsid w:val="00D639D8"/>
    <w:rsid w:val="00D64FC5"/>
    <w:rsid w:val="00D6597F"/>
    <w:rsid w:val="00D67A63"/>
    <w:rsid w:val="00D67ADA"/>
    <w:rsid w:val="00D706D4"/>
    <w:rsid w:val="00D729D5"/>
    <w:rsid w:val="00D7332B"/>
    <w:rsid w:val="00D742C6"/>
    <w:rsid w:val="00D761DE"/>
    <w:rsid w:val="00D77C09"/>
    <w:rsid w:val="00D82748"/>
    <w:rsid w:val="00D85CA1"/>
    <w:rsid w:val="00D92E54"/>
    <w:rsid w:val="00D931FC"/>
    <w:rsid w:val="00D9779C"/>
    <w:rsid w:val="00D97C77"/>
    <w:rsid w:val="00DA0443"/>
    <w:rsid w:val="00DA6D13"/>
    <w:rsid w:val="00DB50D0"/>
    <w:rsid w:val="00DB710D"/>
    <w:rsid w:val="00DB7412"/>
    <w:rsid w:val="00DB7955"/>
    <w:rsid w:val="00DC2CD2"/>
    <w:rsid w:val="00DD09FF"/>
    <w:rsid w:val="00DD150E"/>
    <w:rsid w:val="00DD1A55"/>
    <w:rsid w:val="00DD6A18"/>
    <w:rsid w:val="00DE065C"/>
    <w:rsid w:val="00DE7247"/>
    <w:rsid w:val="00DF511E"/>
    <w:rsid w:val="00DF5AEB"/>
    <w:rsid w:val="00DF65D7"/>
    <w:rsid w:val="00DF68DB"/>
    <w:rsid w:val="00E000F0"/>
    <w:rsid w:val="00E01F75"/>
    <w:rsid w:val="00E032CB"/>
    <w:rsid w:val="00E044F7"/>
    <w:rsid w:val="00E05B07"/>
    <w:rsid w:val="00E07326"/>
    <w:rsid w:val="00E12BB6"/>
    <w:rsid w:val="00E12F2C"/>
    <w:rsid w:val="00E13F21"/>
    <w:rsid w:val="00E1596D"/>
    <w:rsid w:val="00E15976"/>
    <w:rsid w:val="00E15B44"/>
    <w:rsid w:val="00E15D08"/>
    <w:rsid w:val="00E177ED"/>
    <w:rsid w:val="00E17A26"/>
    <w:rsid w:val="00E2466A"/>
    <w:rsid w:val="00E24E7F"/>
    <w:rsid w:val="00E266BD"/>
    <w:rsid w:val="00E43B87"/>
    <w:rsid w:val="00E43EEB"/>
    <w:rsid w:val="00E458B0"/>
    <w:rsid w:val="00E53987"/>
    <w:rsid w:val="00E55829"/>
    <w:rsid w:val="00E56BAE"/>
    <w:rsid w:val="00E572A8"/>
    <w:rsid w:val="00E57A05"/>
    <w:rsid w:val="00E60761"/>
    <w:rsid w:val="00E60E9E"/>
    <w:rsid w:val="00E610A0"/>
    <w:rsid w:val="00E62136"/>
    <w:rsid w:val="00E624C2"/>
    <w:rsid w:val="00E62838"/>
    <w:rsid w:val="00E70B66"/>
    <w:rsid w:val="00E72F4C"/>
    <w:rsid w:val="00E7525A"/>
    <w:rsid w:val="00E830F8"/>
    <w:rsid w:val="00E84F37"/>
    <w:rsid w:val="00E8579F"/>
    <w:rsid w:val="00E87667"/>
    <w:rsid w:val="00E91E77"/>
    <w:rsid w:val="00E93F10"/>
    <w:rsid w:val="00E95E8B"/>
    <w:rsid w:val="00EA364A"/>
    <w:rsid w:val="00EA4586"/>
    <w:rsid w:val="00EA5562"/>
    <w:rsid w:val="00EB1453"/>
    <w:rsid w:val="00EB6240"/>
    <w:rsid w:val="00EB79B6"/>
    <w:rsid w:val="00EC0028"/>
    <w:rsid w:val="00EC0740"/>
    <w:rsid w:val="00EC5C56"/>
    <w:rsid w:val="00ED0AD9"/>
    <w:rsid w:val="00ED4DD3"/>
    <w:rsid w:val="00EE0EA5"/>
    <w:rsid w:val="00EE1614"/>
    <w:rsid w:val="00EE39B6"/>
    <w:rsid w:val="00EE7921"/>
    <w:rsid w:val="00EF0170"/>
    <w:rsid w:val="00EF2B3E"/>
    <w:rsid w:val="00EF3D2A"/>
    <w:rsid w:val="00EF55FE"/>
    <w:rsid w:val="00EF6982"/>
    <w:rsid w:val="00F05DC3"/>
    <w:rsid w:val="00F07519"/>
    <w:rsid w:val="00F14569"/>
    <w:rsid w:val="00F209B5"/>
    <w:rsid w:val="00F2657B"/>
    <w:rsid w:val="00F321E5"/>
    <w:rsid w:val="00F33186"/>
    <w:rsid w:val="00F339B8"/>
    <w:rsid w:val="00F34C37"/>
    <w:rsid w:val="00F36099"/>
    <w:rsid w:val="00F37435"/>
    <w:rsid w:val="00F40DD6"/>
    <w:rsid w:val="00F411E4"/>
    <w:rsid w:val="00F414F9"/>
    <w:rsid w:val="00F433E4"/>
    <w:rsid w:val="00F43DC2"/>
    <w:rsid w:val="00F44F29"/>
    <w:rsid w:val="00F501FB"/>
    <w:rsid w:val="00F5156E"/>
    <w:rsid w:val="00F55997"/>
    <w:rsid w:val="00F61F6C"/>
    <w:rsid w:val="00F62DB3"/>
    <w:rsid w:val="00F641CB"/>
    <w:rsid w:val="00F662E8"/>
    <w:rsid w:val="00F70C13"/>
    <w:rsid w:val="00F76020"/>
    <w:rsid w:val="00F7719C"/>
    <w:rsid w:val="00F809E0"/>
    <w:rsid w:val="00F8468B"/>
    <w:rsid w:val="00F85942"/>
    <w:rsid w:val="00F864B7"/>
    <w:rsid w:val="00F90939"/>
    <w:rsid w:val="00F918D8"/>
    <w:rsid w:val="00F93DF2"/>
    <w:rsid w:val="00FA0028"/>
    <w:rsid w:val="00FA3660"/>
    <w:rsid w:val="00FA3CA1"/>
    <w:rsid w:val="00FA422A"/>
    <w:rsid w:val="00FA4A2E"/>
    <w:rsid w:val="00FA5BA3"/>
    <w:rsid w:val="00FB0FFB"/>
    <w:rsid w:val="00FB2A3C"/>
    <w:rsid w:val="00FB3B62"/>
    <w:rsid w:val="00FB74BC"/>
    <w:rsid w:val="00FC1CF7"/>
    <w:rsid w:val="00FC3D06"/>
    <w:rsid w:val="00FC4057"/>
    <w:rsid w:val="00FD38A9"/>
    <w:rsid w:val="00FD4C01"/>
    <w:rsid w:val="00FD61CF"/>
    <w:rsid w:val="00FE0F19"/>
    <w:rsid w:val="00FE2158"/>
    <w:rsid w:val="00FE25C4"/>
    <w:rsid w:val="00FE33D4"/>
    <w:rsid w:val="00FE3784"/>
    <w:rsid w:val="00FE4CC4"/>
    <w:rsid w:val="00FE7CBE"/>
    <w:rsid w:val="00FF0516"/>
    <w:rsid w:val="00FF1C6F"/>
    <w:rsid w:val="00FF4B93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red" strokecolor="red">
      <v:fill color="red"/>
      <v:stroke color="red"/>
    </o:shapedefaults>
    <o:shapelayout v:ext="edit">
      <o:idmap v:ext="edit" data="1"/>
    </o:shapelayout>
  </w:shapeDefaults>
  <w:doNotEmbedSmartTags/>
  <w:decimalSymbol w:val="."/>
  <w:listSeparator w:val=","/>
  <w14:docId w14:val="20D59E85"/>
  <w15:chartTrackingRefBased/>
  <w15:docId w15:val="{9FC084F2-3D85-4171-B0D5-C2755E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3E56F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4">
    <w:name w:val="heading 4"/>
    <w:basedOn w:val="a"/>
    <w:next w:val="a0"/>
    <w:link w:val="40"/>
    <w:qFormat/>
    <w:rsid w:val="002D175E"/>
    <w:pPr>
      <w:keepNext/>
      <w:widowControl/>
      <w:numPr>
        <w:numId w:val="1"/>
      </w:numPr>
      <w:snapToGrid w:val="0"/>
      <w:spacing w:afterLines="50" w:line="440" w:lineRule="exact"/>
      <w:jc w:val="both"/>
      <w:outlineLvl w:val="3"/>
    </w:pPr>
    <w:rPr>
      <w:rFonts w:eastAsia="標楷體" w:hAnsi="3 of 9 Barcode"/>
      <w:bCs/>
      <w:color w:val="000000"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021">
    <w:name w:val="021"/>
    <w:basedOn w:val="a"/>
    <w:rsid w:val="00DF5AE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rsid w:val="007407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740739"/>
    <w:rPr>
      <w:kern w:val="2"/>
    </w:rPr>
  </w:style>
  <w:style w:type="paragraph" w:styleId="a6">
    <w:name w:val="footer"/>
    <w:basedOn w:val="a"/>
    <w:link w:val="a7"/>
    <w:uiPriority w:val="99"/>
    <w:rsid w:val="007407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740739"/>
    <w:rPr>
      <w:kern w:val="2"/>
    </w:rPr>
  </w:style>
  <w:style w:type="table" w:styleId="a8">
    <w:name w:val="Table Grid"/>
    <w:basedOn w:val="a2"/>
    <w:uiPriority w:val="39"/>
    <w:rsid w:val="0074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740739"/>
    <w:rPr>
      <w:rFonts w:ascii="Cambria" w:hAnsi="Cambria"/>
      <w:sz w:val="18"/>
      <w:szCs w:val="18"/>
      <w:lang w:val="x-none" w:eastAsia="x-none"/>
    </w:rPr>
  </w:style>
  <w:style w:type="character" w:customStyle="1" w:styleId="aa">
    <w:name w:val="註解方塊文字 字元"/>
    <w:link w:val="a9"/>
    <w:rsid w:val="00740739"/>
    <w:rPr>
      <w:rFonts w:ascii="Cambria" w:eastAsia="新細明體" w:hAnsi="Cambria" w:cs="Times New Roman"/>
      <w:kern w:val="2"/>
      <w:sz w:val="18"/>
      <w:szCs w:val="18"/>
    </w:rPr>
  </w:style>
  <w:style w:type="paragraph" w:styleId="a0">
    <w:name w:val="Body Text"/>
    <w:basedOn w:val="a"/>
    <w:link w:val="ab"/>
    <w:rsid w:val="00263E35"/>
    <w:rPr>
      <w:rFonts w:eastAsia="華康標楷體"/>
      <w:sz w:val="28"/>
      <w:szCs w:val="20"/>
      <w:lang w:val="x-none" w:eastAsia="x-none"/>
    </w:rPr>
  </w:style>
  <w:style w:type="character" w:customStyle="1" w:styleId="40">
    <w:name w:val="標題 4 字元"/>
    <w:link w:val="4"/>
    <w:rsid w:val="002D175E"/>
    <w:rPr>
      <w:rFonts w:eastAsia="標楷體" w:hAnsi="3 of 9 Barcode"/>
      <w:bCs/>
      <w:color w:val="000000"/>
      <w:kern w:val="2"/>
      <w:sz w:val="28"/>
      <w:lang w:val="x-none" w:eastAsia="x-none"/>
    </w:rPr>
  </w:style>
  <w:style w:type="paragraph" w:styleId="Web">
    <w:name w:val="Normal (Web)"/>
    <w:basedOn w:val="a"/>
    <w:uiPriority w:val="99"/>
    <w:unhideWhenUsed/>
    <w:rsid w:val="002D175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3E56FC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c">
    <w:name w:val="學校基本資料"/>
    <w:basedOn w:val="a"/>
    <w:qFormat/>
    <w:rsid w:val="003E56FC"/>
    <w:pPr>
      <w:adjustRightInd w:val="0"/>
      <w:snapToGrid w:val="0"/>
      <w:jc w:val="center"/>
    </w:pPr>
    <w:rPr>
      <w:rFonts w:eastAsia="標楷體"/>
      <w:bCs/>
      <w:color w:val="333333"/>
      <w:szCs w:val="20"/>
    </w:rPr>
  </w:style>
  <w:style w:type="paragraph" w:styleId="ad">
    <w:name w:val="List Paragraph"/>
    <w:basedOn w:val="a"/>
    <w:uiPriority w:val="34"/>
    <w:qFormat/>
    <w:rsid w:val="003034C8"/>
    <w:pPr>
      <w:widowControl/>
      <w:ind w:leftChars="200" w:left="480"/>
    </w:pPr>
    <w:rPr>
      <w:rFonts w:ascii="新細明體" w:hAnsi="新細明體" w:cs="新細明體"/>
      <w:kern w:val="0"/>
    </w:rPr>
  </w:style>
  <w:style w:type="paragraph" w:styleId="3">
    <w:name w:val="Body Text Indent 3"/>
    <w:basedOn w:val="a"/>
    <w:link w:val="30"/>
    <w:rsid w:val="00202B8B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202B8B"/>
    <w:rPr>
      <w:kern w:val="2"/>
      <w:sz w:val="16"/>
      <w:szCs w:val="16"/>
    </w:rPr>
  </w:style>
  <w:style w:type="character" w:styleId="ae">
    <w:name w:val="annotation reference"/>
    <w:rsid w:val="00314144"/>
    <w:rPr>
      <w:sz w:val="18"/>
      <w:szCs w:val="18"/>
    </w:rPr>
  </w:style>
  <w:style w:type="paragraph" w:styleId="af">
    <w:name w:val="annotation text"/>
    <w:basedOn w:val="a"/>
    <w:link w:val="af0"/>
    <w:rsid w:val="00314144"/>
    <w:rPr>
      <w:lang w:val="x-none" w:eastAsia="x-none"/>
    </w:rPr>
  </w:style>
  <w:style w:type="character" w:customStyle="1" w:styleId="af0">
    <w:name w:val="註解文字 字元"/>
    <w:link w:val="af"/>
    <w:rsid w:val="00314144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314144"/>
    <w:rPr>
      <w:b/>
      <w:bCs/>
    </w:rPr>
  </w:style>
  <w:style w:type="character" w:customStyle="1" w:styleId="af2">
    <w:name w:val="註解主旨 字元"/>
    <w:link w:val="af1"/>
    <w:rsid w:val="00314144"/>
    <w:rPr>
      <w:b/>
      <w:bCs/>
      <w:kern w:val="2"/>
      <w:sz w:val="24"/>
      <w:szCs w:val="24"/>
    </w:rPr>
  </w:style>
  <w:style w:type="character" w:styleId="af3">
    <w:name w:val="Hyperlink"/>
    <w:rsid w:val="0064795E"/>
    <w:rPr>
      <w:color w:val="0000FF"/>
      <w:u w:val="single"/>
    </w:rPr>
  </w:style>
  <w:style w:type="paragraph" w:styleId="af4">
    <w:name w:val="Note Heading"/>
    <w:basedOn w:val="a"/>
    <w:next w:val="a"/>
    <w:link w:val="af5"/>
    <w:rsid w:val="00663169"/>
    <w:pPr>
      <w:jc w:val="center"/>
    </w:pPr>
    <w:rPr>
      <w:rFonts w:ascii="標楷體" w:eastAsia="標楷體" w:hAnsi="標楷體"/>
      <w:bCs/>
      <w:lang w:val="x-none" w:eastAsia="x-none"/>
    </w:rPr>
  </w:style>
  <w:style w:type="character" w:customStyle="1" w:styleId="af5">
    <w:name w:val="註釋標題 字元"/>
    <w:link w:val="af4"/>
    <w:rsid w:val="00663169"/>
    <w:rPr>
      <w:rFonts w:ascii="標楷體" w:eastAsia="標楷體" w:hAnsi="標楷體"/>
      <w:bCs/>
      <w:kern w:val="2"/>
      <w:sz w:val="24"/>
      <w:szCs w:val="24"/>
    </w:rPr>
  </w:style>
  <w:style w:type="paragraph" w:styleId="af6">
    <w:name w:val="Closing"/>
    <w:basedOn w:val="a"/>
    <w:link w:val="af7"/>
    <w:rsid w:val="00663169"/>
    <w:pPr>
      <w:ind w:leftChars="1800" w:left="100"/>
    </w:pPr>
    <w:rPr>
      <w:rFonts w:ascii="標楷體" w:eastAsia="標楷體" w:hAnsi="標楷體"/>
      <w:bCs/>
      <w:lang w:val="x-none" w:eastAsia="x-none"/>
    </w:rPr>
  </w:style>
  <w:style w:type="character" w:customStyle="1" w:styleId="af7">
    <w:name w:val="結語 字元"/>
    <w:link w:val="af6"/>
    <w:rsid w:val="00663169"/>
    <w:rPr>
      <w:rFonts w:ascii="標楷體" w:eastAsia="標楷體" w:hAnsi="標楷體"/>
      <w:bCs/>
      <w:kern w:val="2"/>
      <w:sz w:val="24"/>
      <w:szCs w:val="24"/>
    </w:rPr>
  </w:style>
  <w:style w:type="paragraph" w:styleId="2">
    <w:name w:val="Body Text 2"/>
    <w:basedOn w:val="a"/>
    <w:link w:val="20"/>
    <w:rsid w:val="00A36B47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link w:val="2"/>
    <w:rsid w:val="00A36B47"/>
    <w:rPr>
      <w:kern w:val="2"/>
      <w:sz w:val="24"/>
      <w:szCs w:val="24"/>
      <w:lang w:val="x-none" w:eastAsia="x-none"/>
    </w:rPr>
  </w:style>
  <w:style w:type="character" w:styleId="af8">
    <w:name w:val="page number"/>
    <w:basedOn w:val="a1"/>
    <w:rsid w:val="00D46900"/>
  </w:style>
  <w:style w:type="paragraph" w:styleId="af9">
    <w:name w:val="No Spacing"/>
    <w:uiPriority w:val="1"/>
    <w:qFormat/>
    <w:rsid w:val="00F501FB"/>
    <w:pPr>
      <w:widowControl w:val="0"/>
    </w:pPr>
    <w:rPr>
      <w:kern w:val="2"/>
      <w:sz w:val="24"/>
      <w:szCs w:val="24"/>
    </w:rPr>
  </w:style>
  <w:style w:type="character" w:customStyle="1" w:styleId="ab">
    <w:name w:val="本文 字元"/>
    <w:link w:val="a0"/>
    <w:rsid w:val="00DF511E"/>
    <w:rPr>
      <w:rFonts w:eastAsia="華康標楷體"/>
      <w:kern w:val="2"/>
      <w:sz w:val="28"/>
    </w:rPr>
  </w:style>
  <w:style w:type="paragraph" w:customStyle="1" w:styleId="11">
    <w:name w:val="執行策略1"/>
    <w:basedOn w:val="a"/>
    <w:autoRedefine/>
    <w:rsid w:val="00B95709"/>
    <w:pPr>
      <w:spacing w:line="440" w:lineRule="exact"/>
      <w:ind w:left="406" w:hanging="406"/>
    </w:pPr>
    <w:rPr>
      <w:rFonts w:ascii="Arial" w:eastAsia="標楷體" w:hAnsi="Arial" w:cs="標楷體"/>
      <w:color w:val="FF0000"/>
      <w:sz w:val="32"/>
      <w:szCs w:val="32"/>
    </w:rPr>
  </w:style>
  <w:style w:type="paragraph" w:styleId="HTML">
    <w:name w:val="HTML Preformatted"/>
    <w:basedOn w:val="a"/>
    <w:link w:val="HTML0"/>
    <w:uiPriority w:val="99"/>
    <w:unhideWhenUsed/>
    <w:rsid w:val="007C4D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lang w:val="x-none" w:eastAsia="x-none"/>
    </w:rPr>
  </w:style>
  <w:style w:type="character" w:customStyle="1" w:styleId="HTML0">
    <w:name w:val="HTML 預設格式 字元"/>
    <w:link w:val="HTML"/>
    <w:uiPriority w:val="99"/>
    <w:rsid w:val="007C4DF4"/>
    <w:rPr>
      <w:rFonts w:ascii="細明體" w:eastAsia="細明體" w:hAnsi="細明體" w:cs="細明體"/>
      <w:sz w:val="24"/>
      <w:szCs w:val="24"/>
    </w:rPr>
  </w:style>
  <w:style w:type="table" w:styleId="afa">
    <w:name w:val="Table Elegant"/>
    <w:basedOn w:val="a2"/>
    <w:rsid w:val="00CB3526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1075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3434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4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6630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4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21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9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30251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621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22024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7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39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9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23703">
          <w:marLeft w:val="734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4984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3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51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8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7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8830">
          <w:marLeft w:val="20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45;&#32946;&#37096;&#24257;&#25152;\schoololdwc\WebApplication\update\Template\&#23416;&#26657;&#30003;&#35531;&#34920;_&#31684;&#26412;32010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4D27B-99D8-47B5-911C-717A87A2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學校申請表_範本32010.dotx</Template>
  <TotalTime>1</TotalTime>
  <Pages>6</Pages>
  <Words>207</Words>
  <Characters>1185</Characters>
  <Application>Microsoft Office Word</Application>
  <DocSecurity>0</DocSecurity>
  <Lines>9</Lines>
  <Paragraphs>2</Paragraphs>
  <ScaleCrop>false</ScaleCrop>
  <Company>CMT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附件A</dc:title>
  <dc:subject/>
  <dc:creator>銘賢 Alex</dc:creator>
  <cp:keywords/>
  <dc:description/>
  <cp:lastModifiedBy>李凱茜</cp:lastModifiedBy>
  <cp:revision>2</cp:revision>
  <cp:lastPrinted>2020-02-09T08:27:00Z</cp:lastPrinted>
  <dcterms:created xsi:type="dcterms:W3CDTF">2025-02-19T06:02:00Z</dcterms:created>
  <dcterms:modified xsi:type="dcterms:W3CDTF">2025-02-19T06:02:00Z</dcterms:modified>
</cp:coreProperties>
</file>